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6198" w:rsidRPr="00CE5815" w:rsidRDefault="00786198" w:rsidP="00A04DC8">
      <w:pPr>
        <w:spacing w:line="276" w:lineRule="auto"/>
        <w:rPr>
          <w:rFonts w:cs="Calibri"/>
          <w:color w:val="000000"/>
          <w:sz w:val="20"/>
          <w:szCs w:val="20"/>
          <w:u w:val="single"/>
          <w:lang w:val="sr-Latn-RS"/>
        </w:rPr>
      </w:pPr>
      <w:r w:rsidRPr="00CE5815">
        <w:rPr>
          <w:rFonts w:cs="Calibri"/>
          <w:b/>
          <w:color w:val="000000"/>
          <w:sz w:val="20"/>
          <w:szCs w:val="20"/>
          <w:u w:val="single"/>
          <w:lang w:val="sr-Cyrl-CS"/>
        </w:rPr>
        <w:t>ПЛАН РАДА:</w:t>
      </w:r>
      <w:r w:rsidR="00081154" w:rsidRPr="00CE5815">
        <w:rPr>
          <w:rFonts w:cs="Calibri"/>
          <w:b/>
          <w:color w:val="000000"/>
          <w:sz w:val="20"/>
          <w:szCs w:val="20"/>
          <w:u w:val="single"/>
          <w:lang w:val="sr-Cyrl-CS"/>
        </w:rPr>
        <w:t xml:space="preserve"> </w:t>
      </w:r>
    </w:p>
    <w:p w:rsidR="00786198" w:rsidRPr="00B550AB" w:rsidRDefault="00786198" w:rsidP="00A04DC8">
      <w:pPr>
        <w:spacing w:line="276" w:lineRule="auto"/>
        <w:rPr>
          <w:rFonts w:cs="Calibri"/>
          <w:b/>
          <w:color w:val="000000"/>
          <w:sz w:val="20"/>
          <w:szCs w:val="20"/>
          <w:lang w:val="sr-Cyrl-RS"/>
        </w:rPr>
      </w:pPr>
      <w:r w:rsidRPr="00131786">
        <w:rPr>
          <w:rFonts w:cs="Calibri"/>
          <w:color w:val="000000"/>
          <w:sz w:val="20"/>
          <w:szCs w:val="20"/>
          <w:lang w:val="sr-Cyrl-CS"/>
        </w:rPr>
        <w:t>ЗА ДАН</w:t>
      </w:r>
      <w:r w:rsidRPr="00CE5815">
        <w:rPr>
          <w:rFonts w:cs="Calibri"/>
          <w:b/>
          <w:color w:val="000000"/>
          <w:sz w:val="20"/>
          <w:szCs w:val="20"/>
          <w:lang w:val="sr-Cyrl-RS"/>
        </w:rPr>
        <w:t>:</w:t>
      </w:r>
      <w:r w:rsidR="00B550AB">
        <w:rPr>
          <w:rFonts w:cs="Calibri"/>
          <w:b/>
          <w:color w:val="000000"/>
          <w:sz w:val="20"/>
          <w:szCs w:val="20"/>
          <w:lang w:val="sr-Cyrl-RS"/>
        </w:rPr>
        <w:t xml:space="preserve"> </w:t>
      </w:r>
      <w:r w:rsidR="00ED0FB7">
        <w:rPr>
          <w:rFonts w:cs="Calibri"/>
          <w:b/>
          <w:color w:val="000000"/>
          <w:sz w:val="20"/>
          <w:szCs w:val="20"/>
          <w:lang w:val="sr-Cyrl-RS"/>
        </w:rPr>
        <w:t>Среда</w:t>
      </w:r>
    </w:p>
    <w:p w:rsidR="0031405D" w:rsidRDefault="00786198" w:rsidP="00A04DC8">
      <w:pPr>
        <w:rPr>
          <w:rFonts w:cs="Calibri"/>
          <w:b/>
          <w:color w:val="000000"/>
          <w:sz w:val="20"/>
          <w:szCs w:val="20"/>
          <w:lang w:val="sr-Cyrl-CS"/>
        </w:rPr>
      </w:pPr>
      <w:r w:rsidRPr="00CE5815">
        <w:rPr>
          <w:rFonts w:cs="Calibri"/>
          <w:color w:val="000000"/>
          <w:sz w:val="20"/>
          <w:szCs w:val="20"/>
          <w:lang w:val="sr-Cyrl-CS"/>
        </w:rPr>
        <w:t>ДАТУМ</w:t>
      </w:r>
      <w:r w:rsidRPr="00CE5815">
        <w:rPr>
          <w:rFonts w:cs="Calibri"/>
          <w:color w:val="000000"/>
          <w:sz w:val="20"/>
          <w:szCs w:val="20"/>
          <w:lang w:val="sr-Latn-CS"/>
        </w:rPr>
        <w:t>:</w:t>
      </w:r>
      <w:r w:rsidR="00FE4A8F">
        <w:rPr>
          <w:rFonts w:cs="Calibri"/>
          <w:b/>
          <w:color w:val="000000"/>
          <w:sz w:val="20"/>
          <w:szCs w:val="20"/>
          <w:lang w:val="sr-Cyrl-RS"/>
        </w:rPr>
        <w:t xml:space="preserve"> </w:t>
      </w:r>
      <w:r w:rsidR="00ED0FB7">
        <w:rPr>
          <w:rFonts w:cs="Calibri"/>
          <w:b/>
          <w:color w:val="000000"/>
          <w:sz w:val="20"/>
          <w:szCs w:val="20"/>
          <w:lang w:val="sr-Cyrl-RS"/>
        </w:rPr>
        <w:t>10</w:t>
      </w:r>
      <w:r w:rsidR="00016272">
        <w:rPr>
          <w:rFonts w:cs="Calibri"/>
          <w:b/>
          <w:color w:val="000000"/>
          <w:sz w:val="20"/>
          <w:szCs w:val="20"/>
          <w:lang w:val="sr-Cyrl-RS"/>
        </w:rPr>
        <w:t>.</w:t>
      </w:r>
      <w:r w:rsidR="00300342">
        <w:rPr>
          <w:rFonts w:cs="Calibri"/>
          <w:b/>
          <w:color w:val="000000"/>
          <w:sz w:val="20"/>
          <w:szCs w:val="20"/>
          <w:lang w:val="sr-Cyrl-RS"/>
        </w:rPr>
        <w:t>0</w:t>
      </w:r>
      <w:r w:rsidR="00622FAD">
        <w:rPr>
          <w:rFonts w:cs="Calibri"/>
          <w:b/>
          <w:color w:val="000000"/>
          <w:sz w:val="20"/>
          <w:szCs w:val="20"/>
          <w:lang w:val="sr-Cyrl-RS"/>
        </w:rPr>
        <w:t>9</w:t>
      </w:r>
      <w:r w:rsidRPr="00CE5815">
        <w:rPr>
          <w:rFonts w:cs="Calibri"/>
          <w:b/>
          <w:color w:val="000000"/>
          <w:sz w:val="20"/>
          <w:szCs w:val="20"/>
          <w:lang w:val="sr-Cyrl-CS"/>
        </w:rPr>
        <w:t>.20</w:t>
      </w:r>
      <w:r w:rsidR="00332EA4">
        <w:rPr>
          <w:rFonts w:cs="Calibri"/>
          <w:b/>
          <w:color w:val="000000"/>
          <w:sz w:val="20"/>
          <w:szCs w:val="20"/>
          <w:lang w:val="sr-Cyrl-CS"/>
        </w:rPr>
        <w:t>25</w:t>
      </w:r>
      <w:r w:rsidRPr="00CE5815">
        <w:rPr>
          <w:rFonts w:cs="Calibri"/>
          <w:b/>
          <w:color w:val="000000"/>
          <w:sz w:val="20"/>
          <w:szCs w:val="20"/>
          <w:lang w:val="sr-Cyrl-CS"/>
        </w:rPr>
        <w:t>.</w:t>
      </w:r>
      <w:r w:rsidR="0000437C" w:rsidRPr="00CE5815">
        <w:rPr>
          <w:rFonts w:cs="Calibri"/>
          <w:b/>
          <w:color w:val="000000"/>
          <w:sz w:val="20"/>
          <w:szCs w:val="20"/>
          <w:lang w:val="sr-Cyrl-CS"/>
        </w:rPr>
        <w:t xml:space="preserve">     </w:t>
      </w:r>
    </w:p>
    <w:p w:rsidR="0029578F" w:rsidRDefault="0029578F" w:rsidP="0029578F">
      <w:pPr>
        <w:rPr>
          <w:rFonts w:cs="Calibri"/>
          <w:b/>
          <w:color w:val="000000"/>
          <w:sz w:val="20"/>
          <w:szCs w:val="20"/>
          <w:lang w:val="sr-Cyrl-CS"/>
        </w:rPr>
      </w:pPr>
    </w:p>
    <w:p w:rsidR="0029578F" w:rsidRPr="00815F91" w:rsidRDefault="0029578F" w:rsidP="0029578F">
      <w:pPr>
        <w:jc w:val="center"/>
        <w:rPr>
          <w:rFonts w:cs="Arial"/>
          <w:b/>
          <w:color w:val="000000"/>
          <w:sz w:val="20"/>
          <w:szCs w:val="20"/>
          <w:lang w:val="sr-Cyrl-CS"/>
        </w:rPr>
      </w:pPr>
      <w:r w:rsidRPr="00815F91">
        <w:rPr>
          <w:rFonts w:cs="Arial"/>
          <w:b/>
          <w:color w:val="000000"/>
          <w:sz w:val="20"/>
          <w:szCs w:val="20"/>
          <w:lang w:val="sr-Cyrl-CS"/>
        </w:rPr>
        <w:t>„ОДРЖАВАЊЕ“</w:t>
      </w:r>
    </w:p>
    <w:tbl>
      <w:tblPr>
        <w:tblW w:w="11123" w:type="dxa"/>
        <w:tblInd w:w="-4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 w:firstRow="0" w:lastRow="0" w:firstColumn="1" w:lastColumn="0" w:noHBand="0" w:noVBand="1"/>
      </w:tblPr>
      <w:tblGrid>
        <w:gridCol w:w="1991"/>
        <w:gridCol w:w="4258"/>
        <w:gridCol w:w="4874"/>
      </w:tblGrid>
      <w:tr w:rsidR="00561D72" w:rsidRPr="002C1907" w:rsidTr="001C6D35">
        <w:trPr>
          <w:trHeight w:val="281"/>
        </w:trPr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40" w:rsidRDefault="00E45CFD" w:rsidP="00561D72">
            <w:pPr>
              <w:spacing w:line="276" w:lineRule="auto"/>
              <w:rPr>
                <w:rFonts w:cs="Calibri"/>
                <w:b/>
                <w:sz w:val="18"/>
                <w:szCs w:val="18"/>
                <w:lang w:val="sr-Cyrl-RS"/>
              </w:rPr>
            </w:pPr>
            <w:r>
              <w:rPr>
                <w:rFonts w:cs="Calibri"/>
                <w:b/>
                <w:sz w:val="18"/>
                <w:szCs w:val="18"/>
                <w:lang w:val="sr-Cyrl-RS"/>
              </w:rPr>
              <w:t>Примовић Дејан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D72" w:rsidRPr="00967EBF" w:rsidRDefault="00561D72" w:rsidP="004F29CE">
            <w:pPr>
              <w:spacing w:line="276" w:lineRule="auto"/>
              <w:rPr>
                <w:rFonts w:cs="Arial"/>
                <w:color w:val="000000"/>
                <w:sz w:val="18"/>
                <w:szCs w:val="18"/>
                <w:lang w:val="sr-Cyrl-RS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 xml:space="preserve">Нови Сад, </w:t>
            </w:r>
            <w:r w:rsidR="004F29CE">
              <w:rPr>
                <w:rFonts w:cs="Arial"/>
                <w:color w:val="000000"/>
                <w:sz w:val="18"/>
                <w:szCs w:val="18"/>
                <w:lang w:val="sr-Cyrl-RS"/>
              </w:rPr>
              <w:t>Руменачки пут (Ново гробље)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D72" w:rsidRDefault="004F29CE" w:rsidP="00561D72">
            <w:pPr>
              <w:tabs>
                <w:tab w:val="left" w:pos="4695"/>
              </w:tabs>
              <w:spacing w:line="276" w:lineRule="auto"/>
              <w:rPr>
                <w:rFonts w:cs="Calibri"/>
                <w:sz w:val="18"/>
                <w:szCs w:val="18"/>
                <w:lang w:val="sr-Cyrl-RS"/>
              </w:rPr>
            </w:pPr>
            <w:r>
              <w:rPr>
                <w:rFonts w:cs="Calibri"/>
                <w:sz w:val="18"/>
                <w:szCs w:val="18"/>
                <w:lang w:val="sr-Cyrl-RS"/>
              </w:rPr>
              <w:t>Поправка саобраћајне површине туцаником</w:t>
            </w:r>
          </w:p>
        </w:tc>
      </w:tr>
      <w:tr w:rsidR="004F29CE" w:rsidRPr="002C1907" w:rsidTr="001C6D35">
        <w:trPr>
          <w:trHeight w:val="281"/>
        </w:trPr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CE" w:rsidRDefault="004F29CE" w:rsidP="00561D72">
            <w:pPr>
              <w:spacing w:line="276" w:lineRule="auto"/>
              <w:rPr>
                <w:rFonts w:cs="Calibri"/>
                <w:b/>
                <w:sz w:val="18"/>
                <w:szCs w:val="18"/>
                <w:lang w:val="sr-Cyrl-RS"/>
              </w:rPr>
            </w:pPr>
            <w:r>
              <w:rPr>
                <w:rFonts w:cs="Calibri"/>
                <w:b/>
                <w:sz w:val="18"/>
                <w:szCs w:val="18"/>
                <w:lang w:val="sr-Cyrl-RS"/>
              </w:rPr>
              <w:t>Јанковић Миливоје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CE" w:rsidRDefault="00EB47A6" w:rsidP="00CC2103">
            <w:pPr>
              <w:spacing w:line="276" w:lineRule="auto"/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>Нови Сад</w:t>
            </w:r>
            <w:r w:rsidR="00E45CFD"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 xml:space="preserve">, </w:t>
            </w:r>
            <w:r w:rsidR="00CC2103">
              <w:rPr>
                <w:rFonts w:cs="Arial"/>
                <w:color w:val="000000"/>
                <w:sz w:val="18"/>
                <w:szCs w:val="18"/>
                <w:lang w:val="sr-Cyrl-RS"/>
              </w:rPr>
              <w:t>Миколе Кочиша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CE" w:rsidRDefault="00CC2103" w:rsidP="00561D72">
            <w:pPr>
              <w:tabs>
                <w:tab w:val="left" w:pos="4695"/>
              </w:tabs>
              <w:spacing w:line="276" w:lineRule="auto"/>
              <w:rPr>
                <w:rFonts w:cs="Calibri"/>
                <w:sz w:val="18"/>
                <w:szCs w:val="18"/>
                <w:lang w:val="sr-Cyrl-RS"/>
              </w:rPr>
            </w:pPr>
            <w:r>
              <w:rPr>
                <w:rFonts w:cs="Calibri"/>
                <w:sz w:val="18"/>
                <w:szCs w:val="18"/>
                <w:lang w:val="sr-Cyrl-RS"/>
              </w:rPr>
              <w:t>Поправка саобраћајне површине туцаником</w:t>
            </w:r>
          </w:p>
        </w:tc>
      </w:tr>
      <w:tr w:rsidR="00561D72" w:rsidRPr="002C1907" w:rsidTr="001C6D35">
        <w:trPr>
          <w:trHeight w:val="281"/>
        </w:trPr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CFD" w:rsidRDefault="00E45CFD" w:rsidP="00561D72">
            <w:pPr>
              <w:spacing w:line="276" w:lineRule="auto"/>
              <w:rPr>
                <w:rFonts w:cs="Calibri"/>
                <w:b/>
                <w:sz w:val="18"/>
                <w:szCs w:val="18"/>
                <w:lang w:val="sr-Cyrl-RS"/>
              </w:rPr>
            </w:pPr>
            <w:r>
              <w:rPr>
                <w:rFonts w:cs="Calibri"/>
                <w:b/>
                <w:sz w:val="18"/>
                <w:szCs w:val="18"/>
                <w:lang w:val="sr-Cyrl-RS"/>
              </w:rPr>
              <w:t>Веселинов Бранко</w:t>
            </w:r>
          </w:p>
          <w:p w:rsidR="00CC2103" w:rsidRDefault="00CC2103" w:rsidP="00561D72">
            <w:pPr>
              <w:spacing w:line="276" w:lineRule="auto"/>
              <w:rPr>
                <w:rFonts w:cs="Calibri"/>
                <w:b/>
                <w:sz w:val="18"/>
                <w:szCs w:val="18"/>
                <w:lang w:val="sr-Cyrl-RS"/>
              </w:rPr>
            </w:pPr>
            <w:r>
              <w:rPr>
                <w:rFonts w:cs="Calibri"/>
                <w:b/>
                <w:sz w:val="18"/>
                <w:szCs w:val="18"/>
                <w:lang w:val="sr-Cyrl-RS"/>
              </w:rPr>
              <w:t>Живковић Иван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40" w:rsidRPr="00C94867" w:rsidRDefault="004F29CE" w:rsidP="002A3854">
            <w:pPr>
              <w:spacing w:line="276" w:lineRule="auto"/>
              <w:rPr>
                <w:rFonts w:cs="Arial"/>
                <w:color w:val="000000"/>
                <w:sz w:val="18"/>
                <w:szCs w:val="18"/>
                <w:lang w:val="sr-Cyrl-RS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 xml:space="preserve">Футог, </w:t>
            </w:r>
            <w:r w:rsidRPr="004F29CE">
              <w:rPr>
                <w:rFonts w:cs="Arial"/>
                <w:color w:val="000000"/>
                <w:sz w:val="18"/>
                <w:szCs w:val="18"/>
                <w:lang w:val="sr-Cyrl-RS"/>
              </w:rPr>
              <w:t>Браће Бошњак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D72" w:rsidRDefault="004F29CE" w:rsidP="00F57BEE">
            <w:pPr>
              <w:tabs>
                <w:tab w:val="left" w:pos="4695"/>
              </w:tabs>
              <w:spacing w:line="276" w:lineRule="auto"/>
              <w:rPr>
                <w:rFonts w:cs="Calibri"/>
                <w:sz w:val="18"/>
                <w:szCs w:val="18"/>
                <w:lang w:val="sr-Cyrl-RS"/>
              </w:rPr>
            </w:pPr>
            <w:r>
              <w:rPr>
                <w:rFonts w:cs="Calibri"/>
                <w:sz w:val="18"/>
                <w:szCs w:val="18"/>
                <w:lang w:val="sr-Cyrl-RS"/>
              </w:rPr>
              <w:t>Припрема коловоза за поправку и поправка коловоза асфалтом</w:t>
            </w:r>
          </w:p>
        </w:tc>
      </w:tr>
      <w:tr w:rsidR="00F57BEE" w:rsidRPr="002C1907" w:rsidTr="001C6D35">
        <w:trPr>
          <w:trHeight w:val="281"/>
        </w:trPr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AD" w:rsidRDefault="004F29CE" w:rsidP="00561D72">
            <w:pPr>
              <w:spacing w:line="276" w:lineRule="auto"/>
              <w:rPr>
                <w:rFonts w:cs="Calibri"/>
                <w:b/>
                <w:sz w:val="18"/>
                <w:szCs w:val="18"/>
                <w:lang w:val="sr-Cyrl-RS"/>
              </w:rPr>
            </w:pPr>
            <w:r>
              <w:rPr>
                <w:rFonts w:cs="Calibri"/>
                <w:b/>
                <w:sz w:val="18"/>
                <w:szCs w:val="18"/>
                <w:lang w:val="sr-Cyrl-RS"/>
              </w:rPr>
              <w:t>Новаковић Младен</w:t>
            </w:r>
          </w:p>
          <w:p w:rsidR="00CC2103" w:rsidRDefault="00CC2103" w:rsidP="00561D72">
            <w:pPr>
              <w:spacing w:line="276" w:lineRule="auto"/>
              <w:rPr>
                <w:rFonts w:cs="Calibri"/>
                <w:b/>
                <w:sz w:val="18"/>
                <w:szCs w:val="18"/>
                <w:lang w:val="sr-Cyrl-RS"/>
              </w:rPr>
            </w:pPr>
            <w:r>
              <w:rPr>
                <w:rFonts w:cs="Calibri"/>
                <w:b/>
                <w:sz w:val="18"/>
                <w:szCs w:val="18"/>
                <w:lang w:val="sr-Cyrl-RS"/>
              </w:rPr>
              <w:t>Иванић Горан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E0F" w:rsidRPr="006556F2" w:rsidRDefault="00EB47A6" w:rsidP="00CC2103">
            <w:pPr>
              <w:spacing w:line="276" w:lineRule="auto"/>
              <w:rPr>
                <w:rFonts w:cs="Arial"/>
                <w:color w:val="000000"/>
                <w:sz w:val="18"/>
                <w:szCs w:val="18"/>
                <w:lang w:val="sr-Cyrl-RS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>Петроварадин</w:t>
            </w:r>
            <w:r w:rsidR="006556F2"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 xml:space="preserve">, </w:t>
            </w:r>
            <w:r w:rsidR="00CC2103">
              <w:rPr>
                <w:rFonts w:cs="Arial"/>
                <w:color w:val="000000"/>
                <w:sz w:val="18"/>
                <w:szCs w:val="18"/>
                <w:lang w:val="sr-Cyrl-RS"/>
              </w:rPr>
              <w:t>Златарићева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E0F" w:rsidRDefault="00EB47A6" w:rsidP="005E03D5">
            <w:pPr>
              <w:tabs>
                <w:tab w:val="left" w:pos="4695"/>
              </w:tabs>
              <w:spacing w:line="276" w:lineRule="auto"/>
              <w:rPr>
                <w:rFonts w:cs="Calibri"/>
                <w:sz w:val="18"/>
                <w:szCs w:val="18"/>
                <w:lang w:val="sr-Cyrl-RS"/>
              </w:rPr>
            </w:pPr>
            <w:r>
              <w:rPr>
                <w:rFonts w:cs="Calibri"/>
                <w:sz w:val="18"/>
                <w:szCs w:val="18"/>
                <w:lang w:val="sr-Cyrl-RS"/>
              </w:rPr>
              <w:t>Припрема коловоза за поправку и поправка коловоза асфалтом</w:t>
            </w:r>
          </w:p>
        </w:tc>
      </w:tr>
      <w:tr w:rsidR="005E03D5" w:rsidRPr="002C1907" w:rsidTr="001C6D35">
        <w:trPr>
          <w:trHeight w:val="281"/>
        </w:trPr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3D5" w:rsidRDefault="005E03D5" w:rsidP="00561D72">
            <w:pPr>
              <w:spacing w:line="276" w:lineRule="auto"/>
              <w:rPr>
                <w:rFonts w:cs="Calibri"/>
                <w:b/>
                <w:sz w:val="18"/>
                <w:szCs w:val="18"/>
                <w:lang w:val="sr-Cyrl-RS"/>
              </w:rPr>
            </w:pPr>
            <w:r>
              <w:rPr>
                <w:rFonts w:cs="Calibri"/>
                <w:b/>
                <w:sz w:val="18"/>
                <w:szCs w:val="18"/>
                <w:lang w:val="sr-Cyrl-RS"/>
              </w:rPr>
              <w:t>Јовановић Душко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3D5" w:rsidRPr="005E03D5" w:rsidRDefault="00CC2103" w:rsidP="00CC2103">
            <w:pPr>
              <w:spacing w:line="276" w:lineRule="auto"/>
              <w:rPr>
                <w:rFonts w:cs="Arial"/>
                <w:color w:val="000000"/>
                <w:sz w:val="18"/>
                <w:szCs w:val="18"/>
                <w:lang w:val="sr-Cyrl-RS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>Сремска Каменица</w:t>
            </w:r>
            <w:r w:rsidR="005E03D5"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 xml:space="preserve">, </w:t>
            </w:r>
            <w:r>
              <w:rPr>
                <w:rFonts w:cs="Arial"/>
                <w:color w:val="000000"/>
                <w:sz w:val="18"/>
                <w:szCs w:val="18"/>
                <w:lang w:val="sr-Cyrl-RS"/>
              </w:rPr>
              <w:t>Војводе Путника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3D5" w:rsidRDefault="00E858B4" w:rsidP="00CC2103">
            <w:pPr>
              <w:tabs>
                <w:tab w:val="left" w:pos="4695"/>
              </w:tabs>
              <w:spacing w:line="276" w:lineRule="auto"/>
              <w:rPr>
                <w:rFonts w:cs="Calibri"/>
                <w:sz w:val="18"/>
                <w:szCs w:val="18"/>
                <w:lang w:val="sr-Cyrl-RS"/>
              </w:rPr>
            </w:pPr>
            <w:r>
              <w:rPr>
                <w:rFonts w:cs="Calibri"/>
                <w:sz w:val="18"/>
                <w:szCs w:val="18"/>
                <w:lang w:val="sr-Cyrl-RS"/>
              </w:rPr>
              <w:t xml:space="preserve">Поправка </w:t>
            </w:r>
            <w:r w:rsidR="00CC2103">
              <w:rPr>
                <w:rFonts w:cs="Calibri"/>
                <w:sz w:val="18"/>
                <w:szCs w:val="18"/>
                <w:lang w:val="sr-Cyrl-RS"/>
              </w:rPr>
              <w:t>саобраћајне површине</w:t>
            </w:r>
          </w:p>
        </w:tc>
      </w:tr>
      <w:tr w:rsidR="00AB0E70" w:rsidRPr="002C1907" w:rsidTr="001C6D35">
        <w:trPr>
          <w:trHeight w:val="281"/>
        </w:trPr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E70" w:rsidRDefault="00DD2EDE" w:rsidP="00561D72">
            <w:pPr>
              <w:spacing w:line="276" w:lineRule="auto"/>
              <w:rPr>
                <w:rFonts w:cs="Calibri"/>
                <w:b/>
                <w:sz w:val="18"/>
                <w:szCs w:val="18"/>
                <w:lang w:val="sr-Cyrl-RS"/>
              </w:rPr>
            </w:pPr>
            <w:r>
              <w:rPr>
                <w:rFonts w:cs="Calibri"/>
                <w:b/>
                <w:sz w:val="18"/>
                <w:szCs w:val="18"/>
                <w:lang w:val="sr-Cyrl-RS"/>
              </w:rPr>
              <w:t>Коњевић Срђан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7A6" w:rsidRPr="00AB0E70" w:rsidRDefault="00EB47A6" w:rsidP="00D05492">
            <w:pPr>
              <w:spacing w:line="276" w:lineRule="auto"/>
              <w:rPr>
                <w:rFonts w:cs="Arial"/>
                <w:color w:val="000000"/>
                <w:sz w:val="18"/>
                <w:szCs w:val="18"/>
                <w:lang w:val="sr-Cyrl-RS"/>
              </w:rPr>
            </w:pPr>
            <w:r w:rsidRPr="00EB47A6"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>Кисач,</w:t>
            </w:r>
            <w:r>
              <w:rPr>
                <w:rFonts w:cs="Arial"/>
                <w:color w:val="000000"/>
                <w:sz w:val="18"/>
                <w:szCs w:val="18"/>
                <w:lang w:val="sr-Cyrl-RS"/>
              </w:rPr>
              <w:t xml:space="preserve"> Јанка Чмелика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E70" w:rsidRPr="009C5D39" w:rsidRDefault="006556F2" w:rsidP="00AB0E70">
            <w:pPr>
              <w:tabs>
                <w:tab w:val="left" w:pos="4695"/>
              </w:tabs>
              <w:spacing w:line="276" w:lineRule="auto"/>
              <w:rPr>
                <w:rFonts w:cs="Calibri"/>
                <w:sz w:val="18"/>
                <w:szCs w:val="18"/>
                <w:lang w:val="sr-Latn-RS"/>
              </w:rPr>
            </w:pPr>
            <w:r>
              <w:rPr>
                <w:rFonts w:cs="Calibri"/>
                <w:sz w:val="18"/>
                <w:szCs w:val="18"/>
                <w:lang w:val="sr-Cyrl-RS"/>
              </w:rPr>
              <w:t>Уређење банкина</w:t>
            </w:r>
          </w:p>
        </w:tc>
      </w:tr>
      <w:tr w:rsidR="00CC2103" w:rsidRPr="002C1907" w:rsidTr="001C6D35">
        <w:trPr>
          <w:trHeight w:val="281"/>
        </w:trPr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103" w:rsidRDefault="00CC2103" w:rsidP="00561D72">
            <w:pPr>
              <w:spacing w:line="276" w:lineRule="auto"/>
              <w:rPr>
                <w:rFonts w:cs="Calibri"/>
                <w:b/>
                <w:sz w:val="18"/>
                <w:szCs w:val="18"/>
                <w:lang w:val="sr-Cyrl-RS"/>
              </w:rPr>
            </w:pPr>
            <w:r>
              <w:rPr>
                <w:rFonts w:cs="Calibri"/>
                <w:b/>
                <w:sz w:val="18"/>
                <w:szCs w:val="18"/>
                <w:lang w:val="sr-Cyrl-RS"/>
              </w:rPr>
              <w:t>Арсић Данијела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103" w:rsidRPr="00CC2103" w:rsidRDefault="00CC2103" w:rsidP="00D05492">
            <w:pPr>
              <w:spacing w:line="276" w:lineRule="auto"/>
              <w:rPr>
                <w:rFonts w:cs="Arial"/>
                <w:color w:val="000000"/>
                <w:sz w:val="18"/>
                <w:szCs w:val="18"/>
                <w:lang w:val="sr-Cyrl-RS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 xml:space="preserve">Нови Сад, </w:t>
            </w:r>
            <w:r>
              <w:rPr>
                <w:rFonts w:cs="Arial"/>
                <w:color w:val="000000"/>
                <w:sz w:val="18"/>
                <w:szCs w:val="18"/>
                <w:lang w:val="sr-Cyrl-RS"/>
              </w:rPr>
              <w:t>Миколе Кочиша, Паје Маргановића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103" w:rsidRDefault="00CC2103" w:rsidP="00AB0E70">
            <w:pPr>
              <w:tabs>
                <w:tab w:val="left" w:pos="4695"/>
              </w:tabs>
              <w:spacing w:line="276" w:lineRule="auto"/>
              <w:rPr>
                <w:rFonts w:cs="Calibri"/>
                <w:sz w:val="18"/>
                <w:szCs w:val="18"/>
                <w:lang w:val="sr-Cyrl-RS"/>
              </w:rPr>
            </w:pPr>
            <w:r>
              <w:rPr>
                <w:rFonts w:cs="Calibri"/>
                <w:sz w:val="18"/>
                <w:szCs w:val="18"/>
                <w:lang w:val="sr-Cyrl-RS"/>
              </w:rPr>
              <w:t>Уређење банкина</w:t>
            </w:r>
            <w:bookmarkStart w:id="0" w:name="_GoBack"/>
            <w:bookmarkEnd w:id="0"/>
          </w:p>
        </w:tc>
      </w:tr>
    </w:tbl>
    <w:p w:rsidR="00AF128A" w:rsidRPr="00CA3449" w:rsidRDefault="00AF128A" w:rsidP="00AF128A">
      <w:pPr>
        <w:rPr>
          <w:rFonts w:cs="Arial"/>
          <w:b/>
          <w:color w:val="000000"/>
          <w:sz w:val="20"/>
          <w:szCs w:val="20"/>
          <w:lang w:val="sr-Latn-RS"/>
        </w:rPr>
      </w:pPr>
    </w:p>
    <w:p w:rsidR="00561D72" w:rsidRPr="00815F91" w:rsidRDefault="00561D72" w:rsidP="00561D72">
      <w:pPr>
        <w:tabs>
          <w:tab w:val="left" w:pos="4695"/>
        </w:tabs>
        <w:spacing w:line="276" w:lineRule="auto"/>
        <w:jc w:val="center"/>
        <w:rPr>
          <w:rFonts w:cs="Arial"/>
          <w:b/>
          <w:color w:val="000000"/>
          <w:sz w:val="20"/>
          <w:szCs w:val="20"/>
          <w:lang w:val="sr-Cyrl-CS"/>
        </w:rPr>
      </w:pPr>
      <w:r w:rsidRPr="00815F91">
        <w:rPr>
          <w:rFonts w:cs="Arial"/>
          <w:b/>
          <w:color w:val="000000"/>
          <w:sz w:val="20"/>
          <w:szCs w:val="20"/>
          <w:lang w:val="sr-Cyrl-CS"/>
        </w:rPr>
        <w:t>„ОДЕЉЕЊЕ СИГНАЛИЗАЦИЈЕ“</w:t>
      </w:r>
    </w:p>
    <w:tbl>
      <w:tblPr>
        <w:tblW w:w="11059" w:type="dxa"/>
        <w:tblInd w:w="-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 w:firstRow="0" w:lastRow="0" w:firstColumn="1" w:lastColumn="0" w:noHBand="0" w:noVBand="1"/>
      </w:tblPr>
      <w:tblGrid>
        <w:gridCol w:w="1987"/>
        <w:gridCol w:w="4252"/>
        <w:gridCol w:w="4820"/>
      </w:tblGrid>
      <w:tr w:rsidR="00561D72" w:rsidRPr="003977BD" w:rsidTr="00A54088">
        <w:trPr>
          <w:trHeight w:val="249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72" w:rsidRPr="003977BD" w:rsidRDefault="00561D72" w:rsidP="00A54088">
            <w:pPr>
              <w:tabs>
                <w:tab w:val="left" w:pos="4695"/>
              </w:tabs>
              <w:spacing w:line="276" w:lineRule="auto"/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</w:pPr>
            <w:r w:rsidRPr="003977BD"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>Хор. и верт.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D72" w:rsidRPr="003977BD" w:rsidRDefault="00561D72" w:rsidP="00A54088">
            <w:pPr>
              <w:tabs>
                <w:tab w:val="left" w:pos="4695"/>
              </w:tabs>
              <w:spacing w:line="276" w:lineRule="auto"/>
              <w:rPr>
                <w:rFonts w:cs="Arial"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72" w:rsidRPr="003977BD" w:rsidRDefault="00561D72" w:rsidP="00A54088">
            <w:pPr>
              <w:tabs>
                <w:tab w:val="left" w:pos="4695"/>
              </w:tabs>
              <w:spacing w:line="276" w:lineRule="auto"/>
              <w:rPr>
                <w:rFonts w:cs="Arial"/>
                <w:color w:val="000000"/>
                <w:sz w:val="18"/>
                <w:szCs w:val="18"/>
                <w:lang w:val="sr-Cyrl-RS"/>
              </w:rPr>
            </w:pPr>
            <w:r w:rsidRPr="003977BD">
              <w:rPr>
                <w:rFonts w:cs="Arial"/>
                <w:color w:val="000000"/>
                <w:sz w:val="18"/>
                <w:szCs w:val="18"/>
                <w:lang w:val="sr-Cyrl-RS"/>
              </w:rPr>
              <w:t>Редовно одржавање вертикалне сигнализације</w:t>
            </w:r>
          </w:p>
        </w:tc>
      </w:tr>
      <w:tr w:rsidR="00561D72" w:rsidRPr="003977BD" w:rsidTr="00A54088">
        <w:trPr>
          <w:trHeight w:val="451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D72" w:rsidRPr="003977BD" w:rsidRDefault="00561D72" w:rsidP="00A54088">
            <w:pPr>
              <w:tabs>
                <w:tab w:val="left" w:pos="4695"/>
              </w:tabs>
              <w:spacing w:line="276" w:lineRule="auto"/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D72" w:rsidRPr="003977BD" w:rsidRDefault="00561D72" w:rsidP="00A54088">
            <w:pPr>
              <w:tabs>
                <w:tab w:val="left" w:pos="4695"/>
              </w:tabs>
              <w:spacing w:line="276" w:lineRule="auto"/>
              <w:rPr>
                <w:rFonts w:cs="Arial"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D72" w:rsidRPr="003977BD" w:rsidRDefault="00561D72" w:rsidP="00A54088">
            <w:pPr>
              <w:tabs>
                <w:tab w:val="left" w:pos="4695"/>
              </w:tabs>
              <w:spacing w:line="276" w:lineRule="auto"/>
              <w:rPr>
                <w:rFonts w:cs="Arial"/>
                <w:color w:val="000000"/>
                <w:sz w:val="18"/>
                <w:szCs w:val="18"/>
                <w:lang w:val="sr-Cyrl-RS"/>
              </w:rPr>
            </w:pPr>
            <w:r w:rsidRPr="003977BD">
              <w:rPr>
                <w:rFonts w:cs="Arial"/>
                <w:color w:val="000000"/>
                <w:sz w:val="18"/>
                <w:szCs w:val="18"/>
                <w:lang w:val="sr-Cyrl-RS"/>
              </w:rPr>
              <w:t>Поправка саобраћајне сигнализације по налогу инспекције</w:t>
            </w:r>
          </w:p>
        </w:tc>
      </w:tr>
      <w:tr w:rsidR="00310B65" w:rsidRPr="00FE2433" w:rsidTr="00A54088">
        <w:trPr>
          <w:trHeight w:val="249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B65" w:rsidRPr="003977BD" w:rsidRDefault="00310B65" w:rsidP="00A54088">
            <w:pPr>
              <w:tabs>
                <w:tab w:val="left" w:pos="4695"/>
              </w:tabs>
              <w:spacing w:line="276" w:lineRule="auto"/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B65" w:rsidRPr="00310B65" w:rsidRDefault="000E4BA3" w:rsidP="000E4BA3">
            <w:pPr>
              <w:tabs>
                <w:tab w:val="left" w:pos="4695"/>
              </w:tabs>
              <w:spacing w:line="276" w:lineRule="auto"/>
              <w:rPr>
                <w:rFonts w:cs="Arial"/>
                <w:color w:val="000000"/>
                <w:sz w:val="18"/>
                <w:szCs w:val="18"/>
                <w:lang w:val="sr-Cyrl-RS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>Футог</w:t>
            </w:r>
            <w:r w:rsidR="00310B65"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 xml:space="preserve">, </w:t>
            </w:r>
            <w:r>
              <w:rPr>
                <w:rFonts w:cs="Arial"/>
                <w:color w:val="000000"/>
                <w:sz w:val="18"/>
                <w:szCs w:val="18"/>
                <w:lang w:val="sr-Cyrl-RS"/>
              </w:rPr>
              <w:t>Браће Бошњак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B65" w:rsidRPr="005D7C04" w:rsidRDefault="000E4BA3" w:rsidP="00892609">
            <w:pPr>
              <w:tabs>
                <w:tab w:val="left" w:pos="4695"/>
              </w:tabs>
              <w:spacing w:line="276" w:lineRule="auto"/>
              <w:rPr>
                <w:rFonts w:cs="Calibri"/>
                <w:sz w:val="18"/>
                <w:szCs w:val="18"/>
                <w:lang w:val="sr-Cyrl-RS"/>
              </w:rPr>
            </w:pPr>
            <w:r>
              <w:rPr>
                <w:rFonts w:cs="Calibri"/>
                <w:sz w:val="18"/>
                <w:szCs w:val="18"/>
                <w:lang w:val="sr-Cyrl-RS"/>
              </w:rPr>
              <w:t>Постављање привремене сигнализације</w:t>
            </w:r>
          </w:p>
        </w:tc>
      </w:tr>
      <w:tr w:rsidR="00561D72" w:rsidRPr="003977BD" w:rsidTr="00A54088">
        <w:trPr>
          <w:trHeight w:val="381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72" w:rsidRPr="003977BD" w:rsidRDefault="00561D72" w:rsidP="00A54088">
            <w:pPr>
              <w:tabs>
                <w:tab w:val="left" w:pos="4695"/>
              </w:tabs>
              <w:spacing w:line="276" w:lineRule="auto"/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</w:pPr>
            <w:r w:rsidRPr="003977BD"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>Светлосна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D72" w:rsidRPr="003977BD" w:rsidRDefault="00561D72" w:rsidP="00A54088">
            <w:pPr>
              <w:tabs>
                <w:tab w:val="left" w:pos="4695"/>
              </w:tabs>
              <w:spacing w:line="276" w:lineRule="auto"/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72" w:rsidRPr="003977BD" w:rsidRDefault="00561D72" w:rsidP="00A54088">
            <w:pPr>
              <w:tabs>
                <w:tab w:val="left" w:pos="4695"/>
              </w:tabs>
              <w:spacing w:line="276" w:lineRule="auto"/>
              <w:rPr>
                <w:rFonts w:cs="Arial"/>
                <w:color w:val="000000"/>
                <w:sz w:val="18"/>
                <w:szCs w:val="18"/>
                <w:lang w:val="sr-Cyrl-RS"/>
              </w:rPr>
            </w:pPr>
            <w:r w:rsidRPr="003977BD">
              <w:rPr>
                <w:rFonts w:cs="Arial"/>
                <w:color w:val="000000"/>
                <w:sz w:val="18"/>
                <w:szCs w:val="18"/>
                <w:lang w:val="sr-Cyrl-RS"/>
              </w:rPr>
              <w:t>Јутарњи обилазак семафора и текуће одржавање</w:t>
            </w:r>
          </w:p>
        </w:tc>
      </w:tr>
      <w:tr w:rsidR="00F35D37" w:rsidRPr="003977BD" w:rsidTr="00A54088">
        <w:trPr>
          <w:trHeight w:val="381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D37" w:rsidRPr="003977BD" w:rsidRDefault="00F35D37" w:rsidP="00F35D37">
            <w:pPr>
              <w:tabs>
                <w:tab w:val="left" w:pos="4695"/>
              </w:tabs>
              <w:spacing w:line="276" w:lineRule="auto"/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D37" w:rsidRPr="009A7EE8" w:rsidRDefault="00F35D37" w:rsidP="000E4BA3">
            <w:pPr>
              <w:tabs>
                <w:tab w:val="left" w:pos="4695"/>
              </w:tabs>
              <w:spacing w:line="276" w:lineRule="auto"/>
              <w:rPr>
                <w:rFonts w:cs="Arial"/>
                <w:color w:val="000000"/>
                <w:sz w:val="18"/>
                <w:szCs w:val="18"/>
                <w:lang w:val="sr-Latn-RS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 xml:space="preserve">Нови Сад, </w:t>
            </w:r>
            <w:r w:rsidR="000E4BA3">
              <w:rPr>
                <w:rFonts w:cs="Arial"/>
                <w:color w:val="000000"/>
                <w:sz w:val="18"/>
                <w:szCs w:val="18"/>
                <w:lang w:val="sr-Cyrl-RS"/>
              </w:rPr>
              <w:t>Темеринска - Шајкашка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D37" w:rsidRPr="00310B65" w:rsidRDefault="00B25FE1" w:rsidP="000E4BA3">
            <w:pPr>
              <w:tabs>
                <w:tab w:val="left" w:pos="4695"/>
              </w:tabs>
              <w:spacing w:line="276" w:lineRule="auto"/>
              <w:rPr>
                <w:rFonts w:cs="Arial"/>
                <w:color w:val="000000"/>
                <w:sz w:val="18"/>
                <w:szCs w:val="18"/>
                <w:lang w:val="sr-Cyrl-RS"/>
              </w:rPr>
            </w:pPr>
            <w:r>
              <w:rPr>
                <w:rFonts w:cs="Arial"/>
                <w:color w:val="000000"/>
                <w:sz w:val="18"/>
                <w:szCs w:val="18"/>
                <w:lang w:val="sr-Cyrl-RS"/>
              </w:rPr>
              <w:t xml:space="preserve">Поправка </w:t>
            </w:r>
            <w:r w:rsidR="000E4BA3">
              <w:rPr>
                <w:rFonts w:cs="Arial"/>
                <w:color w:val="000000"/>
                <w:sz w:val="18"/>
                <w:szCs w:val="18"/>
                <w:lang w:val="sr-Cyrl-RS"/>
              </w:rPr>
              <w:t>најаве пешака</w:t>
            </w:r>
          </w:p>
        </w:tc>
      </w:tr>
      <w:tr w:rsidR="00EB47A6" w:rsidRPr="003977BD" w:rsidTr="00A54088">
        <w:trPr>
          <w:trHeight w:val="381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7A6" w:rsidRPr="003977BD" w:rsidRDefault="00EB47A6" w:rsidP="00EB47A6">
            <w:pPr>
              <w:tabs>
                <w:tab w:val="left" w:pos="4695"/>
              </w:tabs>
              <w:spacing w:line="276" w:lineRule="auto"/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7A6" w:rsidRPr="009A7EE8" w:rsidRDefault="00EB47A6" w:rsidP="000E4BA3">
            <w:pPr>
              <w:tabs>
                <w:tab w:val="left" w:pos="4695"/>
              </w:tabs>
              <w:spacing w:line="276" w:lineRule="auto"/>
              <w:rPr>
                <w:rFonts w:cs="Arial"/>
                <w:color w:val="000000"/>
                <w:sz w:val="18"/>
                <w:szCs w:val="18"/>
                <w:lang w:val="sr-Latn-RS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 xml:space="preserve">Нови Сад, </w:t>
            </w:r>
            <w:r w:rsidR="000E4BA3">
              <w:rPr>
                <w:rFonts w:cs="Arial"/>
                <w:color w:val="000000"/>
                <w:sz w:val="18"/>
                <w:szCs w:val="18"/>
                <w:lang w:val="sr-Cyrl-RS"/>
              </w:rPr>
              <w:t>Јеврејска (пешачки прелаз)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7A6" w:rsidRPr="00310B65" w:rsidRDefault="000E4BA3" w:rsidP="00EB47A6">
            <w:pPr>
              <w:tabs>
                <w:tab w:val="left" w:pos="4695"/>
              </w:tabs>
              <w:spacing w:line="276" w:lineRule="auto"/>
              <w:rPr>
                <w:rFonts w:cs="Arial"/>
                <w:color w:val="000000"/>
                <w:sz w:val="18"/>
                <w:szCs w:val="18"/>
                <w:lang w:val="sr-Cyrl-RS"/>
              </w:rPr>
            </w:pPr>
            <w:r>
              <w:rPr>
                <w:rFonts w:cs="Arial"/>
                <w:color w:val="000000"/>
                <w:sz w:val="18"/>
                <w:szCs w:val="18"/>
                <w:lang w:val="sr-Cyrl-RS"/>
              </w:rPr>
              <w:t>Поправка тастера за најаву пешака</w:t>
            </w:r>
          </w:p>
        </w:tc>
      </w:tr>
      <w:tr w:rsidR="00EB47A6" w:rsidRPr="003977BD" w:rsidTr="00A54088">
        <w:trPr>
          <w:trHeight w:val="381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7A6" w:rsidRPr="003977BD" w:rsidRDefault="00EB47A6" w:rsidP="00EB47A6">
            <w:pPr>
              <w:tabs>
                <w:tab w:val="left" w:pos="4695"/>
              </w:tabs>
              <w:spacing w:line="276" w:lineRule="auto"/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7A6" w:rsidRPr="00EB47A6" w:rsidRDefault="00EB47A6" w:rsidP="000E4BA3">
            <w:pPr>
              <w:tabs>
                <w:tab w:val="left" w:pos="4695"/>
              </w:tabs>
              <w:spacing w:line="276" w:lineRule="auto"/>
              <w:rPr>
                <w:rFonts w:cs="Arial"/>
                <w:color w:val="000000"/>
                <w:sz w:val="18"/>
                <w:szCs w:val="18"/>
                <w:lang w:val="sr-Cyrl-RS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 xml:space="preserve">Нови Сад, </w:t>
            </w:r>
            <w:r w:rsidR="000E4BA3">
              <w:rPr>
                <w:rFonts w:cs="Arial"/>
                <w:color w:val="000000"/>
                <w:sz w:val="18"/>
                <w:szCs w:val="18"/>
                <w:lang w:val="sr-Cyrl-RS"/>
              </w:rPr>
              <w:t>Приморска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7A6" w:rsidRDefault="000E4BA3" w:rsidP="00EB47A6">
            <w:pPr>
              <w:tabs>
                <w:tab w:val="left" w:pos="4695"/>
              </w:tabs>
              <w:spacing w:line="276" w:lineRule="auto"/>
              <w:rPr>
                <w:rFonts w:cs="Arial"/>
                <w:color w:val="000000"/>
                <w:sz w:val="18"/>
                <w:szCs w:val="18"/>
                <w:lang w:val="sr-Cyrl-RS"/>
              </w:rPr>
            </w:pPr>
            <w:r>
              <w:rPr>
                <w:rFonts w:cs="Arial"/>
                <w:color w:val="000000"/>
                <w:sz w:val="18"/>
                <w:szCs w:val="18"/>
                <w:lang w:val="sr-Cyrl-RS"/>
              </w:rPr>
              <w:t>Обилазак покретних семафора на градилишту</w:t>
            </w:r>
          </w:p>
        </w:tc>
      </w:tr>
    </w:tbl>
    <w:p w:rsidR="00405436" w:rsidRPr="00493C35" w:rsidRDefault="00405436" w:rsidP="00A04DC8">
      <w:pPr>
        <w:tabs>
          <w:tab w:val="left" w:pos="3581"/>
        </w:tabs>
        <w:spacing w:line="276" w:lineRule="auto"/>
        <w:rPr>
          <w:rFonts w:cs="Arial"/>
          <w:b/>
          <w:sz w:val="18"/>
          <w:szCs w:val="18"/>
          <w:lang w:val="sr-Cyrl-RS"/>
        </w:rPr>
      </w:pPr>
    </w:p>
    <w:p w:rsidR="00273D47" w:rsidRDefault="00273D47" w:rsidP="00273D47">
      <w:pPr>
        <w:tabs>
          <w:tab w:val="left" w:pos="3581"/>
        </w:tabs>
        <w:spacing w:line="276" w:lineRule="auto"/>
        <w:rPr>
          <w:rFonts w:cs="Arial"/>
          <w:b/>
          <w:sz w:val="18"/>
          <w:szCs w:val="18"/>
          <w:lang w:val="sr-Cyrl-CS"/>
        </w:rPr>
      </w:pPr>
    </w:p>
    <w:p w:rsidR="00273D47" w:rsidRPr="003977BD" w:rsidRDefault="00273D47" w:rsidP="00273D47">
      <w:pPr>
        <w:tabs>
          <w:tab w:val="left" w:pos="3581"/>
        </w:tabs>
        <w:spacing w:line="276" w:lineRule="auto"/>
        <w:rPr>
          <w:rFonts w:cs="Arial"/>
          <w:b/>
          <w:sz w:val="18"/>
          <w:szCs w:val="18"/>
          <w:lang w:val="sr-Cyrl-RS"/>
        </w:rPr>
      </w:pPr>
      <w:r>
        <w:rPr>
          <w:rFonts w:cs="Arial"/>
          <w:b/>
          <w:sz w:val="18"/>
          <w:szCs w:val="18"/>
          <w:lang w:val="sr-Cyrl-CS"/>
        </w:rPr>
        <w:t xml:space="preserve">               </w:t>
      </w:r>
      <w:r w:rsidRPr="003977BD">
        <w:rPr>
          <w:rFonts w:cs="Arial"/>
          <w:b/>
          <w:sz w:val="18"/>
          <w:szCs w:val="18"/>
          <w:lang w:val="sr-Cyrl-CS"/>
        </w:rPr>
        <w:t xml:space="preserve">Податке обрадила                                                                                                  </w:t>
      </w:r>
      <w:r w:rsidRPr="003977BD">
        <w:rPr>
          <w:rFonts w:cs="Arial"/>
          <w:b/>
          <w:sz w:val="18"/>
          <w:szCs w:val="18"/>
          <w:lang w:val="sr-Latn-CS"/>
        </w:rPr>
        <w:t xml:space="preserve">  </w:t>
      </w:r>
      <w:r w:rsidRPr="003977BD">
        <w:rPr>
          <w:rFonts w:cs="Arial"/>
          <w:b/>
          <w:sz w:val="18"/>
          <w:szCs w:val="18"/>
          <w:lang w:val="sr-Cyrl-RS"/>
        </w:rPr>
        <w:t xml:space="preserve">       </w:t>
      </w:r>
      <w:r w:rsidRPr="003977BD">
        <w:rPr>
          <w:rFonts w:cs="Arial"/>
          <w:b/>
          <w:sz w:val="18"/>
          <w:szCs w:val="18"/>
          <w:lang w:val="sr-Cyrl-CS"/>
        </w:rPr>
        <w:t>Руководилац службе грађевинске оперативе</w:t>
      </w:r>
    </w:p>
    <w:p w:rsidR="00273D47" w:rsidRDefault="00273D47" w:rsidP="00273D47">
      <w:pPr>
        <w:tabs>
          <w:tab w:val="left" w:pos="3581"/>
        </w:tabs>
        <w:spacing w:line="276" w:lineRule="auto"/>
        <w:rPr>
          <w:rFonts w:cs="Arial"/>
          <w:b/>
          <w:sz w:val="18"/>
          <w:szCs w:val="18"/>
          <w:lang w:val="sr-Cyrl-RS"/>
        </w:rPr>
      </w:pPr>
      <w:r>
        <w:rPr>
          <w:rFonts w:cs="Arial"/>
          <w:b/>
          <w:sz w:val="18"/>
          <w:szCs w:val="18"/>
          <w:lang w:val="sr-Cyrl-RS"/>
        </w:rPr>
        <w:t xml:space="preserve">                   </w:t>
      </w:r>
      <w:r w:rsidRPr="003977BD">
        <w:rPr>
          <w:rFonts w:cs="Arial"/>
          <w:b/>
          <w:sz w:val="18"/>
          <w:szCs w:val="18"/>
          <w:lang w:val="sr-Cyrl-RS"/>
        </w:rPr>
        <w:t>Наташа Стајић                                                                                                                                                 Дијана Мићић</w:t>
      </w:r>
      <w:r>
        <w:rPr>
          <w:rFonts w:cs="Arial"/>
          <w:b/>
          <w:sz w:val="18"/>
          <w:szCs w:val="18"/>
          <w:lang w:val="sr-Cyrl-RS"/>
        </w:rPr>
        <w:t xml:space="preserve">                                                   </w:t>
      </w:r>
    </w:p>
    <w:p w:rsidR="00273D47" w:rsidRPr="003977BD" w:rsidRDefault="00273D47" w:rsidP="00273D47">
      <w:pPr>
        <w:tabs>
          <w:tab w:val="left" w:pos="3581"/>
        </w:tabs>
        <w:spacing w:line="276" w:lineRule="auto"/>
        <w:rPr>
          <w:rFonts w:cs="Arial"/>
          <w:b/>
          <w:sz w:val="18"/>
          <w:szCs w:val="18"/>
          <w:lang w:val="sr-Cyrl-RS"/>
        </w:rPr>
      </w:pPr>
      <w:r w:rsidRPr="003977BD">
        <w:rPr>
          <w:rFonts w:cs="Arial"/>
          <w:b/>
          <w:sz w:val="18"/>
          <w:szCs w:val="18"/>
          <w:lang w:val="sr-Cyrl-RS"/>
        </w:rPr>
        <w:t xml:space="preserve">шеф одељења </w:t>
      </w:r>
      <w:r w:rsidRPr="003977BD">
        <w:rPr>
          <w:rFonts w:cs="Arial"/>
          <w:b/>
          <w:sz w:val="18"/>
          <w:szCs w:val="18"/>
          <w:lang w:val="sr-Latn-RS"/>
        </w:rPr>
        <w:t>II</w:t>
      </w:r>
      <w:r w:rsidRPr="003977BD">
        <w:rPr>
          <w:rFonts w:cs="Arial"/>
          <w:b/>
          <w:sz w:val="18"/>
          <w:szCs w:val="18"/>
          <w:lang w:val="sr-Cyrl-RS"/>
        </w:rPr>
        <w:t xml:space="preserve"> одржавања и градње                                                                               </w:t>
      </w:r>
      <w:r>
        <w:rPr>
          <w:rFonts w:cs="Arial"/>
          <w:b/>
          <w:sz w:val="18"/>
          <w:szCs w:val="18"/>
          <w:lang w:val="sr-Cyrl-RS"/>
        </w:rPr>
        <w:t xml:space="preserve">                              </w:t>
      </w:r>
      <w:r w:rsidRPr="003977BD">
        <w:rPr>
          <w:rFonts w:cs="Arial"/>
          <w:b/>
          <w:sz w:val="18"/>
          <w:szCs w:val="18"/>
          <w:lang w:val="sr-Cyrl-RS"/>
        </w:rPr>
        <w:t xml:space="preserve">    </w:t>
      </w:r>
      <w:r>
        <w:rPr>
          <w:rFonts w:cs="Arial"/>
          <w:b/>
          <w:sz w:val="18"/>
          <w:szCs w:val="18"/>
          <w:lang w:val="sr-Cyrl-RS"/>
        </w:rPr>
        <w:t xml:space="preserve">    </w:t>
      </w:r>
      <w:r w:rsidRPr="003977BD">
        <w:rPr>
          <w:rFonts w:cs="Arial"/>
          <w:b/>
          <w:sz w:val="18"/>
          <w:szCs w:val="18"/>
          <w:lang w:val="sr-Cyrl-RS"/>
        </w:rPr>
        <w:t>маст. инж. грађ.</w:t>
      </w:r>
    </w:p>
    <w:p w:rsidR="00273D47" w:rsidRDefault="00273D47" w:rsidP="00273D47">
      <w:pPr>
        <w:tabs>
          <w:tab w:val="left" w:pos="3581"/>
        </w:tabs>
        <w:spacing w:line="276" w:lineRule="auto"/>
        <w:ind w:left="-284"/>
        <w:rPr>
          <w:rFonts w:cs="Arial"/>
          <w:sz w:val="18"/>
          <w:szCs w:val="18"/>
          <w:lang w:val="sr-Latn-RS"/>
        </w:rPr>
      </w:pPr>
      <w:r>
        <w:rPr>
          <w:rFonts w:cs="Arial"/>
          <w:b/>
          <w:sz w:val="18"/>
          <w:szCs w:val="18"/>
          <w:lang w:val="sr-Cyrl-RS"/>
        </w:rPr>
        <w:t xml:space="preserve">               </w:t>
      </w:r>
      <w:r w:rsidRPr="003977BD">
        <w:rPr>
          <w:rFonts w:cs="Arial"/>
          <w:b/>
          <w:sz w:val="18"/>
          <w:szCs w:val="18"/>
          <w:lang w:val="sr-Cyrl-RS"/>
        </w:rPr>
        <w:t xml:space="preserve">за сарадњу са медијима                                                                                                                                 </w:t>
      </w:r>
    </w:p>
    <w:p w:rsidR="00273D47" w:rsidRPr="00ED7FDE" w:rsidRDefault="00273D47" w:rsidP="00273D47">
      <w:pPr>
        <w:rPr>
          <w:rFonts w:cs="Arial"/>
          <w:sz w:val="18"/>
          <w:szCs w:val="18"/>
          <w:lang w:val="sr-Latn-RS"/>
        </w:rPr>
      </w:pPr>
    </w:p>
    <w:p w:rsidR="004F29CE" w:rsidRPr="004A1B45" w:rsidRDefault="004F29CE" w:rsidP="00ED7FDE">
      <w:pPr>
        <w:rPr>
          <w:rFonts w:cs="Arial"/>
          <w:sz w:val="18"/>
          <w:szCs w:val="18"/>
          <w:lang w:val="sr-Cyrl-RS"/>
        </w:rPr>
      </w:pPr>
    </w:p>
    <w:p w:rsidR="004F29CE" w:rsidRDefault="004F29CE" w:rsidP="004F29CE">
      <w:pPr>
        <w:rPr>
          <w:rFonts w:ascii="Times New Roman" w:hAnsi="Times New Roman"/>
          <w:lang w:val="sr-Cyrl-RS"/>
        </w:rPr>
      </w:pPr>
    </w:p>
    <w:p w:rsidR="00ED7FDE" w:rsidRPr="004F29CE" w:rsidRDefault="00ED7FDE" w:rsidP="004F29CE">
      <w:pPr>
        <w:rPr>
          <w:rFonts w:cs="Arial"/>
          <w:sz w:val="18"/>
          <w:szCs w:val="18"/>
          <w:lang w:val="sr-Latn-RS"/>
        </w:rPr>
      </w:pPr>
    </w:p>
    <w:sectPr w:rsidR="00ED7FDE" w:rsidRPr="004F29CE" w:rsidSect="00AB62DD">
      <w:headerReference w:type="default" r:id="rId8"/>
      <w:footerReference w:type="even" r:id="rId9"/>
      <w:footerReference w:type="default" r:id="rId10"/>
      <w:headerReference w:type="first" r:id="rId11"/>
      <w:pgSz w:w="11909" w:h="16834" w:code="9"/>
      <w:pgMar w:top="442" w:right="427" w:bottom="851" w:left="709" w:header="436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3BBA" w:rsidRDefault="006A3BBA" w:rsidP="00612BF5">
      <w:r>
        <w:separator/>
      </w:r>
    </w:p>
  </w:endnote>
  <w:endnote w:type="continuationSeparator" w:id="0">
    <w:p w:rsidR="006A3BBA" w:rsidRDefault="006A3BBA" w:rsidP="00612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3B4D" w:rsidRDefault="00CC3B4D" w:rsidP="00CC3B4D">
    <w:pPr>
      <w:pStyle w:val="Footer"/>
      <w:rPr>
        <w:rFonts w:ascii="Arial" w:hAnsi="Arial" w:cs="Arial"/>
        <w:noProof/>
        <w:sz w:val="20"/>
        <w:lang w:val="sr-Latn-RS"/>
      </w:rPr>
    </w:pPr>
    <w:r>
      <w:rPr>
        <w:rFonts w:ascii="Arial" w:hAnsi="Arial" w:cs="Arial"/>
        <w:noProof/>
        <w:sz w:val="20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0CF3D9A" wp14:editId="697B1D9A">
              <wp:simplePos x="0" y="0"/>
              <wp:positionH relativeFrom="column">
                <wp:posOffset>41910</wp:posOffset>
              </wp:positionH>
              <wp:positionV relativeFrom="paragraph">
                <wp:posOffset>69215</wp:posOffset>
              </wp:positionV>
              <wp:extent cx="5867400" cy="0"/>
              <wp:effectExtent l="22860" t="21590" r="24765" b="26035"/>
              <wp:wrapNone/>
              <wp:docPr id="3" name="AutoShap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67400" cy="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974706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24B0F7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6" o:spid="_x0000_s1026" type="#_x0000_t32" style="position:absolute;margin-left:3.3pt;margin-top:5.45pt;width:462pt;height:0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" strokecolor="#f79646" strokeweight="3pt">
              <v:shadow color="#974706" opacity=".5" offset="1pt"/>
            </v:shape>
          </w:pict>
        </mc:Fallback>
      </mc:AlternateContent>
    </w:r>
  </w:p>
  <w:p w:rsidR="00CC3B4D" w:rsidRPr="007B631C" w:rsidRDefault="00CC3B4D" w:rsidP="00CC3B4D">
    <w:pPr>
      <w:pStyle w:val="Footer"/>
      <w:jc w:val="center"/>
      <w:rPr>
        <w:rFonts w:ascii="Arial" w:hAnsi="Arial" w:cs="Arial"/>
        <w:b/>
        <w:noProof/>
        <w:sz w:val="20"/>
        <w:lang w:val="sr-Cyrl-RS"/>
      </w:rPr>
    </w:pPr>
    <w:r w:rsidRPr="007B631C">
      <w:rPr>
        <w:rFonts w:ascii="Arial" w:hAnsi="Arial" w:cs="Arial"/>
        <w:b/>
        <w:noProof/>
        <w:sz w:val="20"/>
        <w:lang w:val="sr-Cyrl-RS"/>
      </w:rPr>
      <w:t>Јавно комунално предузеће „Пут“ Нови Сад , улица Руменачка 150/А, 21000 Нови Сад</w:t>
    </w:r>
  </w:p>
  <w:p w:rsidR="00CC3B4D" w:rsidRDefault="00CC3B4D" w:rsidP="00CC3B4D">
    <w:pPr>
      <w:pStyle w:val="Footer"/>
      <w:jc w:val="center"/>
    </w:pPr>
    <w:r>
      <w:rPr>
        <w:rFonts w:ascii="Arial" w:hAnsi="Arial" w:cs="Arial"/>
        <w:b/>
        <w:noProof/>
        <w:sz w:val="20"/>
        <w:lang w:val="sr-Cyrl-RS"/>
      </w:rPr>
      <w:t>т</w:t>
    </w:r>
    <w:r w:rsidRPr="007B631C">
      <w:rPr>
        <w:rFonts w:ascii="Arial" w:hAnsi="Arial" w:cs="Arial"/>
        <w:b/>
        <w:noProof/>
        <w:sz w:val="20"/>
        <w:lang w:val="sr-Cyrl-RS"/>
      </w:rPr>
      <w:t xml:space="preserve">ел.021/512-302, факс:021/518-600, </w:t>
    </w:r>
    <w:r w:rsidRPr="007B631C">
      <w:rPr>
        <w:rFonts w:ascii="Arial" w:hAnsi="Arial" w:cs="Arial"/>
        <w:b/>
        <w:noProof/>
        <w:sz w:val="20"/>
        <w:lang w:val="sr-Latn-RS"/>
      </w:rPr>
      <w:t>e-mail: office@jkpput.rs, web: www.jkpput.rs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5543" w:rsidRDefault="00D83A95">
    <w:pPr>
      <w:pStyle w:val="Footer"/>
      <w:rPr>
        <w:rFonts w:ascii="Arial" w:hAnsi="Arial" w:cs="Arial"/>
        <w:noProof/>
        <w:sz w:val="20"/>
        <w:lang w:val="sr-Latn-RS"/>
      </w:rPr>
    </w:pPr>
    <w:r>
      <w:rPr>
        <w:rFonts w:ascii="Arial" w:hAnsi="Arial" w:cs="Arial"/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41910</wp:posOffset>
              </wp:positionH>
              <wp:positionV relativeFrom="paragraph">
                <wp:posOffset>69215</wp:posOffset>
              </wp:positionV>
              <wp:extent cx="5867400" cy="0"/>
              <wp:effectExtent l="22860" t="21590" r="24765" b="26035"/>
              <wp:wrapNone/>
              <wp:docPr id="2" name="AutoShap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67400" cy="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974706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8359D2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6" o:spid="_x0000_s1026" type="#_x0000_t32" style="position:absolute;margin-left:3.3pt;margin-top:5.45pt;width:462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" strokecolor="#f79646" strokeweight="3pt">
              <v:shadow color="#974706" opacity=".5" offset="1pt"/>
            </v:shape>
          </w:pict>
        </mc:Fallback>
      </mc:AlternateContent>
    </w:r>
  </w:p>
  <w:p w:rsidR="00A7245B" w:rsidRPr="007B631C" w:rsidRDefault="00A7245B" w:rsidP="00A7245B">
    <w:pPr>
      <w:pStyle w:val="Footer"/>
      <w:jc w:val="center"/>
      <w:rPr>
        <w:rFonts w:ascii="Arial" w:hAnsi="Arial" w:cs="Arial"/>
        <w:b/>
        <w:noProof/>
        <w:sz w:val="20"/>
        <w:lang w:val="sr-Cyrl-RS"/>
      </w:rPr>
    </w:pPr>
    <w:r w:rsidRPr="007B631C">
      <w:rPr>
        <w:rFonts w:ascii="Arial" w:hAnsi="Arial" w:cs="Arial"/>
        <w:b/>
        <w:noProof/>
        <w:sz w:val="20"/>
        <w:lang w:val="sr-Cyrl-RS"/>
      </w:rPr>
      <w:t>Јавно комунално предузеће „Пут“ Нови Сад , улица Руменачка 150/А, 21000 Нови Сад</w:t>
    </w:r>
  </w:p>
  <w:p w:rsidR="00612BF5" w:rsidRDefault="00A7245B" w:rsidP="00A7245B">
    <w:pPr>
      <w:pStyle w:val="Footer"/>
      <w:jc w:val="center"/>
    </w:pPr>
    <w:r>
      <w:rPr>
        <w:rFonts w:ascii="Arial" w:hAnsi="Arial" w:cs="Arial"/>
        <w:b/>
        <w:noProof/>
        <w:sz w:val="20"/>
        <w:lang w:val="sr-Cyrl-RS"/>
      </w:rPr>
      <w:t>т</w:t>
    </w:r>
    <w:r w:rsidRPr="007B631C">
      <w:rPr>
        <w:rFonts w:ascii="Arial" w:hAnsi="Arial" w:cs="Arial"/>
        <w:b/>
        <w:noProof/>
        <w:sz w:val="20"/>
        <w:lang w:val="sr-Cyrl-RS"/>
      </w:rPr>
      <w:t xml:space="preserve">ел.021/512-302, факс:021/518-600, </w:t>
    </w:r>
    <w:r w:rsidRPr="007B631C">
      <w:rPr>
        <w:rFonts w:ascii="Arial" w:hAnsi="Arial" w:cs="Arial"/>
        <w:b/>
        <w:noProof/>
        <w:sz w:val="20"/>
        <w:lang w:val="sr-Latn-RS"/>
      </w:rPr>
      <w:t>e-mail: office@jkpput.rs, web: www.jkpput.rs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3BBA" w:rsidRDefault="006A3BBA" w:rsidP="00612BF5">
      <w:r>
        <w:separator/>
      </w:r>
    </w:p>
  </w:footnote>
  <w:footnote w:type="continuationSeparator" w:id="0">
    <w:p w:rsidR="006A3BBA" w:rsidRDefault="006A3BBA" w:rsidP="00612B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10713" w:type="dxa"/>
      <w:jc w:val="center"/>
      <w:tblBorders>
        <w:top w:val="none" w:sz="0" w:space="0" w:color="auto"/>
        <w:left w:val="none" w:sz="0" w:space="0" w:color="auto"/>
        <w:bottom w:val="single" w:sz="24" w:space="0" w:color="ED7D31" w:themeColor="accent2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076"/>
      <w:gridCol w:w="6429"/>
      <w:gridCol w:w="2208"/>
    </w:tblGrid>
    <w:tr w:rsidR="00A7245B" w:rsidTr="00441CAF">
      <w:trPr>
        <w:jc w:val="center"/>
      </w:trPr>
      <w:tc>
        <w:tcPr>
          <w:tcW w:w="2076" w:type="dxa"/>
        </w:tcPr>
        <w:p w:rsidR="00A7245B" w:rsidRDefault="00A7245B" w:rsidP="00A7245B">
          <w:r>
            <w:rPr>
              <w:noProof/>
            </w:rPr>
            <w:drawing>
              <wp:inline distT="0" distB="0" distL="0" distR="0" wp14:anchorId="232803D1" wp14:editId="51272850">
                <wp:extent cx="1181100" cy="1181100"/>
                <wp:effectExtent l="0" t="0" r="0" b="0"/>
                <wp:docPr id="40" name="Picture 4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qqq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81217" cy="118121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429" w:type="dxa"/>
        </w:tcPr>
        <w:p w:rsidR="00A7245B" w:rsidRDefault="00A7245B" w:rsidP="00A7245B">
          <w:pPr>
            <w:rPr>
              <w:rFonts w:ascii="Arial" w:hAnsi="Arial" w:cs="Arial"/>
              <w:noProof/>
              <w:sz w:val="20"/>
              <w:szCs w:val="20"/>
              <w:lang w:val="sr-Cyrl-RS"/>
            </w:rPr>
          </w:pPr>
        </w:p>
        <w:p w:rsidR="00A7245B" w:rsidRPr="00ED4650" w:rsidRDefault="00A7245B" w:rsidP="00A7245B">
          <w:pPr>
            <w:rPr>
              <w:rFonts w:ascii="Arial" w:hAnsi="Arial" w:cs="Arial"/>
              <w:noProof/>
              <w:sz w:val="20"/>
              <w:szCs w:val="20"/>
              <w:lang w:val="sr-Cyrl-RS"/>
            </w:rPr>
          </w:pPr>
          <w:r w:rsidRPr="00ED4650">
            <w:rPr>
              <w:rFonts w:ascii="Arial" w:hAnsi="Arial" w:cs="Arial"/>
              <w:noProof/>
              <w:sz w:val="20"/>
              <w:szCs w:val="20"/>
              <w:lang w:val="sr-Cyrl-RS"/>
            </w:rPr>
            <w:t>ЈАВНО КОМУНАЛНО ПРЕДУЗЕЋЕ „Пут“ Нови Сад</w:t>
          </w:r>
        </w:p>
        <w:p w:rsidR="00A7245B" w:rsidRPr="00ED4650" w:rsidRDefault="00A7245B" w:rsidP="00A7245B">
          <w:pPr>
            <w:rPr>
              <w:rFonts w:ascii="Arial" w:hAnsi="Arial" w:cs="Arial"/>
              <w:noProof/>
              <w:sz w:val="20"/>
              <w:szCs w:val="20"/>
              <w:lang w:val="sr-Cyrl-RS"/>
            </w:rPr>
          </w:pPr>
          <w:r w:rsidRPr="00ED4650">
            <w:rPr>
              <w:rFonts w:ascii="Arial" w:hAnsi="Arial" w:cs="Arial"/>
              <w:noProof/>
              <w:sz w:val="20"/>
              <w:szCs w:val="20"/>
              <w:lang w:val="sr-Cyrl-RS"/>
            </w:rPr>
            <w:t>21000 Нови Сад, Руменачка 150/а</w:t>
          </w:r>
        </w:p>
        <w:p w:rsidR="00A7245B" w:rsidRPr="00ED4650" w:rsidRDefault="00A7245B" w:rsidP="00A7245B">
          <w:pPr>
            <w:rPr>
              <w:rFonts w:ascii="Arial" w:hAnsi="Arial" w:cs="Arial"/>
              <w:noProof/>
              <w:sz w:val="20"/>
              <w:szCs w:val="20"/>
              <w:lang w:val="sr-Cyrl-RS"/>
            </w:rPr>
          </w:pPr>
          <w:r w:rsidRPr="002A65E7">
            <w:rPr>
              <w:rFonts w:ascii="Arial" w:hAnsi="Arial" w:cs="Arial"/>
              <w:b/>
              <w:noProof/>
              <w:sz w:val="20"/>
              <w:szCs w:val="20"/>
              <w:lang w:val="sr-Cyrl-RS"/>
            </w:rPr>
            <w:t>Пиб:</w:t>
          </w:r>
          <w:r w:rsidRPr="00ED4650">
            <w:rPr>
              <w:rFonts w:ascii="Arial" w:hAnsi="Arial" w:cs="Arial"/>
              <w:noProof/>
              <w:sz w:val="20"/>
              <w:szCs w:val="20"/>
              <w:lang w:val="sr-Cyrl-RS"/>
            </w:rPr>
            <w:t xml:space="preserve"> 100187770</w:t>
          </w:r>
        </w:p>
        <w:p w:rsidR="00A7245B" w:rsidRPr="00ED4650" w:rsidRDefault="00A7245B" w:rsidP="00A7245B">
          <w:pPr>
            <w:rPr>
              <w:rFonts w:ascii="Arial" w:hAnsi="Arial" w:cs="Arial"/>
              <w:noProof/>
              <w:sz w:val="20"/>
              <w:szCs w:val="20"/>
              <w:lang w:val="sr-Cyrl-RS"/>
            </w:rPr>
          </w:pPr>
          <w:r w:rsidRPr="002A65E7">
            <w:rPr>
              <w:rFonts w:ascii="Arial" w:hAnsi="Arial" w:cs="Arial"/>
              <w:b/>
              <w:noProof/>
              <w:sz w:val="20"/>
              <w:szCs w:val="20"/>
              <w:lang w:val="sr-Cyrl-RS"/>
            </w:rPr>
            <w:t>Матични број:</w:t>
          </w:r>
          <w:r w:rsidRPr="00ED4650">
            <w:rPr>
              <w:rFonts w:ascii="Arial" w:hAnsi="Arial" w:cs="Arial"/>
              <w:noProof/>
              <w:sz w:val="20"/>
              <w:szCs w:val="20"/>
              <w:lang w:val="sr-Cyrl-RS"/>
            </w:rPr>
            <w:t xml:space="preserve"> 08171963</w:t>
          </w:r>
        </w:p>
        <w:p w:rsidR="00A7245B" w:rsidRPr="00ED4650" w:rsidRDefault="00A7245B" w:rsidP="00A7245B">
          <w:pPr>
            <w:rPr>
              <w:rFonts w:ascii="Arial" w:hAnsi="Arial" w:cs="Arial"/>
              <w:noProof/>
              <w:sz w:val="20"/>
              <w:szCs w:val="20"/>
              <w:lang w:val="sr-Cyrl-RS"/>
            </w:rPr>
          </w:pPr>
          <w:r w:rsidRPr="002A65E7">
            <w:rPr>
              <w:rFonts w:ascii="Arial" w:hAnsi="Arial" w:cs="Arial"/>
              <w:b/>
              <w:noProof/>
              <w:sz w:val="20"/>
              <w:szCs w:val="20"/>
              <w:lang w:val="sr-Cyrl-RS"/>
            </w:rPr>
            <w:t>Шифра делатности:</w:t>
          </w:r>
          <w:r w:rsidRPr="00ED4650">
            <w:rPr>
              <w:rFonts w:ascii="Arial" w:hAnsi="Arial" w:cs="Arial"/>
              <w:noProof/>
              <w:sz w:val="20"/>
              <w:szCs w:val="20"/>
              <w:lang w:val="sr-Cyrl-RS"/>
            </w:rPr>
            <w:t xml:space="preserve"> 4211</w:t>
          </w:r>
        </w:p>
        <w:p w:rsidR="00A7245B" w:rsidRPr="00ED4650" w:rsidRDefault="00A7245B" w:rsidP="00A7245B">
          <w:pPr>
            <w:rPr>
              <w:lang w:val="sr-Cyrl-RS"/>
            </w:rPr>
          </w:pPr>
          <w:r w:rsidRPr="002A65E7">
            <w:rPr>
              <w:rFonts w:ascii="Arial" w:hAnsi="Arial" w:cs="Arial"/>
              <w:b/>
              <w:noProof/>
              <w:sz w:val="20"/>
              <w:szCs w:val="20"/>
              <w:lang w:val="sr-Cyrl-RS"/>
            </w:rPr>
            <w:t>Текући рачун:</w:t>
          </w:r>
          <w:r>
            <w:rPr>
              <w:rFonts w:ascii="Arial" w:hAnsi="Arial" w:cs="Arial"/>
              <w:noProof/>
              <w:sz w:val="20"/>
              <w:szCs w:val="20"/>
              <w:lang w:val="sr-Cyrl-RS"/>
            </w:rPr>
            <w:t xml:space="preserve"> </w:t>
          </w:r>
          <w:r>
            <w:rPr>
              <w:rFonts w:ascii="Arial" w:hAnsi="Arial" w:cs="Arial"/>
              <w:sz w:val="20"/>
              <w:szCs w:val="20"/>
              <w:lang w:val="sr-Cyrl-RS"/>
            </w:rPr>
            <w:t>АЛТА</w:t>
          </w:r>
          <w:r w:rsidRPr="00F72ABF">
            <w:rPr>
              <w:rFonts w:ascii="Arial" w:hAnsi="Arial" w:cs="Arial"/>
              <w:sz w:val="20"/>
              <w:szCs w:val="20"/>
              <w:lang w:val="sr-Cyrl-RS"/>
            </w:rPr>
            <w:t xml:space="preserve"> БАНКА а.д. Београд </w:t>
          </w:r>
          <w:r>
            <w:rPr>
              <w:rFonts w:ascii="Arial" w:hAnsi="Arial" w:cs="Arial"/>
              <w:sz w:val="20"/>
              <w:szCs w:val="20"/>
              <w:lang w:val="sr-Cyrl-RS"/>
            </w:rPr>
            <w:t>190-0000000145450-40</w:t>
          </w:r>
        </w:p>
      </w:tc>
      <w:tc>
        <w:tcPr>
          <w:tcW w:w="2208" w:type="dxa"/>
        </w:tcPr>
        <w:p w:rsidR="00A7245B" w:rsidRDefault="00A7245B" w:rsidP="00A7245B">
          <w:r>
            <w:t xml:space="preserve">        </w:t>
          </w:r>
          <w:r>
            <w:rPr>
              <w:noProof/>
            </w:rPr>
            <w:drawing>
              <wp:inline distT="0" distB="0" distL="0" distR="0" wp14:anchorId="66427886" wp14:editId="1F16A95D">
                <wp:extent cx="752049" cy="800100"/>
                <wp:effectExtent l="0" t="0" r="0" b="0"/>
                <wp:docPr id="41" name="Picture 4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ertifikat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56060" cy="91075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2A65E7" w:rsidRDefault="002A65E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208B" w:rsidRDefault="006A3BBA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1518628" o:spid="_x0000_s2052" type="#_x0000_t75" style="position:absolute;margin-left:0;margin-top:0;width:269.5pt;height:209.5pt;z-index:-251657728;mso-position-horizontal:center;mso-position-horizontal-relative:margin;mso-position-vertical:center;mso-position-vertical-relative:margin" o:allowincell="f">
          <v:imagedata r:id="rId1" o:title="CENTAR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92E7A"/>
    <w:multiLevelType w:val="hybridMultilevel"/>
    <w:tmpl w:val="104A50C8"/>
    <w:lvl w:ilvl="0" w:tplc="0C78948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F0796C"/>
    <w:multiLevelType w:val="hybridMultilevel"/>
    <w:tmpl w:val="4F7A903C"/>
    <w:lvl w:ilvl="0" w:tplc="E320E71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DD0B1F"/>
    <w:multiLevelType w:val="hybridMultilevel"/>
    <w:tmpl w:val="1CF6627A"/>
    <w:lvl w:ilvl="0" w:tplc="7D2A56A6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0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26C042FA"/>
    <w:multiLevelType w:val="hybridMultilevel"/>
    <w:tmpl w:val="6D8609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4F4199"/>
    <w:multiLevelType w:val="hybridMultilevel"/>
    <w:tmpl w:val="2C10C022"/>
    <w:lvl w:ilvl="0" w:tplc="B6AA27E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D4434D"/>
    <w:multiLevelType w:val="hybridMultilevel"/>
    <w:tmpl w:val="48AC59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5948A0"/>
    <w:multiLevelType w:val="hybridMultilevel"/>
    <w:tmpl w:val="1F9E3E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C32FC9"/>
    <w:multiLevelType w:val="hybridMultilevel"/>
    <w:tmpl w:val="3F586E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95639C"/>
    <w:multiLevelType w:val="hybridMultilevel"/>
    <w:tmpl w:val="59047DF4"/>
    <w:lvl w:ilvl="0" w:tplc="E634DF2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610E60"/>
    <w:multiLevelType w:val="hybridMultilevel"/>
    <w:tmpl w:val="4B18570A"/>
    <w:lvl w:ilvl="0" w:tplc="EBFE28AA"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11C344B"/>
    <w:multiLevelType w:val="hybridMultilevel"/>
    <w:tmpl w:val="2668B1B0"/>
    <w:lvl w:ilvl="0" w:tplc="779E58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35F7929"/>
    <w:multiLevelType w:val="hybridMultilevel"/>
    <w:tmpl w:val="61BE5508"/>
    <w:lvl w:ilvl="0" w:tplc="36E0BF88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025AC7"/>
    <w:multiLevelType w:val="hybridMultilevel"/>
    <w:tmpl w:val="7216457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C775F40"/>
    <w:multiLevelType w:val="hybridMultilevel"/>
    <w:tmpl w:val="BA5037E2"/>
    <w:lvl w:ilvl="0" w:tplc="F30CCB9C">
      <w:start w:val="3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C926A2"/>
    <w:multiLevelType w:val="hybridMultilevel"/>
    <w:tmpl w:val="FD5E96D0"/>
    <w:lvl w:ilvl="0" w:tplc="E27AECC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0A1AD8"/>
    <w:multiLevelType w:val="hybridMultilevel"/>
    <w:tmpl w:val="B3D2ED0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5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6"/>
  </w:num>
  <w:num w:numId="5">
    <w:abstractNumId w:val="7"/>
  </w:num>
  <w:num w:numId="6">
    <w:abstractNumId w:val="5"/>
  </w:num>
  <w:num w:numId="7">
    <w:abstractNumId w:val="10"/>
  </w:num>
  <w:num w:numId="8">
    <w:abstractNumId w:val="2"/>
  </w:num>
  <w:num w:numId="9">
    <w:abstractNumId w:val="9"/>
  </w:num>
  <w:num w:numId="10">
    <w:abstractNumId w:val="12"/>
  </w:num>
  <w:num w:numId="11">
    <w:abstractNumId w:val="0"/>
  </w:num>
  <w:num w:numId="12">
    <w:abstractNumId w:val="0"/>
  </w:num>
  <w:num w:numId="13">
    <w:abstractNumId w:val="0"/>
  </w:num>
  <w:num w:numId="14">
    <w:abstractNumId w:val="8"/>
  </w:num>
  <w:num w:numId="15">
    <w:abstractNumId w:val="0"/>
  </w:num>
  <w:num w:numId="16">
    <w:abstractNumId w:val="0"/>
  </w:num>
  <w:num w:numId="17">
    <w:abstractNumId w:val="0"/>
  </w:num>
  <w:num w:numId="18">
    <w:abstractNumId w:val="13"/>
  </w:num>
  <w:num w:numId="19">
    <w:abstractNumId w:val="4"/>
  </w:num>
  <w:num w:numId="20">
    <w:abstractNumId w:val="11"/>
  </w:num>
  <w:num w:numId="21">
    <w:abstractNumId w:val="1"/>
  </w:num>
  <w:num w:numId="22">
    <w:abstractNumId w:val="14"/>
  </w:num>
  <w:num w:numId="23">
    <w:abstractNumId w:val="0"/>
  </w:num>
  <w:num w:numId="24">
    <w:abstractNumId w:val="0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evenAndOddHeaders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198"/>
    <w:rsid w:val="00000CDB"/>
    <w:rsid w:val="00001045"/>
    <w:rsid w:val="0000166E"/>
    <w:rsid w:val="00001AF0"/>
    <w:rsid w:val="00002A20"/>
    <w:rsid w:val="00003141"/>
    <w:rsid w:val="0000320C"/>
    <w:rsid w:val="00003D6E"/>
    <w:rsid w:val="00003F1B"/>
    <w:rsid w:val="0000437C"/>
    <w:rsid w:val="00004985"/>
    <w:rsid w:val="000049E7"/>
    <w:rsid w:val="00004AC2"/>
    <w:rsid w:val="00005435"/>
    <w:rsid w:val="0000611F"/>
    <w:rsid w:val="00006272"/>
    <w:rsid w:val="00007992"/>
    <w:rsid w:val="00010204"/>
    <w:rsid w:val="0001029D"/>
    <w:rsid w:val="00010E37"/>
    <w:rsid w:val="00011533"/>
    <w:rsid w:val="00011C29"/>
    <w:rsid w:val="00011E8F"/>
    <w:rsid w:val="00012A81"/>
    <w:rsid w:val="00014357"/>
    <w:rsid w:val="00015159"/>
    <w:rsid w:val="00015559"/>
    <w:rsid w:val="00015941"/>
    <w:rsid w:val="00015B93"/>
    <w:rsid w:val="00016250"/>
    <w:rsid w:val="00016272"/>
    <w:rsid w:val="00016434"/>
    <w:rsid w:val="000168D2"/>
    <w:rsid w:val="000172F8"/>
    <w:rsid w:val="00017382"/>
    <w:rsid w:val="00017459"/>
    <w:rsid w:val="00017C99"/>
    <w:rsid w:val="00020886"/>
    <w:rsid w:val="00021488"/>
    <w:rsid w:val="000214B0"/>
    <w:rsid w:val="00021E97"/>
    <w:rsid w:val="0002279E"/>
    <w:rsid w:val="000228E7"/>
    <w:rsid w:val="00023180"/>
    <w:rsid w:val="00023999"/>
    <w:rsid w:val="00024AAF"/>
    <w:rsid w:val="00024BB5"/>
    <w:rsid w:val="00024C1C"/>
    <w:rsid w:val="00024E56"/>
    <w:rsid w:val="00024EBE"/>
    <w:rsid w:val="00025253"/>
    <w:rsid w:val="00026248"/>
    <w:rsid w:val="00026AE0"/>
    <w:rsid w:val="00027E6D"/>
    <w:rsid w:val="00027F10"/>
    <w:rsid w:val="000305CD"/>
    <w:rsid w:val="00030660"/>
    <w:rsid w:val="00030AF5"/>
    <w:rsid w:val="00030F51"/>
    <w:rsid w:val="00031818"/>
    <w:rsid w:val="0003193E"/>
    <w:rsid w:val="000319EA"/>
    <w:rsid w:val="00033002"/>
    <w:rsid w:val="0003338C"/>
    <w:rsid w:val="00033864"/>
    <w:rsid w:val="00033A17"/>
    <w:rsid w:val="00033DEB"/>
    <w:rsid w:val="00033F80"/>
    <w:rsid w:val="00033FD2"/>
    <w:rsid w:val="00034AF3"/>
    <w:rsid w:val="00036032"/>
    <w:rsid w:val="0003633A"/>
    <w:rsid w:val="000364B9"/>
    <w:rsid w:val="00037488"/>
    <w:rsid w:val="000374A6"/>
    <w:rsid w:val="000374DA"/>
    <w:rsid w:val="000376F4"/>
    <w:rsid w:val="00037783"/>
    <w:rsid w:val="0004112A"/>
    <w:rsid w:val="000418D2"/>
    <w:rsid w:val="00041AAC"/>
    <w:rsid w:val="00042894"/>
    <w:rsid w:val="00042FBC"/>
    <w:rsid w:val="000436C1"/>
    <w:rsid w:val="00043E01"/>
    <w:rsid w:val="0004589A"/>
    <w:rsid w:val="00045932"/>
    <w:rsid w:val="00045E44"/>
    <w:rsid w:val="000460FA"/>
    <w:rsid w:val="0004690D"/>
    <w:rsid w:val="00046B98"/>
    <w:rsid w:val="00047202"/>
    <w:rsid w:val="00047310"/>
    <w:rsid w:val="00047796"/>
    <w:rsid w:val="0004785E"/>
    <w:rsid w:val="00047A4D"/>
    <w:rsid w:val="00047B22"/>
    <w:rsid w:val="00047FFD"/>
    <w:rsid w:val="00050738"/>
    <w:rsid w:val="00051222"/>
    <w:rsid w:val="000518BA"/>
    <w:rsid w:val="00053627"/>
    <w:rsid w:val="00053849"/>
    <w:rsid w:val="0005408C"/>
    <w:rsid w:val="00054F02"/>
    <w:rsid w:val="0005630F"/>
    <w:rsid w:val="00056770"/>
    <w:rsid w:val="00056859"/>
    <w:rsid w:val="00057004"/>
    <w:rsid w:val="00057F1F"/>
    <w:rsid w:val="00060635"/>
    <w:rsid w:val="00060DF7"/>
    <w:rsid w:val="00061A7F"/>
    <w:rsid w:val="0006273E"/>
    <w:rsid w:val="0006316B"/>
    <w:rsid w:val="0006327D"/>
    <w:rsid w:val="000634CA"/>
    <w:rsid w:val="000636D4"/>
    <w:rsid w:val="00063FB0"/>
    <w:rsid w:val="00063FCC"/>
    <w:rsid w:val="00064580"/>
    <w:rsid w:val="00064752"/>
    <w:rsid w:val="000658F0"/>
    <w:rsid w:val="00066184"/>
    <w:rsid w:val="00070D1E"/>
    <w:rsid w:val="000713C9"/>
    <w:rsid w:val="00071EA5"/>
    <w:rsid w:val="00072475"/>
    <w:rsid w:val="000724E3"/>
    <w:rsid w:val="00072E26"/>
    <w:rsid w:val="00073131"/>
    <w:rsid w:val="00073677"/>
    <w:rsid w:val="000739A6"/>
    <w:rsid w:val="00073A1B"/>
    <w:rsid w:val="00074874"/>
    <w:rsid w:val="00074942"/>
    <w:rsid w:val="00074FF9"/>
    <w:rsid w:val="00075B69"/>
    <w:rsid w:val="00075C06"/>
    <w:rsid w:val="00076CC0"/>
    <w:rsid w:val="00076FBB"/>
    <w:rsid w:val="00077227"/>
    <w:rsid w:val="000778E0"/>
    <w:rsid w:val="00077DC9"/>
    <w:rsid w:val="00080603"/>
    <w:rsid w:val="0008096A"/>
    <w:rsid w:val="00080D30"/>
    <w:rsid w:val="00080E5C"/>
    <w:rsid w:val="00081154"/>
    <w:rsid w:val="000823C3"/>
    <w:rsid w:val="0008259F"/>
    <w:rsid w:val="000826AA"/>
    <w:rsid w:val="00082A54"/>
    <w:rsid w:val="00082AA1"/>
    <w:rsid w:val="000838CC"/>
    <w:rsid w:val="00084042"/>
    <w:rsid w:val="00084206"/>
    <w:rsid w:val="00084228"/>
    <w:rsid w:val="00084301"/>
    <w:rsid w:val="0008485C"/>
    <w:rsid w:val="00084CC3"/>
    <w:rsid w:val="00085003"/>
    <w:rsid w:val="00085072"/>
    <w:rsid w:val="0008525D"/>
    <w:rsid w:val="00085FA8"/>
    <w:rsid w:val="000860E9"/>
    <w:rsid w:val="00086969"/>
    <w:rsid w:val="0009000D"/>
    <w:rsid w:val="000907ED"/>
    <w:rsid w:val="00091410"/>
    <w:rsid w:val="00091BC7"/>
    <w:rsid w:val="00091DD6"/>
    <w:rsid w:val="00092358"/>
    <w:rsid w:val="000938F6"/>
    <w:rsid w:val="00093AF9"/>
    <w:rsid w:val="00094025"/>
    <w:rsid w:val="0009503E"/>
    <w:rsid w:val="00095132"/>
    <w:rsid w:val="00095229"/>
    <w:rsid w:val="00095538"/>
    <w:rsid w:val="00095C7A"/>
    <w:rsid w:val="00096174"/>
    <w:rsid w:val="0009629A"/>
    <w:rsid w:val="00097019"/>
    <w:rsid w:val="000978E1"/>
    <w:rsid w:val="000A0FE6"/>
    <w:rsid w:val="000A1945"/>
    <w:rsid w:val="000A1D99"/>
    <w:rsid w:val="000A1DC7"/>
    <w:rsid w:val="000A1EB4"/>
    <w:rsid w:val="000A3B09"/>
    <w:rsid w:val="000A3C7B"/>
    <w:rsid w:val="000A3D0E"/>
    <w:rsid w:val="000A50A6"/>
    <w:rsid w:val="000A546F"/>
    <w:rsid w:val="000A5A6C"/>
    <w:rsid w:val="000A5DEC"/>
    <w:rsid w:val="000A5F7E"/>
    <w:rsid w:val="000A6416"/>
    <w:rsid w:val="000A6621"/>
    <w:rsid w:val="000A708C"/>
    <w:rsid w:val="000A7147"/>
    <w:rsid w:val="000A7AD2"/>
    <w:rsid w:val="000A7CA1"/>
    <w:rsid w:val="000B00B4"/>
    <w:rsid w:val="000B0181"/>
    <w:rsid w:val="000B04D9"/>
    <w:rsid w:val="000B084C"/>
    <w:rsid w:val="000B0E2F"/>
    <w:rsid w:val="000B11D5"/>
    <w:rsid w:val="000B206A"/>
    <w:rsid w:val="000B25FA"/>
    <w:rsid w:val="000B2F48"/>
    <w:rsid w:val="000B4841"/>
    <w:rsid w:val="000B484A"/>
    <w:rsid w:val="000B6231"/>
    <w:rsid w:val="000B7511"/>
    <w:rsid w:val="000B7C9B"/>
    <w:rsid w:val="000C0347"/>
    <w:rsid w:val="000C0969"/>
    <w:rsid w:val="000C0B2F"/>
    <w:rsid w:val="000C23B6"/>
    <w:rsid w:val="000C2F7F"/>
    <w:rsid w:val="000C33BD"/>
    <w:rsid w:val="000C4CFD"/>
    <w:rsid w:val="000C4E54"/>
    <w:rsid w:val="000C576A"/>
    <w:rsid w:val="000C5E44"/>
    <w:rsid w:val="000C611B"/>
    <w:rsid w:val="000C6D5C"/>
    <w:rsid w:val="000C6E19"/>
    <w:rsid w:val="000C731E"/>
    <w:rsid w:val="000C79A1"/>
    <w:rsid w:val="000C7AA3"/>
    <w:rsid w:val="000D08B4"/>
    <w:rsid w:val="000D09D7"/>
    <w:rsid w:val="000D148F"/>
    <w:rsid w:val="000D2AF8"/>
    <w:rsid w:val="000D2C70"/>
    <w:rsid w:val="000D327F"/>
    <w:rsid w:val="000D3B1A"/>
    <w:rsid w:val="000D46FD"/>
    <w:rsid w:val="000D4A70"/>
    <w:rsid w:val="000D51B4"/>
    <w:rsid w:val="000D6536"/>
    <w:rsid w:val="000D6A41"/>
    <w:rsid w:val="000D6E29"/>
    <w:rsid w:val="000D7417"/>
    <w:rsid w:val="000E076C"/>
    <w:rsid w:val="000E0CDE"/>
    <w:rsid w:val="000E3344"/>
    <w:rsid w:val="000E398D"/>
    <w:rsid w:val="000E39A5"/>
    <w:rsid w:val="000E4AED"/>
    <w:rsid w:val="000E4B43"/>
    <w:rsid w:val="000E4BA3"/>
    <w:rsid w:val="000E52C4"/>
    <w:rsid w:val="000E5C97"/>
    <w:rsid w:val="000E6688"/>
    <w:rsid w:val="000E6914"/>
    <w:rsid w:val="000E6AD1"/>
    <w:rsid w:val="000E78A0"/>
    <w:rsid w:val="000F134A"/>
    <w:rsid w:val="000F2324"/>
    <w:rsid w:val="000F2F75"/>
    <w:rsid w:val="000F3D8A"/>
    <w:rsid w:val="000F3FE9"/>
    <w:rsid w:val="000F4427"/>
    <w:rsid w:val="000F475B"/>
    <w:rsid w:val="000F49A1"/>
    <w:rsid w:val="000F52D2"/>
    <w:rsid w:val="000F53CB"/>
    <w:rsid w:val="000F556E"/>
    <w:rsid w:val="000F5973"/>
    <w:rsid w:val="000F5ACE"/>
    <w:rsid w:val="000F6263"/>
    <w:rsid w:val="000F69F7"/>
    <w:rsid w:val="000F71CA"/>
    <w:rsid w:val="000F7368"/>
    <w:rsid w:val="000F769E"/>
    <w:rsid w:val="000F76BA"/>
    <w:rsid w:val="000F7E7B"/>
    <w:rsid w:val="00100E70"/>
    <w:rsid w:val="00101621"/>
    <w:rsid w:val="00101BE9"/>
    <w:rsid w:val="0010213E"/>
    <w:rsid w:val="001021D4"/>
    <w:rsid w:val="001025DD"/>
    <w:rsid w:val="00102706"/>
    <w:rsid w:val="0010422C"/>
    <w:rsid w:val="001042FD"/>
    <w:rsid w:val="001046BD"/>
    <w:rsid w:val="00105D1E"/>
    <w:rsid w:val="0010623E"/>
    <w:rsid w:val="001072FC"/>
    <w:rsid w:val="00107529"/>
    <w:rsid w:val="00107595"/>
    <w:rsid w:val="001075B4"/>
    <w:rsid w:val="00107CFF"/>
    <w:rsid w:val="00110F50"/>
    <w:rsid w:val="00111380"/>
    <w:rsid w:val="00111DA9"/>
    <w:rsid w:val="00111E4B"/>
    <w:rsid w:val="001121FD"/>
    <w:rsid w:val="00112FC5"/>
    <w:rsid w:val="0011300E"/>
    <w:rsid w:val="001132D1"/>
    <w:rsid w:val="0011422D"/>
    <w:rsid w:val="0011441A"/>
    <w:rsid w:val="0011441E"/>
    <w:rsid w:val="00114A86"/>
    <w:rsid w:val="00114B82"/>
    <w:rsid w:val="00114EC0"/>
    <w:rsid w:val="001152B0"/>
    <w:rsid w:val="00115949"/>
    <w:rsid w:val="001163E2"/>
    <w:rsid w:val="0011669F"/>
    <w:rsid w:val="00116FCB"/>
    <w:rsid w:val="001170BB"/>
    <w:rsid w:val="0011759C"/>
    <w:rsid w:val="001175F0"/>
    <w:rsid w:val="001179EE"/>
    <w:rsid w:val="00117A5D"/>
    <w:rsid w:val="00117DE4"/>
    <w:rsid w:val="00120772"/>
    <w:rsid w:val="001207DB"/>
    <w:rsid w:val="00121B43"/>
    <w:rsid w:val="00122523"/>
    <w:rsid w:val="00122F58"/>
    <w:rsid w:val="00122FD0"/>
    <w:rsid w:val="00123572"/>
    <w:rsid w:val="001236CD"/>
    <w:rsid w:val="0012374B"/>
    <w:rsid w:val="00123899"/>
    <w:rsid w:val="00124046"/>
    <w:rsid w:val="001243F2"/>
    <w:rsid w:val="001246A9"/>
    <w:rsid w:val="00124AD4"/>
    <w:rsid w:val="001254E8"/>
    <w:rsid w:val="001265D7"/>
    <w:rsid w:val="0012679A"/>
    <w:rsid w:val="00127403"/>
    <w:rsid w:val="0012797F"/>
    <w:rsid w:val="00127E54"/>
    <w:rsid w:val="00130081"/>
    <w:rsid w:val="001306E4"/>
    <w:rsid w:val="001311A9"/>
    <w:rsid w:val="00131786"/>
    <w:rsid w:val="00131B8E"/>
    <w:rsid w:val="00131D90"/>
    <w:rsid w:val="00131EA5"/>
    <w:rsid w:val="0013323C"/>
    <w:rsid w:val="00133317"/>
    <w:rsid w:val="001336CC"/>
    <w:rsid w:val="00133C73"/>
    <w:rsid w:val="00133CAF"/>
    <w:rsid w:val="00133CF6"/>
    <w:rsid w:val="00134210"/>
    <w:rsid w:val="00134921"/>
    <w:rsid w:val="00134BE6"/>
    <w:rsid w:val="00134E8F"/>
    <w:rsid w:val="0013540E"/>
    <w:rsid w:val="00135936"/>
    <w:rsid w:val="001364A1"/>
    <w:rsid w:val="001368DB"/>
    <w:rsid w:val="00136A9F"/>
    <w:rsid w:val="0013708F"/>
    <w:rsid w:val="00137888"/>
    <w:rsid w:val="00141034"/>
    <w:rsid w:val="00141244"/>
    <w:rsid w:val="00141CA5"/>
    <w:rsid w:val="00141EE2"/>
    <w:rsid w:val="00141FA6"/>
    <w:rsid w:val="0014235D"/>
    <w:rsid w:val="001425BC"/>
    <w:rsid w:val="001426BE"/>
    <w:rsid w:val="00142C3F"/>
    <w:rsid w:val="00142F6E"/>
    <w:rsid w:val="00142FD1"/>
    <w:rsid w:val="00143353"/>
    <w:rsid w:val="00143792"/>
    <w:rsid w:val="00143C91"/>
    <w:rsid w:val="00143ECC"/>
    <w:rsid w:val="001440D4"/>
    <w:rsid w:val="00144E32"/>
    <w:rsid w:val="00145320"/>
    <w:rsid w:val="001469A2"/>
    <w:rsid w:val="00146EC9"/>
    <w:rsid w:val="001472F9"/>
    <w:rsid w:val="00147336"/>
    <w:rsid w:val="00147685"/>
    <w:rsid w:val="001477D6"/>
    <w:rsid w:val="00147CD4"/>
    <w:rsid w:val="0015157E"/>
    <w:rsid w:val="00151E83"/>
    <w:rsid w:val="00152518"/>
    <w:rsid w:val="00152755"/>
    <w:rsid w:val="00153237"/>
    <w:rsid w:val="001535D2"/>
    <w:rsid w:val="00154629"/>
    <w:rsid w:val="00154E24"/>
    <w:rsid w:val="00155403"/>
    <w:rsid w:val="00155644"/>
    <w:rsid w:val="00155CC2"/>
    <w:rsid w:val="00155EFD"/>
    <w:rsid w:val="00156224"/>
    <w:rsid w:val="001565BD"/>
    <w:rsid w:val="00156AE8"/>
    <w:rsid w:val="0015707B"/>
    <w:rsid w:val="001572E1"/>
    <w:rsid w:val="00157305"/>
    <w:rsid w:val="00157367"/>
    <w:rsid w:val="00157666"/>
    <w:rsid w:val="00157E78"/>
    <w:rsid w:val="00157EFF"/>
    <w:rsid w:val="001601F1"/>
    <w:rsid w:val="001604EA"/>
    <w:rsid w:val="001608EB"/>
    <w:rsid w:val="00162E76"/>
    <w:rsid w:val="0016382C"/>
    <w:rsid w:val="001638B6"/>
    <w:rsid w:val="00163BA8"/>
    <w:rsid w:val="00163E45"/>
    <w:rsid w:val="00164235"/>
    <w:rsid w:val="00164959"/>
    <w:rsid w:val="001651C6"/>
    <w:rsid w:val="001654CA"/>
    <w:rsid w:val="00165C7A"/>
    <w:rsid w:val="00166E19"/>
    <w:rsid w:val="001670B8"/>
    <w:rsid w:val="00167267"/>
    <w:rsid w:val="00167376"/>
    <w:rsid w:val="00167D97"/>
    <w:rsid w:val="00167DF2"/>
    <w:rsid w:val="001704B5"/>
    <w:rsid w:val="00172422"/>
    <w:rsid w:val="00172C7C"/>
    <w:rsid w:val="00173B1C"/>
    <w:rsid w:val="00173DD0"/>
    <w:rsid w:val="001742B5"/>
    <w:rsid w:val="00174B15"/>
    <w:rsid w:val="00175032"/>
    <w:rsid w:val="001751BB"/>
    <w:rsid w:val="00175818"/>
    <w:rsid w:val="00175D9D"/>
    <w:rsid w:val="00177059"/>
    <w:rsid w:val="00177706"/>
    <w:rsid w:val="00180206"/>
    <w:rsid w:val="00180208"/>
    <w:rsid w:val="001804D2"/>
    <w:rsid w:val="00180905"/>
    <w:rsid w:val="00180DD2"/>
    <w:rsid w:val="00181ABA"/>
    <w:rsid w:val="001821D6"/>
    <w:rsid w:val="00183A21"/>
    <w:rsid w:val="00183DAD"/>
    <w:rsid w:val="00184EDF"/>
    <w:rsid w:val="00185418"/>
    <w:rsid w:val="0018560C"/>
    <w:rsid w:val="00185B94"/>
    <w:rsid w:val="00186953"/>
    <w:rsid w:val="0018754B"/>
    <w:rsid w:val="00187647"/>
    <w:rsid w:val="001878BD"/>
    <w:rsid w:val="001878DF"/>
    <w:rsid w:val="00187C35"/>
    <w:rsid w:val="0019130C"/>
    <w:rsid w:val="00191808"/>
    <w:rsid w:val="00191B0F"/>
    <w:rsid w:val="0019263E"/>
    <w:rsid w:val="001933C7"/>
    <w:rsid w:val="0019356C"/>
    <w:rsid w:val="00194832"/>
    <w:rsid w:val="00194AE4"/>
    <w:rsid w:val="00194D37"/>
    <w:rsid w:val="00195192"/>
    <w:rsid w:val="001954E8"/>
    <w:rsid w:val="0019553E"/>
    <w:rsid w:val="001956DC"/>
    <w:rsid w:val="00196873"/>
    <w:rsid w:val="001970A5"/>
    <w:rsid w:val="00197441"/>
    <w:rsid w:val="00197E91"/>
    <w:rsid w:val="00197FBD"/>
    <w:rsid w:val="001A0709"/>
    <w:rsid w:val="001A0D08"/>
    <w:rsid w:val="001A13D6"/>
    <w:rsid w:val="001A332E"/>
    <w:rsid w:val="001A33C5"/>
    <w:rsid w:val="001A3FCB"/>
    <w:rsid w:val="001A47CC"/>
    <w:rsid w:val="001A55A4"/>
    <w:rsid w:val="001A5A83"/>
    <w:rsid w:val="001A611F"/>
    <w:rsid w:val="001A6C8B"/>
    <w:rsid w:val="001A713F"/>
    <w:rsid w:val="001A763D"/>
    <w:rsid w:val="001A77D5"/>
    <w:rsid w:val="001A7B03"/>
    <w:rsid w:val="001A7DB1"/>
    <w:rsid w:val="001B01F2"/>
    <w:rsid w:val="001B05A6"/>
    <w:rsid w:val="001B0732"/>
    <w:rsid w:val="001B10AD"/>
    <w:rsid w:val="001B1359"/>
    <w:rsid w:val="001B1561"/>
    <w:rsid w:val="001B21E0"/>
    <w:rsid w:val="001B22F2"/>
    <w:rsid w:val="001B2357"/>
    <w:rsid w:val="001B27B0"/>
    <w:rsid w:val="001B2BF5"/>
    <w:rsid w:val="001B2DB8"/>
    <w:rsid w:val="001B378C"/>
    <w:rsid w:val="001B3C5B"/>
    <w:rsid w:val="001B497A"/>
    <w:rsid w:val="001B4CD4"/>
    <w:rsid w:val="001B51B0"/>
    <w:rsid w:val="001B52D1"/>
    <w:rsid w:val="001B5666"/>
    <w:rsid w:val="001B59B7"/>
    <w:rsid w:val="001B5CE6"/>
    <w:rsid w:val="001B6413"/>
    <w:rsid w:val="001B69F5"/>
    <w:rsid w:val="001B7B4A"/>
    <w:rsid w:val="001C0011"/>
    <w:rsid w:val="001C063D"/>
    <w:rsid w:val="001C06B8"/>
    <w:rsid w:val="001C1A2A"/>
    <w:rsid w:val="001C1B92"/>
    <w:rsid w:val="001C1DB7"/>
    <w:rsid w:val="001C22F5"/>
    <w:rsid w:val="001C24F7"/>
    <w:rsid w:val="001C2B8A"/>
    <w:rsid w:val="001C34E5"/>
    <w:rsid w:val="001C3ADD"/>
    <w:rsid w:val="001C3E1E"/>
    <w:rsid w:val="001C44D2"/>
    <w:rsid w:val="001C4F89"/>
    <w:rsid w:val="001C5ED6"/>
    <w:rsid w:val="001C696F"/>
    <w:rsid w:val="001C6D35"/>
    <w:rsid w:val="001C7CD0"/>
    <w:rsid w:val="001C7DA3"/>
    <w:rsid w:val="001D0396"/>
    <w:rsid w:val="001D03F0"/>
    <w:rsid w:val="001D0643"/>
    <w:rsid w:val="001D26BD"/>
    <w:rsid w:val="001D29A5"/>
    <w:rsid w:val="001D2FC3"/>
    <w:rsid w:val="001D32E9"/>
    <w:rsid w:val="001D41D2"/>
    <w:rsid w:val="001D5186"/>
    <w:rsid w:val="001D54E8"/>
    <w:rsid w:val="001D564C"/>
    <w:rsid w:val="001D5B26"/>
    <w:rsid w:val="001D5D23"/>
    <w:rsid w:val="001E227E"/>
    <w:rsid w:val="001E23B0"/>
    <w:rsid w:val="001E250B"/>
    <w:rsid w:val="001E2C5A"/>
    <w:rsid w:val="001E2CCF"/>
    <w:rsid w:val="001E3504"/>
    <w:rsid w:val="001E35B0"/>
    <w:rsid w:val="001E37AC"/>
    <w:rsid w:val="001E37E8"/>
    <w:rsid w:val="001E3B8E"/>
    <w:rsid w:val="001E4EF4"/>
    <w:rsid w:val="001E5610"/>
    <w:rsid w:val="001E5709"/>
    <w:rsid w:val="001E67DD"/>
    <w:rsid w:val="001E73A9"/>
    <w:rsid w:val="001E7608"/>
    <w:rsid w:val="001E7BB5"/>
    <w:rsid w:val="001F05AF"/>
    <w:rsid w:val="001F0D16"/>
    <w:rsid w:val="001F0FA3"/>
    <w:rsid w:val="001F28C5"/>
    <w:rsid w:val="001F2B81"/>
    <w:rsid w:val="001F2BF0"/>
    <w:rsid w:val="001F3057"/>
    <w:rsid w:val="001F389D"/>
    <w:rsid w:val="001F481F"/>
    <w:rsid w:val="001F4F3C"/>
    <w:rsid w:val="001F5291"/>
    <w:rsid w:val="001F543D"/>
    <w:rsid w:val="001F55CF"/>
    <w:rsid w:val="001F5932"/>
    <w:rsid w:val="001F595F"/>
    <w:rsid w:val="001F5DDD"/>
    <w:rsid w:val="001F5FD9"/>
    <w:rsid w:val="001F6056"/>
    <w:rsid w:val="001F64EF"/>
    <w:rsid w:val="001F705A"/>
    <w:rsid w:val="001F765B"/>
    <w:rsid w:val="001F7B8D"/>
    <w:rsid w:val="0020024A"/>
    <w:rsid w:val="002011B5"/>
    <w:rsid w:val="002012D2"/>
    <w:rsid w:val="002015D6"/>
    <w:rsid w:val="00201A2E"/>
    <w:rsid w:val="0020350D"/>
    <w:rsid w:val="00203965"/>
    <w:rsid w:val="00204521"/>
    <w:rsid w:val="00204547"/>
    <w:rsid w:val="00204DEA"/>
    <w:rsid w:val="002053B9"/>
    <w:rsid w:val="00205BC0"/>
    <w:rsid w:val="0020626A"/>
    <w:rsid w:val="002063B7"/>
    <w:rsid w:val="00206842"/>
    <w:rsid w:val="00206FB6"/>
    <w:rsid w:val="0020772E"/>
    <w:rsid w:val="0020794E"/>
    <w:rsid w:val="00207EE1"/>
    <w:rsid w:val="002102AA"/>
    <w:rsid w:val="00210E9C"/>
    <w:rsid w:val="00211417"/>
    <w:rsid w:val="002119EB"/>
    <w:rsid w:val="00211E4C"/>
    <w:rsid w:val="002120A5"/>
    <w:rsid w:val="00212F6E"/>
    <w:rsid w:val="00213C7F"/>
    <w:rsid w:val="00213D63"/>
    <w:rsid w:val="002143A6"/>
    <w:rsid w:val="002145EC"/>
    <w:rsid w:val="00215B3B"/>
    <w:rsid w:val="00216E60"/>
    <w:rsid w:val="00216FF8"/>
    <w:rsid w:val="00220AE4"/>
    <w:rsid w:val="002212DF"/>
    <w:rsid w:val="00221544"/>
    <w:rsid w:val="00221794"/>
    <w:rsid w:val="002224CE"/>
    <w:rsid w:val="002229CE"/>
    <w:rsid w:val="0022350A"/>
    <w:rsid w:val="00223A1F"/>
    <w:rsid w:val="0022486A"/>
    <w:rsid w:val="00224870"/>
    <w:rsid w:val="00224F55"/>
    <w:rsid w:val="00224F65"/>
    <w:rsid w:val="0022503D"/>
    <w:rsid w:val="00226369"/>
    <w:rsid w:val="00226CB0"/>
    <w:rsid w:val="00226F6B"/>
    <w:rsid w:val="00226FE9"/>
    <w:rsid w:val="0023070A"/>
    <w:rsid w:val="00230B74"/>
    <w:rsid w:val="00231D2E"/>
    <w:rsid w:val="00231E79"/>
    <w:rsid w:val="002327ED"/>
    <w:rsid w:val="00232A8E"/>
    <w:rsid w:val="00233057"/>
    <w:rsid w:val="00233A10"/>
    <w:rsid w:val="00233EC4"/>
    <w:rsid w:val="00233EC7"/>
    <w:rsid w:val="002349A3"/>
    <w:rsid w:val="00234AF7"/>
    <w:rsid w:val="002350BA"/>
    <w:rsid w:val="00235D35"/>
    <w:rsid w:val="00235EEF"/>
    <w:rsid w:val="002364E0"/>
    <w:rsid w:val="00237D6C"/>
    <w:rsid w:val="002405D5"/>
    <w:rsid w:val="00240B88"/>
    <w:rsid w:val="00241229"/>
    <w:rsid w:val="00241316"/>
    <w:rsid w:val="00241CB4"/>
    <w:rsid w:val="00242C7C"/>
    <w:rsid w:val="00242F4C"/>
    <w:rsid w:val="00243CD8"/>
    <w:rsid w:val="00246077"/>
    <w:rsid w:val="00247866"/>
    <w:rsid w:val="00247AA4"/>
    <w:rsid w:val="00247B2D"/>
    <w:rsid w:val="002507B1"/>
    <w:rsid w:val="00250E9B"/>
    <w:rsid w:val="00251B01"/>
    <w:rsid w:val="0025240D"/>
    <w:rsid w:val="00252449"/>
    <w:rsid w:val="0025334E"/>
    <w:rsid w:val="0025462E"/>
    <w:rsid w:val="00254766"/>
    <w:rsid w:val="002548A6"/>
    <w:rsid w:val="00254AA9"/>
    <w:rsid w:val="00254EED"/>
    <w:rsid w:val="00254F9F"/>
    <w:rsid w:val="00255234"/>
    <w:rsid w:val="00255787"/>
    <w:rsid w:val="002569B7"/>
    <w:rsid w:val="00257625"/>
    <w:rsid w:val="0025784D"/>
    <w:rsid w:val="00260D85"/>
    <w:rsid w:val="00260DC0"/>
    <w:rsid w:val="0026179B"/>
    <w:rsid w:val="00262E5F"/>
    <w:rsid w:val="0026347F"/>
    <w:rsid w:val="0026396D"/>
    <w:rsid w:val="00263BCC"/>
    <w:rsid w:val="00264094"/>
    <w:rsid w:val="0026411E"/>
    <w:rsid w:val="00264333"/>
    <w:rsid w:val="00264718"/>
    <w:rsid w:val="00264A1C"/>
    <w:rsid w:val="00264A62"/>
    <w:rsid w:val="002653BD"/>
    <w:rsid w:val="0026558E"/>
    <w:rsid w:val="00265654"/>
    <w:rsid w:val="00265D99"/>
    <w:rsid w:val="0026651F"/>
    <w:rsid w:val="00266647"/>
    <w:rsid w:val="0026693C"/>
    <w:rsid w:val="00266AF8"/>
    <w:rsid w:val="00266F08"/>
    <w:rsid w:val="002671AA"/>
    <w:rsid w:val="00267755"/>
    <w:rsid w:val="002677EE"/>
    <w:rsid w:val="00270498"/>
    <w:rsid w:val="00271889"/>
    <w:rsid w:val="00271C68"/>
    <w:rsid w:val="00271EB1"/>
    <w:rsid w:val="002721DB"/>
    <w:rsid w:val="002728A2"/>
    <w:rsid w:val="00272CF5"/>
    <w:rsid w:val="00273906"/>
    <w:rsid w:val="00273D47"/>
    <w:rsid w:val="0027426C"/>
    <w:rsid w:val="002751AA"/>
    <w:rsid w:val="00275807"/>
    <w:rsid w:val="00276152"/>
    <w:rsid w:val="002762B0"/>
    <w:rsid w:val="0027641C"/>
    <w:rsid w:val="00276490"/>
    <w:rsid w:val="0027659A"/>
    <w:rsid w:val="00277653"/>
    <w:rsid w:val="002776F0"/>
    <w:rsid w:val="002802E7"/>
    <w:rsid w:val="002803D7"/>
    <w:rsid w:val="00280890"/>
    <w:rsid w:val="002810A9"/>
    <w:rsid w:val="00281214"/>
    <w:rsid w:val="00281621"/>
    <w:rsid w:val="0028183D"/>
    <w:rsid w:val="00281C96"/>
    <w:rsid w:val="002823D4"/>
    <w:rsid w:val="00283210"/>
    <w:rsid w:val="002835A1"/>
    <w:rsid w:val="00283753"/>
    <w:rsid w:val="00283D78"/>
    <w:rsid w:val="0028401F"/>
    <w:rsid w:val="002846FA"/>
    <w:rsid w:val="0028480C"/>
    <w:rsid w:val="00284AE3"/>
    <w:rsid w:val="00284C85"/>
    <w:rsid w:val="0028518A"/>
    <w:rsid w:val="002852CA"/>
    <w:rsid w:val="0028604D"/>
    <w:rsid w:val="0028652E"/>
    <w:rsid w:val="00286623"/>
    <w:rsid w:val="00286CEA"/>
    <w:rsid w:val="00287FE7"/>
    <w:rsid w:val="00290804"/>
    <w:rsid w:val="00290C0D"/>
    <w:rsid w:val="002920E8"/>
    <w:rsid w:val="00293FE7"/>
    <w:rsid w:val="0029402A"/>
    <w:rsid w:val="002940A3"/>
    <w:rsid w:val="00294891"/>
    <w:rsid w:val="0029578F"/>
    <w:rsid w:val="00295B94"/>
    <w:rsid w:val="00296490"/>
    <w:rsid w:val="00296696"/>
    <w:rsid w:val="00296A5C"/>
    <w:rsid w:val="00297B37"/>
    <w:rsid w:val="00297F27"/>
    <w:rsid w:val="002A06BA"/>
    <w:rsid w:val="002A075B"/>
    <w:rsid w:val="002A0891"/>
    <w:rsid w:val="002A0E9F"/>
    <w:rsid w:val="002A107D"/>
    <w:rsid w:val="002A1495"/>
    <w:rsid w:val="002A1D7E"/>
    <w:rsid w:val="002A1FC2"/>
    <w:rsid w:val="002A207A"/>
    <w:rsid w:val="002A2789"/>
    <w:rsid w:val="002A2A63"/>
    <w:rsid w:val="002A304B"/>
    <w:rsid w:val="002A3854"/>
    <w:rsid w:val="002A3898"/>
    <w:rsid w:val="002A3AF4"/>
    <w:rsid w:val="002A4574"/>
    <w:rsid w:val="002A4832"/>
    <w:rsid w:val="002A51B7"/>
    <w:rsid w:val="002A5605"/>
    <w:rsid w:val="002A5B48"/>
    <w:rsid w:val="002A5D9D"/>
    <w:rsid w:val="002A6092"/>
    <w:rsid w:val="002A65E7"/>
    <w:rsid w:val="002A65FC"/>
    <w:rsid w:val="002A685E"/>
    <w:rsid w:val="002A6862"/>
    <w:rsid w:val="002A6C50"/>
    <w:rsid w:val="002A7AF8"/>
    <w:rsid w:val="002A7E78"/>
    <w:rsid w:val="002B0820"/>
    <w:rsid w:val="002B17B4"/>
    <w:rsid w:val="002B274A"/>
    <w:rsid w:val="002B2E87"/>
    <w:rsid w:val="002B40EC"/>
    <w:rsid w:val="002B4BE3"/>
    <w:rsid w:val="002B4BF9"/>
    <w:rsid w:val="002B4CAF"/>
    <w:rsid w:val="002B52C9"/>
    <w:rsid w:val="002B59ED"/>
    <w:rsid w:val="002B68D0"/>
    <w:rsid w:val="002B6BA2"/>
    <w:rsid w:val="002C0304"/>
    <w:rsid w:val="002C048C"/>
    <w:rsid w:val="002C05DB"/>
    <w:rsid w:val="002C1907"/>
    <w:rsid w:val="002C2037"/>
    <w:rsid w:val="002C2BCF"/>
    <w:rsid w:val="002C3BA7"/>
    <w:rsid w:val="002C475C"/>
    <w:rsid w:val="002C49A0"/>
    <w:rsid w:val="002C4C98"/>
    <w:rsid w:val="002C4F81"/>
    <w:rsid w:val="002C62D7"/>
    <w:rsid w:val="002C7556"/>
    <w:rsid w:val="002D00B8"/>
    <w:rsid w:val="002D025F"/>
    <w:rsid w:val="002D080D"/>
    <w:rsid w:val="002D151F"/>
    <w:rsid w:val="002D152F"/>
    <w:rsid w:val="002D17D3"/>
    <w:rsid w:val="002D1B47"/>
    <w:rsid w:val="002D1EBD"/>
    <w:rsid w:val="002D26A4"/>
    <w:rsid w:val="002D27DA"/>
    <w:rsid w:val="002D3306"/>
    <w:rsid w:val="002D3C7D"/>
    <w:rsid w:val="002D3D82"/>
    <w:rsid w:val="002D5519"/>
    <w:rsid w:val="002D6086"/>
    <w:rsid w:val="002D70CB"/>
    <w:rsid w:val="002D73C0"/>
    <w:rsid w:val="002D7C02"/>
    <w:rsid w:val="002D7C36"/>
    <w:rsid w:val="002E0078"/>
    <w:rsid w:val="002E08F6"/>
    <w:rsid w:val="002E0AEB"/>
    <w:rsid w:val="002E1270"/>
    <w:rsid w:val="002E2380"/>
    <w:rsid w:val="002E2C4D"/>
    <w:rsid w:val="002E47E3"/>
    <w:rsid w:val="002E4BDE"/>
    <w:rsid w:val="002E5104"/>
    <w:rsid w:val="002E51F1"/>
    <w:rsid w:val="002E68F3"/>
    <w:rsid w:val="002E758F"/>
    <w:rsid w:val="002F0D94"/>
    <w:rsid w:val="002F10FD"/>
    <w:rsid w:val="002F2059"/>
    <w:rsid w:val="002F2550"/>
    <w:rsid w:val="002F258B"/>
    <w:rsid w:val="002F29CA"/>
    <w:rsid w:val="002F3B6E"/>
    <w:rsid w:val="002F41B0"/>
    <w:rsid w:val="002F65F7"/>
    <w:rsid w:val="002F7B20"/>
    <w:rsid w:val="002F7CA1"/>
    <w:rsid w:val="00300342"/>
    <w:rsid w:val="00301280"/>
    <w:rsid w:val="0030263F"/>
    <w:rsid w:val="003032D3"/>
    <w:rsid w:val="00303314"/>
    <w:rsid w:val="003036B2"/>
    <w:rsid w:val="00303C34"/>
    <w:rsid w:val="00303DA2"/>
    <w:rsid w:val="00303F89"/>
    <w:rsid w:val="00304393"/>
    <w:rsid w:val="00304C60"/>
    <w:rsid w:val="00305EC3"/>
    <w:rsid w:val="00306138"/>
    <w:rsid w:val="00306C43"/>
    <w:rsid w:val="003076AC"/>
    <w:rsid w:val="0030791F"/>
    <w:rsid w:val="00307B2B"/>
    <w:rsid w:val="003101C2"/>
    <w:rsid w:val="00310655"/>
    <w:rsid w:val="00310970"/>
    <w:rsid w:val="00310B65"/>
    <w:rsid w:val="00311931"/>
    <w:rsid w:val="00311C58"/>
    <w:rsid w:val="00311EF6"/>
    <w:rsid w:val="00312419"/>
    <w:rsid w:val="00312CBF"/>
    <w:rsid w:val="00312F33"/>
    <w:rsid w:val="00313228"/>
    <w:rsid w:val="0031405D"/>
    <w:rsid w:val="0031439B"/>
    <w:rsid w:val="00314BCB"/>
    <w:rsid w:val="00315910"/>
    <w:rsid w:val="00316A80"/>
    <w:rsid w:val="003171A9"/>
    <w:rsid w:val="003174A4"/>
    <w:rsid w:val="00320FDA"/>
    <w:rsid w:val="00321485"/>
    <w:rsid w:val="00321B8C"/>
    <w:rsid w:val="00322A25"/>
    <w:rsid w:val="00322ADA"/>
    <w:rsid w:val="00322D6B"/>
    <w:rsid w:val="00322E52"/>
    <w:rsid w:val="00324AD2"/>
    <w:rsid w:val="003257E0"/>
    <w:rsid w:val="00326218"/>
    <w:rsid w:val="00326525"/>
    <w:rsid w:val="00326C4B"/>
    <w:rsid w:val="0032780C"/>
    <w:rsid w:val="003300A0"/>
    <w:rsid w:val="003303D0"/>
    <w:rsid w:val="00331927"/>
    <w:rsid w:val="00331952"/>
    <w:rsid w:val="00331A34"/>
    <w:rsid w:val="00331C1F"/>
    <w:rsid w:val="00331DB2"/>
    <w:rsid w:val="0033264A"/>
    <w:rsid w:val="00332AB8"/>
    <w:rsid w:val="00332B8D"/>
    <w:rsid w:val="00332BA2"/>
    <w:rsid w:val="00332EA4"/>
    <w:rsid w:val="00332ECA"/>
    <w:rsid w:val="00333413"/>
    <w:rsid w:val="00333782"/>
    <w:rsid w:val="00333F23"/>
    <w:rsid w:val="00334008"/>
    <w:rsid w:val="00334113"/>
    <w:rsid w:val="003342B4"/>
    <w:rsid w:val="00334787"/>
    <w:rsid w:val="00334E12"/>
    <w:rsid w:val="00334EB2"/>
    <w:rsid w:val="003355BA"/>
    <w:rsid w:val="00335869"/>
    <w:rsid w:val="00335CF4"/>
    <w:rsid w:val="00335F87"/>
    <w:rsid w:val="003362C4"/>
    <w:rsid w:val="003366AF"/>
    <w:rsid w:val="00337943"/>
    <w:rsid w:val="003405B4"/>
    <w:rsid w:val="003409AE"/>
    <w:rsid w:val="00340B85"/>
    <w:rsid w:val="0034101D"/>
    <w:rsid w:val="00341080"/>
    <w:rsid w:val="0034186C"/>
    <w:rsid w:val="00341C5E"/>
    <w:rsid w:val="00341E26"/>
    <w:rsid w:val="003428F0"/>
    <w:rsid w:val="003447F7"/>
    <w:rsid w:val="00344C21"/>
    <w:rsid w:val="003452F0"/>
    <w:rsid w:val="0034659F"/>
    <w:rsid w:val="003466B3"/>
    <w:rsid w:val="00346C43"/>
    <w:rsid w:val="00350097"/>
    <w:rsid w:val="003517FD"/>
    <w:rsid w:val="003518E8"/>
    <w:rsid w:val="00351D21"/>
    <w:rsid w:val="00352058"/>
    <w:rsid w:val="0035291D"/>
    <w:rsid w:val="0035417F"/>
    <w:rsid w:val="0035432C"/>
    <w:rsid w:val="003551E1"/>
    <w:rsid w:val="00355CA9"/>
    <w:rsid w:val="00356DBF"/>
    <w:rsid w:val="00357962"/>
    <w:rsid w:val="0036072F"/>
    <w:rsid w:val="00360CA3"/>
    <w:rsid w:val="00361A56"/>
    <w:rsid w:val="00361A7F"/>
    <w:rsid w:val="00361C4C"/>
    <w:rsid w:val="00361D3E"/>
    <w:rsid w:val="00361F72"/>
    <w:rsid w:val="00362A98"/>
    <w:rsid w:val="0036342B"/>
    <w:rsid w:val="0036352A"/>
    <w:rsid w:val="0036374F"/>
    <w:rsid w:val="003639F0"/>
    <w:rsid w:val="00363B67"/>
    <w:rsid w:val="00363D3C"/>
    <w:rsid w:val="00364FED"/>
    <w:rsid w:val="003652D9"/>
    <w:rsid w:val="00366CBA"/>
    <w:rsid w:val="003671D7"/>
    <w:rsid w:val="0036773F"/>
    <w:rsid w:val="003677A3"/>
    <w:rsid w:val="0036791A"/>
    <w:rsid w:val="003710A2"/>
    <w:rsid w:val="003718C5"/>
    <w:rsid w:val="00371C1F"/>
    <w:rsid w:val="00371E95"/>
    <w:rsid w:val="00371EAA"/>
    <w:rsid w:val="003722F0"/>
    <w:rsid w:val="003725CB"/>
    <w:rsid w:val="00372600"/>
    <w:rsid w:val="00372960"/>
    <w:rsid w:val="00372ACB"/>
    <w:rsid w:val="003739D7"/>
    <w:rsid w:val="00374476"/>
    <w:rsid w:val="0037470F"/>
    <w:rsid w:val="003748B6"/>
    <w:rsid w:val="00374B59"/>
    <w:rsid w:val="003756B1"/>
    <w:rsid w:val="00375AA7"/>
    <w:rsid w:val="00375AC7"/>
    <w:rsid w:val="00375B14"/>
    <w:rsid w:val="00376090"/>
    <w:rsid w:val="003760CE"/>
    <w:rsid w:val="00376580"/>
    <w:rsid w:val="0037704B"/>
    <w:rsid w:val="00377A1B"/>
    <w:rsid w:val="00380376"/>
    <w:rsid w:val="00380899"/>
    <w:rsid w:val="00380AFC"/>
    <w:rsid w:val="00380D71"/>
    <w:rsid w:val="00381447"/>
    <w:rsid w:val="00381CF3"/>
    <w:rsid w:val="00381D08"/>
    <w:rsid w:val="00382F67"/>
    <w:rsid w:val="00383DE8"/>
    <w:rsid w:val="00384704"/>
    <w:rsid w:val="00386FB9"/>
    <w:rsid w:val="00387531"/>
    <w:rsid w:val="003876F8"/>
    <w:rsid w:val="003904F5"/>
    <w:rsid w:val="0039060A"/>
    <w:rsid w:val="0039065E"/>
    <w:rsid w:val="003906C6"/>
    <w:rsid w:val="00390A55"/>
    <w:rsid w:val="00390D18"/>
    <w:rsid w:val="0039118B"/>
    <w:rsid w:val="00392398"/>
    <w:rsid w:val="003923D3"/>
    <w:rsid w:val="003924D9"/>
    <w:rsid w:val="003935F6"/>
    <w:rsid w:val="00394965"/>
    <w:rsid w:val="00395797"/>
    <w:rsid w:val="003957ED"/>
    <w:rsid w:val="00395DC3"/>
    <w:rsid w:val="00396706"/>
    <w:rsid w:val="003977BD"/>
    <w:rsid w:val="00397BAC"/>
    <w:rsid w:val="003A199C"/>
    <w:rsid w:val="003A2B10"/>
    <w:rsid w:val="003A2DA6"/>
    <w:rsid w:val="003A2E0C"/>
    <w:rsid w:val="003A4451"/>
    <w:rsid w:val="003A538B"/>
    <w:rsid w:val="003A5F8B"/>
    <w:rsid w:val="003A78D1"/>
    <w:rsid w:val="003A790D"/>
    <w:rsid w:val="003B04D3"/>
    <w:rsid w:val="003B0B21"/>
    <w:rsid w:val="003B0DBC"/>
    <w:rsid w:val="003B1139"/>
    <w:rsid w:val="003B1404"/>
    <w:rsid w:val="003B178E"/>
    <w:rsid w:val="003B1EAC"/>
    <w:rsid w:val="003B2BCA"/>
    <w:rsid w:val="003B3BD4"/>
    <w:rsid w:val="003B4182"/>
    <w:rsid w:val="003B473A"/>
    <w:rsid w:val="003B491F"/>
    <w:rsid w:val="003B5AE4"/>
    <w:rsid w:val="003B5D25"/>
    <w:rsid w:val="003B60D7"/>
    <w:rsid w:val="003B67B9"/>
    <w:rsid w:val="003B684F"/>
    <w:rsid w:val="003B7B02"/>
    <w:rsid w:val="003B7B3E"/>
    <w:rsid w:val="003B7BA8"/>
    <w:rsid w:val="003B7E2F"/>
    <w:rsid w:val="003C0A4B"/>
    <w:rsid w:val="003C117C"/>
    <w:rsid w:val="003C1A06"/>
    <w:rsid w:val="003C1EFE"/>
    <w:rsid w:val="003C205C"/>
    <w:rsid w:val="003C2625"/>
    <w:rsid w:val="003C2AD7"/>
    <w:rsid w:val="003C3337"/>
    <w:rsid w:val="003C35EC"/>
    <w:rsid w:val="003C4144"/>
    <w:rsid w:val="003C4AED"/>
    <w:rsid w:val="003C538A"/>
    <w:rsid w:val="003C5993"/>
    <w:rsid w:val="003C5E14"/>
    <w:rsid w:val="003C5E58"/>
    <w:rsid w:val="003C6E33"/>
    <w:rsid w:val="003C6E62"/>
    <w:rsid w:val="003C6EED"/>
    <w:rsid w:val="003C7210"/>
    <w:rsid w:val="003C77F3"/>
    <w:rsid w:val="003C7934"/>
    <w:rsid w:val="003D0A03"/>
    <w:rsid w:val="003D100E"/>
    <w:rsid w:val="003D14AD"/>
    <w:rsid w:val="003D1F75"/>
    <w:rsid w:val="003D2B1D"/>
    <w:rsid w:val="003D2D57"/>
    <w:rsid w:val="003D312C"/>
    <w:rsid w:val="003D3275"/>
    <w:rsid w:val="003D35BE"/>
    <w:rsid w:val="003D35C0"/>
    <w:rsid w:val="003D37C5"/>
    <w:rsid w:val="003D45AD"/>
    <w:rsid w:val="003D4926"/>
    <w:rsid w:val="003D4BB6"/>
    <w:rsid w:val="003D4C3D"/>
    <w:rsid w:val="003D536B"/>
    <w:rsid w:val="003D5571"/>
    <w:rsid w:val="003D5B50"/>
    <w:rsid w:val="003D5EA0"/>
    <w:rsid w:val="003D60E9"/>
    <w:rsid w:val="003D6F93"/>
    <w:rsid w:val="003D72E0"/>
    <w:rsid w:val="003D7AB8"/>
    <w:rsid w:val="003E0298"/>
    <w:rsid w:val="003E0889"/>
    <w:rsid w:val="003E1255"/>
    <w:rsid w:val="003E1B5F"/>
    <w:rsid w:val="003E33B4"/>
    <w:rsid w:val="003E397D"/>
    <w:rsid w:val="003E482C"/>
    <w:rsid w:val="003E4837"/>
    <w:rsid w:val="003E5D8B"/>
    <w:rsid w:val="003E75A7"/>
    <w:rsid w:val="003E777D"/>
    <w:rsid w:val="003E7796"/>
    <w:rsid w:val="003E7D01"/>
    <w:rsid w:val="003F0122"/>
    <w:rsid w:val="003F0B63"/>
    <w:rsid w:val="003F1069"/>
    <w:rsid w:val="003F13AD"/>
    <w:rsid w:val="003F3382"/>
    <w:rsid w:val="003F3899"/>
    <w:rsid w:val="003F38F8"/>
    <w:rsid w:val="003F40DF"/>
    <w:rsid w:val="003F460D"/>
    <w:rsid w:val="003F4BCD"/>
    <w:rsid w:val="003F4EA4"/>
    <w:rsid w:val="003F4EB6"/>
    <w:rsid w:val="003F578C"/>
    <w:rsid w:val="003F5AED"/>
    <w:rsid w:val="003F6176"/>
    <w:rsid w:val="003F61C3"/>
    <w:rsid w:val="003F69F2"/>
    <w:rsid w:val="003F6AB1"/>
    <w:rsid w:val="003F7323"/>
    <w:rsid w:val="003F738E"/>
    <w:rsid w:val="003F77E5"/>
    <w:rsid w:val="00400B05"/>
    <w:rsid w:val="00400D4A"/>
    <w:rsid w:val="0040171C"/>
    <w:rsid w:val="004019E7"/>
    <w:rsid w:val="00401D72"/>
    <w:rsid w:val="00401F9E"/>
    <w:rsid w:val="004022B6"/>
    <w:rsid w:val="0040239D"/>
    <w:rsid w:val="00403874"/>
    <w:rsid w:val="0040497F"/>
    <w:rsid w:val="00404FD4"/>
    <w:rsid w:val="00405436"/>
    <w:rsid w:val="004054C8"/>
    <w:rsid w:val="0040626C"/>
    <w:rsid w:val="0040628F"/>
    <w:rsid w:val="00406BFA"/>
    <w:rsid w:val="00407239"/>
    <w:rsid w:val="0041045B"/>
    <w:rsid w:val="00410AA0"/>
    <w:rsid w:val="00411750"/>
    <w:rsid w:val="00412209"/>
    <w:rsid w:val="00412343"/>
    <w:rsid w:val="00412C93"/>
    <w:rsid w:val="00412C9B"/>
    <w:rsid w:val="0041329D"/>
    <w:rsid w:val="00413338"/>
    <w:rsid w:val="004139BB"/>
    <w:rsid w:val="00413A82"/>
    <w:rsid w:val="004141ED"/>
    <w:rsid w:val="00416178"/>
    <w:rsid w:val="00416A98"/>
    <w:rsid w:val="00417744"/>
    <w:rsid w:val="004201EE"/>
    <w:rsid w:val="00420864"/>
    <w:rsid w:val="00420D4D"/>
    <w:rsid w:val="00421404"/>
    <w:rsid w:val="00421650"/>
    <w:rsid w:val="004218B2"/>
    <w:rsid w:val="00422327"/>
    <w:rsid w:val="00423915"/>
    <w:rsid w:val="00423B52"/>
    <w:rsid w:val="00423C5A"/>
    <w:rsid w:val="00423E91"/>
    <w:rsid w:val="00423F29"/>
    <w:rsid w:val="00423F5F"/>
    <w:rsid w:val="004249AA"/>
    <w:rsid w:val="00424AAF"/>
    <w:rsid w:val="004252B3"/>
    <w:rsid w:val="00425B06"/>
    <w:rsid w:val="00425C95"/>
    <w:rsid w:val="004269F3"/>
    <w:rsid w:val="0042721C"/>
    <w:rsid w:val="004279DE"/>
    <w:rsid w:val="00430ABD"/>
    <w:rsid w:val="00431655"/>
    <w:rsid w:val="00431BAE"/>
    <w:rsid w:val="00431F34"/>
    <w:rsid w:val="00432902"/>
    <w:rsid w:val="00432B2A"/>
    <w:rsid w:val="00432C80"/>
    <w:rsid w:val="00432E6D"/>
    <w:rsid w:val="00433310"/>
    <w:rsid w:val="0043356D"/>
    <w:rsid w:val="0043420B"/>
    <w:rsid w:val="004344E9"/>
    <w:rsid w:val="004347C4"/>
    <w:rsid w:val="00434864"/>
    <w:rsid w:val="00435020"/>
    <w:rsid w:val="004353DF"/>
    <w:rsid w:val="004369D4"/>
    <w:rsid w:val="0043736F"/>
    <w:rsid w:val="004376FB"/>
    <w:rsid w:val="00437813"/>
    <w:rsid w:val="0044003F"/>
    <w:rsid w:val="0044024B"/>
    <w:rsid w:val="0044038F"/>
    <w:rsid w:val="00440EC3"/>
    <w:rsid w:val="00440F22"/>
    <w:rsid w:val="00441306"/>
    <w:rsid w:val="004414AA"/>
    <w:rsid w:val="0044178E"/>
    <w:rsid w:val="00441B4E"/>
    <w:rsid w:val="00441CAF"/>
    <w:rsid w:val="004424FC"/>
    <w:rsid w:val="0044387E"/>
    <w:rsid w:val="004440D7"/>
    <w:rsid w:val="00444257"/>
    <w:rsid w:val="004443FC"/>
    <w:rsid w:val="00444F1C"/>
    <w:rsid w:val="004452B1"/>
    <w:rsid w:val="004455A1"/>
    <w:rsid w:val="00445990"/>
    <w:rsid w:val="00446393"/>
    <w:rsid w:val="00450051"/>
    <w:rsid w:val="0045128B"/>
    <w:rsid w:val="004517FB"/>
    <w:rsid w:val="00451CDC"/>
    <w:rsid w:val="00451D76"/>
    <w:rsid w:val="00452392"/>
    <w:rsid w:val="004525FF"/>
    <w:rsid w:val="00454E31"/>
    <w:rsid w:val="00455E70"/>
    <w:rsid w:val="00456BC8"/>
    <w:rsid w:val="0046187C"/>
    <w:rsid w:val="0046235D"/>
    <w:rsid w:val="00462C21"/>
    <w:rsid w:val="004631A6"/>
    <w:rsid w:val="00463E74"/>
    <w:rsid w:val="00463EA2"/>
    <w:rsid w:val="00463ECE"/>
    <w:rsid w:val="00463F0A"/>
    <w:rsid w:val="0046418A"/>
    <w:rsid w:val="00464CBB"/>
    <w:rsid w:val="00464DD0"/>
    <w:rsid w:val="004653E0"/>
    <w:rsid w:val="004658AB"/>
    <w:rsid w:val="004661C7"/>
    <w:rsid w:val="0046640E"/>
    <w:rsid w:val="0046697F"/>
    <w:rsid w:val="004673BA"/>
    <w:rsid w:val="00467520"/>
    <w:rsid w:val="00467841"/>
    <w:rsid w:val="00467A62"/>
    <w:rsid w:val="00467B0A"/>
    <w:rsid w:val="00470A76"/>
    <w:rsid w:val="00470E4D"/>
    <w:rsid w:val="00470FDF"/>
    <w:rsid w:val="00472CAB"/>
    <w:rsid w:val="00473086"/>
    <w:rsid w:val="00473202"/>
    <w:rsid w:val="0047342C"/>
    <w:rsid w:val="00473642"/>
    <w:rsid w:val="00473698"/>
    <w:rsid w:val="004738C3"/>
    <w:rsid w:val="00473C55"/>
    <w:rsid w:val="00474148"/>
    <w:rsid w:val="00474177"/>
    <w:rsid w:val="0047452F"/>
    <w:rsid w:val="0047469C"/>
    <w:rsid w:val="00475553"/>
    <w:rsid w:val="00475834"/>
    <w:rsid w:val="00477879"/>
    <w:rsid w:val="00477D2D"/>
    <w:rsid w:val="004800D7"/>
    <w:rsid w:val="00480AB3"/>
    <w:rsid w:val="00481221"/>
    <w:rsid w:val="00481F82"/>
    <w:rsid w:val="00482224"/>
    <w:rsid w:val="00482FE3"/>
    <w:rsid w:val="004839B3"/>
    <w:rsid w:val="0048467C"/>
    <w:rsid w:val="004846F8"/>
    <w:rsid w:val="00484B8E"/>
    <w:rsid w:val="00485F15"/>
    <w:rsid w:val="00485F43"/>
    <w:rsid w:val="00486C82"/>
    <w:rsid w:val="0048796A"/>
    <w:rsid w:val="004901A1"/>
    <w:rsid w:val="00490C8D"/>
    <w:rsid w:val="004912DD"/>
    <w:rsid w:val="00491936"/>
    <w:rsid w:val="00491B80"/>
    <w:rsid w:val="004923D2"/>
    <w:rsid w:val="004929F8"/>
    <w:rsid w:val="00493C35"/>
    <w:rsid w:val="00493FD6"/>
    <w:rsid w:val="00494058"/>
    <w:rsid w:val="0049467D"/>
    <w:rsid w:val="00494CEE"/>
    <w:rsid w:val="0049564F"/>
    <w:rsid w:val="00495A3A"/>
    <w:rsid w:val="00495C42"/>
    <w:rsid w:val="0049650A"/>
    <w:rsid w:val="00496C37"/>
    <w:rsid w:val="00497048"/>
    <w:rsid w:val="00497719"/>
    <w:rsid w:val="004A0805"/>
    <w:rsid w:val="004A0D22"/>
    <w:rsid w:val="004A103A"/>
    <w:rsid w:val="004A11C1"/>
    <w:rsid w:val="004A11E1"/>
    <w:rsid w:val="004A1219"/>
    <w:rsid w:val="004A12D1"/>
    <w:rsid w:val="004A1589"/>
    <w:rsid w:val="004A1B45"/>
    <w:rsid w:val="004A2801"/>
    <w:rsid w:val="004A35AA"/>
    <w:rsid w:val="004A3AE6"/>
    <w:rsid w:val="004A3B36"/>
    <w:rsid w:val="004A5EBD"/>
    <w:rsid w:val="004A6FCE"/>
    <w:rsid w:val="004A7608"/>
    <w:rsid w:val="004A7871"/>
    <w:rsid w:val="004A79A3"/>
    <w:rsid w:val="004A7B59"/>
    <w:rsid w:val="004B0217"/>
    <w:rsid w:val="004B0CC6"/>
    <w:rsid w:val="004B145D"/>
    <w:rsid w:val="004B1554"/>
    <w:rsid w:val="004B27A1"/>
    <w:rsid w:val="004B294B"/>
    <w:rsid w:val="004B2C42"/>
    <w:rsid w:val="004B39B8"/>
    <w:rsid w:val="004B3B1E"/>
    <w:rsid w:val="004B4CE1"/>
    <w:rsid w:val="004B5C40"/>
    <w:rsid w:val="004B634F"/>
    <w:rsid w:val="004B65AF"/>
    <w:rsid w:val="004B759B"/>
    <w:rsid w:val="004B7667"/>
    <w:rsid w:val="004C0B45"/>
    <w:rsid w:val="004C0E3D"/>
    <w:rsid w:val="004C0E58"/>
    <w:rsid w:val="004C0FB8"/>
    <w:rsid w:val="004C12D1"/>
    <w:rsid w:val="004C2A02"/>
    <w:rsid w:val="004C3AE0"/>
    <w:rsid w:val="004C43CA"/>
    <w:rsid w:val="004C47B5"/>
    <w:rsid w:val="004C4A50"/>
    <w:rsid w:val="004C4E02"/>
    <w:rsid w:val="004C4E6C"/>
    <w:rsid w:val="004C5371"/>
    <w:rsid w:val="004C57F2"/>
    <w:rsid w:val="004C5958"/>
    <w:rsid w:val="004C6438"/>
    <w:rsid w:val="004C692D"/>
    <w:rsid w:val="004C69F9"/>
    <w:rsid w:val="004C7160"/>
    <w:rsid w:val="004C7F96"/>
    <w:rsid w:val="004D012B"/>
    <w:rsid w:val="004D041A"/>
    <w:rsid w:val="004D2759"/>
    <w:rsid w:val="004D289D"/>
    <w:rsid w:val="004D2F1F"/>
    <w:rsid w:val="004D3267"/>
    <w:rsid w:val="004D3BF8"/>
    <w:rsid w:val="004D3F07"/>
    <w:rsid w:val="004D3FB4"/>
    <w:rsid w:val="004D5DEF"/>
    <w:rsid w:val="004D61E3"/>
    <w:rsid w:val="004D623F"/>
    <w:rsid w:val="004D65C9"/>
    <w:rsid w:val="004D6739"/>
    <w:rsid w:val="004D68C2"/>
    <w:rsid w:val="004D70D8"/>
    <w:rsid w:val="004D7D82"/>
    <w:rsid w:val="004E01F5"/>
    <w:rsid w:val="004E09A9"/>
    <w:rsid w:val="004E0F97"/>
    <w:rsid w:val="004E1184"/>
    <w:rsid w:val="004E2176"/>
    <w:rsid w:val="004E2495"/>
    <w:rsid w:val="004E2663"/>
    <w:rsid w:val="004E2DB6"/>
    <w:rsid w:val="004E314E"/>
    <w:rsid w:val="004E3C5E"/>
    <w:rsid w:val="004E47E9"/>
    <w:rsid w:val="004E5204"/>
    <w:rsid w:val="004E56CA"/>
    <w:rsid w:val="004E59FD"/>
    <w:rsid w:val="004E5A76"/>
    <w:rsid w:val="004E5C4E"/>
    <w:rsid w:val="004E6185"/>
    <w:rsid w:val="004E61E5"/>
    <w:rsid w:val="004E65B2"/>
    <w:rsid w:val="004E6C3B"/>
    <w:rsid w:val="004E7396"/>
    <w:rsid w:val="004E75B8"/>
    <w:rsid w:val="004E7633"/>
    <w:rsid w:val="004E7D63"/>
    <w:rsid w:val="004E7E49"/>
    <w:rsid w:val="004F054E"/>
    <w:rsid w:val="004F058E"/>
    <w:rsid w:val="004F0E6F"/>
    <w:rsid w:val="004F0FA3"/>
    <w:rsid w:val="004F17B5"/>
    <w:rsid w:val="004F1A4B"/>
    <w:rsid w:val="004F1EC3"/>
    <w:rsid w:val="004F29CE"/>
    <w:rsid w:val="004F2D4B"/>
    <w:rsid w:val="004F3F5F"/>
    <w:rsid w:val="004F422F"/>
    <w:rsid w:val="004F51F3"/>
    <w:rsid w:val="004F5A49"/>
    <w:rsid w:val="004F754C"/>
    <w:rsid w:val="00500266"/>
    <w:rsid w:val="00500854"/>
    <w:rsid w:val="005016A7"/>
    <w:rsid w:val="00501CCE"/>
    <w:rsid w:val="00502683"/>
    <w:rsid w:val="00503DBA"/>
    <w:rsid w:val="00505D85"/>
    <w:rsid w:val="005064BD"/>
    <w:rsid w:val="00506D7F"/>
    <w:rsid w:val="00506FF9"/>
    <w:rsid w:val="005076C6"/>
    <w:rsid w:val="00507863"/>
    <w:rsid w:val="00510561"/>
    <w:rsid w:val="00510967"/>
    <w:rsid w:val="00511489"/>
    <w:rsid w:val="00511824"/>
    <w:rsid w:val="0051188F"/>
    <w:rsid w:val="00512291"/>
    <w:rsid w:val="005132C8"/>
    <w:rsid w:val="00513499"/>
    <w:rsid w:val="00513C22"/>
    <w:rsid w:val="00513E97"/>
    <w:rsid w:val="005140BC"/>
    <w:rsid w:val="005143C9"/>
    <w:rsid w:val="00514AA4"/>
    <w:rsid w:val="0051509E"/>
    <w:rsid w:val="0051529D"/>
    <w:rsid w:val="00517DA3"/>
    <w:rsid w:val="00520C9A"/>
    <w:rsid w:val="00520ED6"/>
    <w:rsid w:val="00520FB1"/>
    <w:rsid w:val="00521004"/>
    <w:rsid w:val="00521296"/>
    <w:rsid w:val="00521719"/>
    <w:rsid w:val="005220D9"/>
    <w:rsid w:val="00523190"/>
    <w:rsid w:val="00523B1A"/>
    <w:rsid w:val="0052409F"/>
    <w:rsid w:val="0052410F"/>
    <w:rsid w:val="005247F0"/>
    <w:rsid w:val="0052504D"/>
    <w:rsid w:val="00525B29"/>
    <w:rsid w:val="00525F7B"/>
    <w:rsid w:val="00526CF3"/>
    <w:rsid w:val="00527061"/>
    <w:rsid w:val="00527260"/>
    <w:rsid w:val="00527A51"/>
    <w:rsid w:val="00530433"/>
    <w:rsid w:val="00531006"/>
    <w:rsid w:val="00531710"/>
    <w:rsid w:val="00531A25"/>
    <w:rsid w:val="00532713"/>
    <w:rsid w:val="00532D9E"/>
    <w:rsid w:val="00533FA1"/>
    <w:rsid w:val="00534FAC"/>
    <w:rsid w:val="005351DD"/>
    <w:rsid w:val="00535831"/>
    <w:rsid w:val="005367A1"/>
    <w:rsid w:val="00536D15"/>
    <w:rsid w:val="00536E38"/>
    <w:rsid w:val="00537705"/>
    <w:rsid w:val="00537C5E"/>
    <w:rsid w:val="00540779"/>
    <w:rsid w:val="005414F9"/>
    <w:rsid w:val="005421BE"/>
    <w:rsid w:val="005430A7"/>
    <w:rsid w:val="00543510"/>
    <w:rsid w:val="00544215"/>
    <w:rsid w:val="005447DD"/>
    <w:rsid w:val="00544CEF"/>
    <w:rsid w:val="00545123"/>
    <w:rsid w:val="005459A1"/>
    <w:rsid w:val="00545ADE"/>
    <w:rsid w:val="00546416"/>
    <w:rsid w:val="005468A9"/>
    <w:rsid w:val="00547A8B"/>
    <w:rsid w:val="0055076E"/>
    <w:rsid w:val="0055079A"/>
    <w:rsid w:val="005511B5"/>
    <w:rsid w:val="00552098"/>
    <w:rsid w:val="005523AF"/>
    <w:rsid w:val="005527F5"/>
    <w:rsid w:val="00552E4A"/>
    <w:rsid w:val="00552F0B"/>
    <w:rsid w:val="005537AB"/>
    <w:rsid w:val="00553991"/>
    <w:rsid w:val="0055477D"/>
    <w:rsid w:val="005548E9"/>
    <w:rsid w:val="00554D63"/>
    <w:rsid w:val="00555137"/>
    <w:rsid w:val="00555147"/>
    <w:rsid w:val="00555698"/>
    <w:rsid w:val="00556509"/>
    <w:rsid w:val="005576C3"/>
    <w:rsid w:val="005601CF"/>
    <w:rsid w:val="005606F2"/>
    <w:rsid w:val="0056130E"/>
    <w:rsid w:val="005613CE"/>
    <w:rsid w:val="005619F4"/>
    <w:rsid w:val="00561D72"/>
    <w:rsid w:val="00562186"/>
    <w:rsid w:val="00562607"/>
    <w:rsid w:val="00562621"/>
    <w:rsid w:val="0056264A"/>
    <w:rsid w:val="00562D36"/>
    <w:rsid w:val="00563238"/>
    <w:rsid w:val="00564250"/>
    <w:rsid w:val="005645A0"/>
    <w:rsid w:val="00566161"/>
    <w:rsid w:val="005661A9"/>
    <w:rsid w:val="00566EA4"/>
    <w:rsid w:val="00566F36"/>
    <w:rsid w:val="005706D6"/>
    <w:rsid w:val="00571723"/>
    <w:rsid w:val="00571D90"/>
    <w:rsid w:val="00572B17"/>
    <w:rsid w:val="00572FF6"/>
    <w:rsid w:val="00573272"/>
    <w:rsid w:val="005740EB"/>
    <w:rsid w:val="00574795"/>
    <w:rsid w:val="00574A27"/>
    <w:rsid w:val="005755E9"/>
    <w:rsid w:val="005762F0"/>
    <w:rsid w:val="00576CAD"/>
    <w:rsid w:val="00576DB3"/>
    <w:rsid w:val="00577119"/>
    <w:rsid w:val="005771DC"/>
    <w:rsid w:val="00577682"/>
    <w:rsid w:val="00577E9B"/>
    <w:rsid w:val="00577F59"/>
    <w:rsid w:val="00577FF7"/>
    <w:rsid w:val="005800CD"/>
    <w:rsid w:val="005800D2"/>
    <w:rsid w:val="005809A9"/>
    <w:rsid w:val="00580B64"/>
    <w:rsid w:val="00580EB1"/>
    <w:rsid w:val="0058173C"/>
    <w:rsid w:val="00581838"/>
    <w:rsid w:val="00583483"/>
    <w:rsid w:val="0058392A"/>
    <w:rsid w:val="00583BA8"/>
    <w:rsid w:val="00583FD4"/>
    <w:rsid w:val="00584781"/>
    <w:rsid w:val="005848C1"/>
    <w:rsid w:val="00584C92"/>
    <w:rsid w:val="005854EE"/>
    <w:rsid w:val="00585B06"/>
    <w:rsid w:val="00585BD0"/>
    <w:rsid w:val="005867D3"/>
    <w:rsid w:val="00586A5C"/>
    <w:rsid w:val="00586BB3"/>
    <w:rsid w:val="0058750D"/>
    <w:rsid w:val="00587D2C"/>
    <w:rsid w:val="00587DFA"/>
    <w:rsid w:val="00591527"/>
    <w:rsid w:val="005917EA"/>
    <w:rsid w:val="00591A71"/>
    <w:rsid w:val="00591C98"/>
    <w:rsid w:val="0059208B"/>
    <w:rsid w:val="0059231E"/>
    <w:rsid w:val="005923ED"/>
    <w:rsid w:val="005931D9"/>
    <w:rsid w:val="00593293"/>
    <w:rsid w:val="00593EAE"/>
    <w:rsid w:val="005944EE"/>
    <w:rsid w:val="005948A5"/>
    <w:rsid w:val="00596624"/>
    <w:rsid w:val="00597239"/>
    <w:rsid w:val="005A067A"/>
    <w:rsid w:val="005A125B"/>
    <w:rsid w:val="005A1F27"/>
    <w:rsid w:val="005A288C"/>
    <w:rsid w:val="005A2C6E"/>
    <w:rsid w:val="005A33CF"/>
    <w:rsid w:val="005A4231"/>
    <w:rsid w:val="005A4680"/>
    <w:rsid w:val="005A4D4B"/>
    <w:rsid w:val="005A4EE4"/>
    <w:rsid w:val="005A60D7"/>
    <w:rsid w:val="005A6F58"/>
    <w:rsid w:val="005A7221"/>
    <w:rsid w:val="005A7A84"/>
    <w:rsid w:val="005A7E0A"/>
    <w:rsid w:val="005B028E"/>
    <w:rsid w:val="005B0827"/>
    <w:rsid w:val="005B0F32"/>
    <w:rsid w:val="005B1B7C"/>
    <w:rsid w:val="005B213A"/>
    <w:rsid w:val="005B36AC"/>
    <w:rsid w:val="005B3864"/>
    <w:rsid w:val="005B45C5"/>
    <w:rsid w:val="005B5BF8"/>
    <w:rsid w:val="005B5E4D"/>
    <w:rsid w:val="005B5EA2"/>
    <w:rsid w:val="005B6253"/>
    <w:rsid w:val="005B68D6"/>
    <w:rsid w:val="005B6E8A"/>
    <w:rsid w:val="005B7239"/>
    <w:rsid w:val="005B72EF"/>
    <w:rsid w:val="005B7568"/>
    <w:rsid w:val="005B7658"/>
    <w:rsid w:val="005B767C"/>
    <w:rsid w:val="005B7CF4"/>
    <w:rsid w:val="005C176C"/>
    <w:rsid w:val="005C1797"/>
    <w:rsid w:val="005C224D"/>
    <w:rsid w:val="005C28DE"/>
    <w:rsid w:val="005C2FD4"/>
    <w:rsid w:val="005C33E0"/>
    <w:rsid w:val="005C36D3"/>
    <w:rsid w:val="005C36F3"/>
    <w:rsid w:val="005C4DB0"/>
    <w:rsid w:val="005C520F"/>
    <w:rsid w:val="005C536F"/>
    <w:rsid w:val="005C5C16"/>
    <w:rsid w:val="005C611E"/>
    <w:rsid w:val="005C760F"/>
    <w:rsid w:val="005C7EDD"/>
    <w:rsid w:val="005D0186"/>
    <w:rsid w:val="005D036C"/>
    <w:rsid w:val="005D1887"/>
    <w:rsid w:val="005D1AE3"/>
    <w:rsid w:val="005D2BCD"/>
    <w:rsid w:val="005D369C"/>
    <w:rsid w:val="005D3AFB"/>
    <w:rsid w:val="005D45B0"/>
    <w:rsid w:val="005D548B"/>
    <w:rsid w:val="005D606C"/>
    <w:rsid w:val="005D66A5"/>
    <w:rsid w:val="005D681E"/>
    <w:rsid w:val="005D682F"/>
    <w:rsid w:val="005D6EF7"/>
    <w:rsid w:val="005D758D"/>
    <w:rsid w:val="005D767E"/>
    <w:rsid w:val="005D7A11"/>
    <w:rsid w:val="005D7C04"/>
    <w:rsid w:val="005E035F"/>
    <w:rsid w:val="005E03D5"/>
    <w:rsid w:val="005E0455"/>
    <w:rsid w:val="005E05BE"/>
    <w:rsid w:val="005E0C33"/>
    <w:rsid w:val="005E0CB4"/>
    <w:rsid w:val="005E1C27"/>
    <w:rsid w:val="005E1E60"/>
    <w:rsid w:val="005E1EAB"/>
    <w:rsid w:val="005E1F63"/>
    <w:rsid w:val="005E2704"/>
    <w:rsid w:val="005E2D4D"/>
    <w:rsid w:val="005E2FF3"/>
    <w:rsid w:val="005E37A9"/>
    <w:rsid w:val="005E3F8F"/>
    <w:rsid w:val="005E4478"/>
    <w:rsid w:val="005E46CC"/>
    <w:rsid w:val="005E4874"/>
    <w:rsid w:val="005E49E6"/>
    <w:rsid w:val="005E5E14"/>
    <w:rsid w:val="005E63F1"/>
    <w:rsid w:val="005E7369"/>
    <w:rsid w:val="005E78A9"/>
    <w:rsid w:val="005E79EA"/>
    <w:rsid w:val="005E7BD1"/>
    <w:rsid w:val="005E7F2F"/>
    <w:rsid w:val="005E7F91"/>
    <w:rsid w:val="005F01B6"/>
    <w:rsid w:val="005F0A5C"/>
    <w:rsid w:val="005F0D17"/>
    <w:rsid w:val="005F0DB8"/>
    <w:rsid w:val="005F1DB6"/>
    <w:rsid w:val="005F2D76"/>
    <w:rsid w:val="005F32AB"/>
    <w:rsid w:val="005F3A03"/>
    <w:rsid w:val="005F3E85"/>
    <w:rsid w:val="005F3F4B"/>
    <w:rsid w:val="005F4DAE"/>
    <w:rsid w:val="005F5077"/>
    <w:rsid w:val="005F5125"/>
    <w:rsid w:val="005F53E7"/>
    <w:rsid w:val="005F5DF1"/>
    <w:rsid w:val="005F6B41"/>
    <w:rsid w:val="005F6DDD"/>
    <w:rsid w:val="005F70EC"/>
    <w:rsid w:val="005F719A"/>
    <w:rsid w:val="005F71B8"/>
    <w:rsid w:val="005F78AF"/>
    <w:rsid w:val="00600748"/>
    <w:rsid w:val="00600A50"/>
    <w:rsid w:val="00600E3E"/>
    <w:rsid w:val="00601450"/>
    <w:rsid w:val="00601AFC"/>
    <w:rsid w:val="00601C40"/>
    <w:rsid w:val="00602662"/>
    <w:rsid w:val="00602953"/>
    <w:rsid w:val="00603B8D"/>
    <w:rsid w:val="00604452"/>
    <w:rsid w:val="00604FEB"/>
    <w:rsid w:val="00605636"/>
    <w:rsid w:val="00606428"/>
    <w:rsid w:val="006066A3"/>
    <w:rsid w:val="00606D41"/>
    <w:rsid w:val="00606F0C"/>
    <w:rsid w:val="006071AF"/>
    <w:rsid w:val="00607360"/>
    <w:rsid w:val="00607511"/>
    <w:rsid w:val="006075FD"/>
    <w:rsid w:val="00607A9B"/>
    <w:rsid w:val="00607F9E"/>
    <w:rsid w:val="006101C6"/>
    <w:rsid w:val="006102E1"/>
    <w:rsid w:val="00610BBD"/>
    <w:rsid w:val="00611DBD"/>
    <w:rsid w:val="006124F8"/>
    <w:rsid w:val="00612665"/>
    <w:rsid w:val="00612BF5"/>
    <w:rsid w:val="00613E81"/>
    <w:rsid w:val="00614D89"/>
    <w:rsid w:val="00615157"/>
    <w:rsid w:val="00615EB3"/>
    <w:rsid w:val="00615FC7"/>
    <w:rsid w:val="00616176"/>
    <w:rsid w:val="006161AE"/>
    <w:rsid w:val="00616F3F"/>
    <w:rsid w:val="00617120"/>
    <w:rsid w:val="0061720F"/>
    <w:rsid w:val="00617C72"/>
    <w:rsid w:val="0062070A"/>
    <w:rsid w:val="00620C3C"/>
    <w:rsid w:val="00620D81"/>
    <w:rsid w:val="00621A89"/>
    <w:rsid w:val="00621BA8"/>
    <w:rsid w:val="00621F66"/>
    <w:rsid w:val="006222EC"/>
    <w:rsid w:val="00622FAD"/>
    <w:rsid w:val="0062317E"/>
    <w:rsid w:val="006236B9"/>
    <w:rsid w:val="00623970"/>
    <w:rsid w:val="006246BD"/>
    <w:rsid w:val="0062499B"/>
    <w:rsid w:val="00624D9D"/>
    <w:rsid w:val="00625450"/>
    <w:rsid w:val="00626290"/>
    <w:rsid w:val="0062675A"/>
    <w:rsid w:val="00626E95"/>
    <w:rsid w:val="0062728B"/>
    <w:rsid w:val="00627742"/>
    <w:rsid w:val="0063001D"/>
    <w:rsid w:val="0063148A"/>
    <w:rsid w:val="00631A6F"/>
    <w:rsid w:val="00631C76"/>
    <w:rsid w:val="006322E0"/>
    <w:rsid w:val="0063249B"/>
    <w:rsid w:val="00632D8E"/>
    <w:rsid w:val="006330D7"/>
    <w:rsid w:val="006338A1"/>
    <w:rsid w:val="006338A9"/>
    <w:rsid w:val="00633B85"/>
    <w:rsid w:val="0063425F"/>
    <w:rsid w:val="00634667"/>
    <w:rsid w:val="006348BE"/>
    <w:rsid w:val="006355C7"/>
    <w:rsid w:val="00635A94"/>
    <w:rsid w:val="006363DA"/>
    <w:rsid w:val="00636464"/>
    <w:rsid w:val="00636D26"/>
    <w:rsid w:val="00636E47"/>
    <w:rsid w:val="006370DE"/>
    <w:rsid w:val="00637B7E"/>
    <w:rsid w:val="00637F31"/>
    <w:rsid w:val="0064025C"/>
    <w:rsid w:val="00640865"/>
    <w:rsid w:val="00641A2D"/>
    <w:rsid w:val="006422F1"/>
    <w:rsid w:val="00642662"/>
    <w:rsid w:val="00642960"/>
    <w:rsid w:val="006429FD"/>
    <w:rsid w:val="006433E0"/>
    <w:rsid w:val="006435A5"/>
    <w:rsid w:val="0064513E"/>
    <w:rsid w:val="00645794"/>
    <w:rsid w:val="00645B90"/>
    <w:rsid w:val="00645C4D"/>
    <w:rsid w:val="00645F58"/>
    <w:rsid w:val="00646692"/>
    <w:rsid w:val="006505ED"/>
    <w:rsid w:val="00650E01"/>
    <w:rsid w:val="006513BA"/>
    <w:rsid w:val="006515D8"/>
    <w:rsid w:val="00651610"/>
    <w:rsid w:val="0065163E"/>
    <w:rsid w:val="00651847"/>
    <w:rsid w:val="006518B5"/>
    <w:rsid w:val="00651B62"/>
    <w:rsid w:val="006528E6"/>
    <w:rsid w:val="00653470"/>
    <w:rsid w:val="00653685"/>
    <w:rsid w:val="00653749"/>
    <w:rsid w:val="00653752"/>
    <w:rsid w:val="00654104"/>
    <w:rsid w:val="0065471D"/>
    <w:rsid w:val="006556F2"/>
    <w:rsid w:val="00655BFA"/>
    <w:rsid w:val="0065608F"/>
    <w:rsid w:val="006562F9"/>
    <w:rsid w:val="00656600"/>
    <w:rsid w:val="006568D9"/>
    <w:rsid w:val="00656C3B"/>
    <w:rsid w:val="006575E6"/>
    <w:rsid w:val="0065768B"/>
    <w:rsid w:val="00657DD6"/>
    <w:rsid w:val="00657EED"/>
    <w:rsid w:val="006600BA"/>
    <w:rsid w:val="006616E5"/>
    <w:rsid w:val="00661A9E"/>
    <w:rsid w:val="006635AD"/>
    <w:rsid w:val="006638AD"/>
    <w:rsid w:val="006641D4"/>
    <w:rsid w:val="006642F0"/>
    <w:rsid w:val="0066438C"/>
    <w:rsid w:val="006643C6"/>
    <w:rsid w:val="00664525"/>
    <w:rsid w:val="006645AB"/>
    <w:rsid w:val="00664CB2"/>
    <w:rsid w:val="00664EC9"/>
    <w:rsid w:val="006650CC"/>
    <w:rsid w:val="006657DF"/>
    <w:rsid w:val="0066591A"/>
    <w:rsid w:val="00666B1A"/>
    <w:rsid w:val="00666B29"/>
    <w:rsid w:val="00666CFB"/>
    <w:rsid w:val="006670C3"/>
    <w:rsid w:val="00667F85"/>
    <w:rsid w:val="0067021C"/>
    <w:rsid w:val="006707DC"/>
    <w:rsid w:val="0067123A"/>
    <w:rsid w:val="006715A7"/>
    <w:rsid w:val="0067277D"/>
    <w:rsid w:val="00672D46"/>
    <w:rsid w:val="006741EA"/>
    <w:rsid w:val="0067445F"/>
    <w:rsid w:val="006745E1"/>
    <w:rsid w:val="0067484E"/>
    <w:rsid w:val="00674A1F"/>
    <w:rsid w:val="00674D4B"/>
    <w:rsid w:val="00674F1A"/>
    <w:rsid w:val="00675331"/>
    <w:rsid w:val="00675450"/>
    <w:rsid w:val="006758ED"/>
    <w:rsid w:val="00676323"/>
    <w:rsid w:val="006772A2"/>
    <w:rsid w:val="006800D6"/>
    <w:rsid w:val="0068084A"/>
    <w:rsid w:val="00681158"/>
    <w:rsid w:val="00682FD6"/>
    <w:rsid w:val="0068355A"/>
    <w:rsid w:val="00683C98"/>
    <w:rsid w:val="0068495A"/>
    <w:rsid w:val="006853F9"/>
    <w:rsid w:val="00685543"/>
    <w:rsid w:val="00687042"/>
    <w:rsid w:val="006872A1"/>
    <w:rsid w:val="006873F2"/>
    <w:rsid w:val="006909FF"/>
    <w:rsid w:val="00691084"/>
    <w:rsid w:val="00691452"/>
    <w:rsid w:val="00691464"/>
    <w:rsid w:val="006918EB"/>
    <w:rsid w:val="0069195C"/>
    <w:rsid w:val="00691C16"/>
    <w:rsid w:val="006929AA"/>
    <w:rsid w:val="00692DD7"/>
    <w:rsid w:val="0069322F"/>
    <w:rsid w:val="0069395E"/>
    <w:rsid w:val="006939C2"/>
    <w:rsid w:val="00693F2A"/>
    <w:rsid w:val="0069473D"/>
    <w:rsid w:val="0069487E"/>
    <w:rsid w:val="00694E53"/>
    <w:rsid w:val="006954B5"/>
    <w:rsid w:val="006957DB"/>
    <w:rsid w:val="0069670F"/>
    <w:rsid w:val="00696834"/>
    <w:rsid w:val="00696951"/>
    <w:rsid w:val="00696DD7"/>
    <w:rsid w:val="006976BB"/>
    <w:rsid w:val="006A1406"/>
    <w:rsid w:val="006A250A"/>
    <w:rsid w:val="006A3BBA"/>
    <w:rsid w:val="006A4486"/>
    <w:rsid w:val="006A4D59"/>
    <w:rsid w:val="006A5639"/>
    <w:rsid w:val="006B0021"/>
    <w:rsid w:val="006B02F3"/>
    <w:rsid w:val="006B0501"/>
    <w:rsid w:val="006B0F42"/>
    <w:rsid w:val="006B1141"/>
    <w:rsid w:val="006B1213"/>
    <w:rsid w:val="006B2051"/>
    <w:rsid w:val="006B21F9"/>
    <w:rsid w:val="006B2ACE"/>
    <w:rsid w:val="006B2EEC"/>
    <w:rsid w:val="006B43DE"/>
    <w:rsid w:val="006B45D2"/>
    <w:rsid w:val="006B47B1"/>
    <w:rsid w:val="006B5B4B"/>
    <w:rsid w:val="006B5F66"/>
    <w:rsid w:val="006B7386"/>
    <w:rsid w:val="006B7780"/>
    <w:rsid w:val="006B7A98"/>
    <w:rsid w:val="006C10A6"/>
    <w:rsid w:val="006C17FF"/>
    <w:rsid w:val="006C2BC8"/>
    <w:rsid w:val="006C2FEA"/>
    <w:rsid w:val="006C3377"/>
    <w:rsid w:val="006C340B"/>
    <w:rsid w:val="006C37BE"/>
    <w:rsid w:val="006C3C87"/>
    <w:rsid w:val="006C3F92"/>
    <w:rsid w:val="006C3FCB"/>
    <w:rsid w:val="006C4064"/>
    <w:rsid w:val="006C471D"/>
    <w:rsid w:val="006C493F"/>
    <w:rsid w:val="006C4DEE"/>
    <w:rsid w:val="006C5E5F"/>
    <w:rsid w:val="006C61C3"/>
    <w:rsid w:val="006C661C"/>
    <w:rsid w:val="006C66AC"/>
    <w:rsid w:val="006C66F4"/>
    <w:rsid w:val="006C671C"/>
    <w:rsid w:val="006C67F8"/>
    <w:rsid w:val="006C6853"/>
    <w:rsid w:val="006C689D"/>
    <w:rsid w:val="006C7779"/>
    <w:rsid w:val="006D0B31"/>
    <w:rsid w:val="006D18F1"/>
    <w:rsid w:val="006D1A98"/>
    <w:rsid w:val="006D24A2"/>
    <w:rsid w:val="006D2611"/>
    <w:rsid w:val="006D3230"/>
    <w:rsid w:val="006D4013"/>
    <w:rsid w:val="006D5F40"/>
    <w:rsid w:val="006D772F"/>
    <w:rsid w:val="006E0063"/>
    <w:rsid w:val="006E0EE6"/>
    <w:rsid w:val="006E1136"/>
    <w:rsid w:val="006E119E"/>
    <w:rsid w:val="006E11E6"/>
    <w:rsid w:val="006E1560"/>
    <w:rsid w:val="006E16F4"/>
    <w:rsid w:val="006E1E6A"/>
    <w:rsid w:val="006E1EF2"/>
    <w:rsid w:val="006E28D3"/>
    <w:rsid w:val="006E335B"/>
    <w:rsid w:val="006E3643"/>
    <w:rsid w:val="006E3940"/>
    <w:rsid w:val="006E4372"/>
    <w:rsid w:val="006E4780"/>
    <w:rsid w:val="006E4E72"/>
    <w:rsid w:val="006E62E2"/>
    <w:rsid w:val="006E64FA"/>
    <w:rsid w:val="006E73E3"/>
    <w:rsid w:val="006E78F7"/>
    <w:rsid w:val="006E79F4"/>
    <w:rsid w:val="006F014B"/>
    <w:rsid w:val="006F03BC"/>
    <w:rsid w:val="006F0965"/>
    <w:rsid w:val="006F1878"/>
    <w:rsid w:val="006F1CCD"/>
    <w:rsid w:val="006F25BE"/>
    <w:rsid w:val="006F2E2E"/>
    <w:rsid w:val="006F3471"/>
    <w:rsid w:val="006F3673"/>
    <w:rsid w:val="006F4034"/>
    <w:rsid w:val="006F4FD6"/>
    <w:rsid w:val="006F609C"/>
    <w:rsid w:val="006F66B8"/>
    <w:rsid w:val="006F69A1"/>
    <w:rsid w:val="006F6A31"/>
    <w:rsid w:val="006F6D3A"/>
    <w:rsid w:val="006F6DCF"/>
    <w:rsid w:val="006F6EEE"/>
    <w:rsid w:val="006F6F3D"/>
    <w:rsid w:val="006F72F8"/>
    <w:rsid w:val="006F7B3D"/>
    <w:rsid w:val="00701551"/>
    <w:rsid w:val="00701FCE"/>
    <w:rsid w:val="00702735"/>
    <w:rsid w:val="00702B74"/>
    <w:rsid w:val="00702DF4"/>
    <w:rsid w:val="00704049"/>
    <w:rsid w:val="007051B1"/>
    <w:rsid w:val="007055F9"/>
    <w:rsid w:val="00705909"/>
    <w:rsid w:val="00706320"/>
    <w:rsid w:val="0070698C"/>
    <w:rsid w:val="007075EF"/>
    <w:rsid w:val="007078A5"/>
    <w:rsid w:val="007106D5"/>
    <w:rsid w:val="007109BD"/>
    <w:rsid w:val="00710A6E"/>
    <w:rsid w:val="0071155A"/>
    <w:rsid w:val="007125AA"/>
    <w:rsid w:val="00712B78"/>
    <w:rsid w:val="0071319D"/>
    <w:rsid w:val="00713F79"/>
    <w:rsid w:val="0071491B"/>
    <w:rsid w:val="0071515B"/>
    <w:rsid w:val="007151EC"/>
    <w:rsid w:val="00715473"/>
    <w:rsid w:val="00716937"/>
    <w:rsid w:val="00716CC5"/>
    <w:rsid w:val="00716ECC"/>
    <w:rsid w:val="0071746D"/>
    <w:rsid w:val="00717518"/>
    <w:rsid w:val="00717F95"/>
    <w:rsid w:val="0072034F"/>
    <w:rsid w:val="00720E3C"/>
    <w:rsid w:val="007222AC"/>
    <w:rsid w:val="007222D4"/>
    <w:rsid w:val="007227BE"/>
    <w:rsid w:val="00722BCA"/>
    <w:rsid w:val="00723CAF"/>
    <w:rsid w:val="00723E3F"/>
    <w:rsid w:val="0072425B"/>
    <w:rsid w:val="0072433B"/>
    <w:rsid w:val="007245A7"/>
    <w:rsid w:val="00724C5F"/>
    <w:rsid w:val="007256F6"/>
    <w:rsid w:val="00725CF0"/>
    <w:rsid w:val="00726B1B"/>
    <w:rsid w:val="0072763E"/>
    <w:rsid w:val="00727B9C"/>
    <w:rsid w:val="00727ECD"/>
    <w:rsid w:val="00730AD9"/>
    <w:rsid w:val="00730DB1"/>
    <w:rsid w:val="007310CE"/>
    <w:rsid w:val="00731E2C"/>
    <w:rsid w:val="007320B1"/>
    <w:rsid w:val="00732157"/>
    <w:rsid w:val="007321FD"/>
    <w:rsid w:val="007350DD"/>
    <w:rsid w:val="00735E47"/>
    <w:rsid w:val="00736E55"/>
    <w:rsid w:val="00736FA6"/>
    <w:rsid w:val="00740533"/>
    <w:rsid w:val="00741EBC"/>
    <w:rsid w:val="0074232D"/>
    <w:rsid w:val="0074264F"/>
    <w:rsid w:val="00742C74"/>
    <w:rsid w:val="00743070"/>
    <w:rsid w:val="00743393"/>
    <w:rsid w:val="00743764"/>
    <w:rsid w:val="00743F6D"/>
    <w:rsid w:val="0074405B"/>
    <w:rsid w:val="007443EB"/>
    <w:rsid w:val="00744BE3"/>
    <w:rsid w:val="007450A3"/>
    <w:rsid w:val="00745610"/>
    <w:rsid w:val="007460E1"/>
    <w:rsid w:val="007478DB"/>
    <w:rsid w:val="00747A8A"/>
    <w:rsid w:val="00747D26"/>
    <w:rsid w:val="0075042F"/>
    <w:rsid w:val="00750668"/>
    <w:rsid w:val="0075190F"/>
    <w:rsid w:val="00751E8D"/>
    <w:rsid w:val="0075257F"/>
    <w:rsid w:val="00752699"/>
    <w:rsid w:val="00752E73"/>
    <w:rsid w:val="00753C85"/>
    <w:rsid w:val="00753F10"/>
    <w:rsid w:val="00754124"/>
    <w:rsid w:val="007542E4"/>
    <w:rsid w:val="00754311"/>
    <w:rsid w:val="007547D4"/>
    <w:rsid w:val="00755562"/>
    <w:rsid w:val="00755CAA"/>
    <w:rsid w:val="00755EE2"/>
    <w:rsid w:val="00756284"/>
    <w:rsid w:val="0075663A"/>
    <w:rsid w:val="00756D0E"/>
    <w:rsid w:val="00756D64"/>
    <w:rsid w:val="00757200"/>
    <w:rsid w:val="0075754D"/>
    <w:rsid w:val="00757717"/>
    <w:rsid w:val="00757ABC"/>
    <w:rsid w:val="007600D5"/>
    <w:rsid w:val="007606C7"/>
    <w:rsid w:val="0076077F"/>
    <w:rsid w:val="0076093E"/>
    <w:rsid w:val="0076094E"/>
    <w:rsid w:val="0076097E"/>
    <w:rsid w:val="007615D3"/>
    <w:rsid w:val="007619A5"/>
    <w:rsid w:val="00762A63"/>
    <w:rsid w:val="0076331A"/>
    <w:rsid w:val="00763588"/>
    <w:rsid w:val="0076371C"/>
    <w:rsid w:val="00763796"/>
    <w:rsid w:val="00763D25"/>
    <w:rsid w:val="00763E55"/>
    <w:rsid w:val="00763F8F"/>
    <w:rsid w:val="0076491A"/>
    <w:rsid w:val="00764CCF"/>
    <w:rsid w:val="00764D9C"/>
    <w:rsid w:val="00765307"/>
    <w:rsid w:val="007658B3"/>
    <w:rsid w:val="00766A97"/>
    <w:rsid w:val="00767588"/>
    <w:rsid w:val="00767805"/>
    <w:rsid w:val="007679AA"/>
    <w:rsid w:val="00770B2C"/>
    <w:rsid w:val="0077124E"/>
    <w:rsid w:val="00771EFE"/>
    <w:rsid w:val="0077267A"/>
    <w:rsid w:val="00772CA6"/>
    <w:rsid w:val="00772E98"/>
    <w:rsid w:val="007732DB"/>
    <w:rsid w:val="00773473"/>
    <w:rsid w:val="00773801"/>
    <w:rsid w:val="0077471F"/>
    <w:rsid w:val="007759D6"/>
    <w:rsid w:val="00775F52"/>
    <w:rsid w:val="0077601D"/>
    <w:rsid w:val="00776325"/>
    <w:rsid w:val="00776451"/>
    <w:rsid w:val="0077651D"/>
    <w:rsid w:val="00776C49"/>
    <w:rsid w:val="007803BD"/>
    <w:rsid w:val="00780F09"/>
    <w:rsid w:val="0078183B"/>
    <w:rsid w:val="00782037"/>
    <w:rsid w:val="00782207"/>
    <w:rsid w:val="007823E9"/>
    <w:rsid w:val="0078284A"/>
    <w:rsid w:val="007829F2"/>
    <w:rsid w:val="00783195"/>
    <w:rsid w:val="007841A9"/>
    <w:rsid w:val="0078474D"/>
    <w:rsid w:val="007847D8"/>
    <w:rsid w:val="00785839"/>
    <w:rsid w:val="00785D8F"/>
    <w:rsid w:val="00786114"/>
    <w:rsid w:val="00786198"/>
    <w:rsid w:val="0078691E"/>
    <w:rsid w:val="00787626"/>
    <w:rsid w:val="007877F2"/>
    <w:rsid w:val="00787D38"/>
    <w:rsid w:val="00787F0B"/>
    <w:rsid w:val="00787F65"/>
    <w:rsid w:val="007902DF"/>
    <w:rsid w:val="007912F4"/>
    <w:rsid w:val="007918DD"/>
    <w:rsid w:val="00792D88"/>
    <w:rsid w:val="007930ED"/>
    <w:rsid w:val="0079394D"/>
    <w:rsid w:val="00793E2D"/>
    <w:rsid w:val="00794529"/>
    <w:rsid w:val="007947B3"/>
    <w:rsid w:val="007952ED"/>
    <w:rsid w:val="007969B2"/>
    <w:rsid w:val="00797147"/>
    <w:rsid w:val="007976D7"/>
    <w:rsid w:val="007977E0"/>
    <w:rsid w:val="00797BF6"/>
    <w:rsid w:val="007A04B6"/>
    <w:rsid w:val="007A0CE0"/>
    <w:rsid w:val="007A16C7"/>
    <w:rsid w:val="007A308C"/>
    <w:rsid w:val="007A3926"/>
    <w:rsid w:val="007A398E"/>
    <w:rsid w:val="007A4071"/>
    <w:rsid w:val="007A4873"/>
    <w:rsid w:val="007A4A0B"/>
    <w:rsid w:val="007A5A3A"/>
    <w:rsid w:val="007A5C73"/>
    <w:rsid w:val="007A60DB"/>
    <w:rsid w:val="007A6526"/>
    <w:rsid w:val="007A66FF"/>
    <w:rsid w:val="007A6921"/>
    <w:rsid w:val="007A6F36"/>
    <w:rsid w:val="007A7221"/>
    <w:rsid w:val="007A73DD"/>
    <w:rsid w:val="007A780A"/>
    <w:rsid w:val="007A794B"/>
    <w:rsid w:val="007A7B08"/>
    <w:rsid w:val="007A7DEC"/>
    <w:rsid w:val="007B03F6"/>
    <w:rsid w:val="007B0569"/>
    <w:rsid w:val="007B07EE"/>
    <w:rsid w:val="007B0AB9"/>
    <w:rsid w:val="007B0FE1"/>
    <w:rsid w:val="007B17E1"/>
    <w:rsid w:val="007B20DE"/>
    <w:rsid w:val="007B28CC"/>
    <w:rsid w:val="007B2A06"/>
    <w:rsid w:val="007B2D6A"/>
    <w:rsid w:val="007B3DE7"/>
    <w:rsid w:val="007B411C"/>
    <w:rsid w:val="007B4206"/>
    <w:rsid w:val="007B42DA"/>
    <w:rsid w:val="007B4658"/>
    <w:rsid w:val="007B5A10"/>
    <w:rsid w:val="007B5D79"/>
    <w:rsid w:val="007B631C"/>
    <w:rsid w:val="007B7557"/>
    <w:rsid w:val="007B75C5"/>
    <w:rsid w:val="007B7B6A"/>
    <w:rsid w:val="007C0026"/>
    <w:rsid w:val="007C007D"/>
    <w:rsid w:val="007C0463"/>
    <w:rsid w:val="007C0A3C"/>
    <w:rsid w:val="007C1AB1"/>
    <w:rsid w:val="007C2F12"/>
    <w:rsid w:val="007C2F3F"/>
    <w:rsid w:val="007C3370"/>
    <w:rsid w:val="007C3A75"/>
    <w:rsid w:val="007C43DC"/>
    <w:rsid w:val="007C49C7"/>
    <w:rsid w:val="007C5A48"/>
    <w:rsid w:val="007C67B5"/>
    <w:rsid w:val="007C72EE"/>
    <w:rsid w:val="007C77AB"/>
    <w:rsid w:val="007C79C5"/>
    <w:rsid w:val="007C7A71"/>
    <w:rsid w:val="007C7C7D"/>
    <w:rsid w:val="007C7CFC"/>
    <w:rsid w:val="007D04D7"/>
    <w:rsid w:val="007D1AA1"/>
    <w:rsid w:val="007D2030"/>
    <w:rsid w:val="007D2885"/>
    <w:rsid w:val="007D3994"/>
    <w:rsid w:val="007D3EA0"/>
    <w:rsid w:val="007D444B"/>
    <w:rsid w:val="007D5086"/>
    <w:rsid w:val="007D5B8E"/>
    <w:rsid w:val="007D5E8D"/>
    <w:rsid w:val="007D5FCD"/>
    <w:rsid w:val="007D68A1"/>
    <w:rsid w:val="007D70A9"/>
    <w:rsid w:val="007D7253"/>
    <w:rsid w:val="007E03C6"/>
    <w:rsid w:val="007E36F6"/>
    <w:rsid w:val="007E3982"/>
    <w:rsid w:val="007E404F"/>
    <w:rsid w:val="007E413B"/>
    <w:rsid w:val="007E4397"/>
    <w:rsid w:val="007E4723"/>
    <w:rsid w:val="007E47E4"/>
    <w:rsid w:val="007E579B"/>
    <w:rsid w:val="007E5EE1"/>
    <w:rsid w:val="007E6DDA"/>
    <w:rsid w:val="007E6E5B"/>
    <w:rsid w:val="007E702E"/>
    <w:rsid w:val="007F0048"/>
    <w:rsid w:val="007F07C4"/>
    <w:rsid w:val="007F15A0"/>
    <w:rsid w:val="007F1DEB"/>
    <w:rsid w:val="007F2B3E"/>
    <w:rsid w:val="007F42DA"/>
    <w:rsid w:val="007F523C"/>
    <w:rsid w:val="007F56B1"/>
    <w:rsid w:val="007F5A9D"/>
    <w:rsid w:val="007F5E96"/>
    <w:rsid w:val="007F7507"/>
    <w:rsid w:val="007F7850"/>
    <w:rsid w:val="007F7A44"/>
    <w:rsid w:val="007F7A5E"/>
    <w:rsid w:val="00800255"/>
    <w:rsid w:val="008007DA"/>
    <w:rsid w:val="00801BA4"/>
    <w:rsid w:val="0080368C"/>
    <w:rsid w:val="008037E8"/>
    <w:rsid w:val="00803D3F"/>
    <w:rsid w:val="00804C09"/>
    <w:rsid w:val="008056E7"/>
    <w:rsid w:val="00805E6F"/>
    <w:rsid w:val="008063A2"/>
    <w:rsid w:val="00807647"/>
    <w:rsid w:val="008076B6"/>
    <w:rsid w:val="008101B9"/>
    <w:rsid w:val="0081025E"/>
    <w:rsid w:val="008109EF"/>
    <w:rsid w:val="008116DF"/>
    <w:rsid w:val="00811F17"/>
    <w:rsid w:val="00812515"/>
    <w:rsid w:val="00813338"/>
    <w:rsid w:val="00813AE7"/>
    <w:rsid w:val="00813F99"/>
    <w:rsid w:val="00814ABD"/>
    <w:rsid w:val="00814ED3"/>
    <w:rsid w:val="00815F91"/>
    <w:rsid w:val="00816641"/>
    <w:rsid w:val="0081679A"/>
    <w:rsid w:val="0081784D"/>
    <w:rsid w:val="00817B7B"/>
    <w:rsid w:val="00817D26"/>
    <w:rsid w:val="00820316"/>
    <w:rsid w:val="00820EE6"/>
    <w:rsid w:val="008213F2"/>
    <w:rsid w:val="00821457"/>
    <w:rsid w:val="00821799"/>
    <w:rsid w:val="008219B4"/>
    <w:rsid w:val="00821BBA"/>
    <w:rsid w:val="008220A9"/>
    <w:rsid w:val="00822E1A"/>
    <w:rsid w:val="00822FF4"/>
    <w:rsid w:val="00823070"/>
    <w:rsid w:val="00823104"/>
    <w:rsid w:val="0082369D"/>
    <w:rsid w:val="00823C6D"/>
    <w:rsid w:val="00823E4D"/>
    <w:rsid w:val="008252C6"/>
    <w:rsid w:val="0082559C"/>
    <w:rsid w:val="00825C62"/>
    <w:rsid w:val="00825D8B"/>
    <w:rsid w:val="00826E6C"/>
    <w:rsid w:val="00827487"/>
    <w:rsid w:val="00827A4E"/>
    <w:rsid w:val="008302F1"/>
    <w:rsid w:val="0083074A"/>
    <w:rsid w:val="0083094E"/>
    <w:rsid w:val="00830C99"/>
    <w:rsid w:val="00830E1E"/>
    <w:rsid w:val="00831E0F"/>
    <w:rsid w:val="00832C8E"/>
    <w:rsid w:val="00832DB2"/>
    <w:rsid w:val="008330D6"/>
    <w:rsid w:val="0083325C"/>
    <w:rsid w:val="008333E5"/>
    <w:rsid w:val="00833D55"/>
    <w:rsid w:val="00834158"/>
    <w:rsid w:val="00834EF4"/>
    <w:rsid w:val="00835685"/>
    <w:rsid w:val="00835B79"/>
    <w:rsid w:val="00836297"/>
    <w:rsid w:val="00836604"/>
    <w:rsid w:val="00836A57"/>
    <w:rsid w:val="00840D3B"/>
    <w:rsid w:val="00841AFA"/>
    <w:rsid w:val="00842015"/>
    <w:rsid w:val="00843D43"/>
    <w:rsid w:val="00844137"/>
    <w:rsid w:val="0084427B"/>
    <w:rsid w:val="00844821"/>
    <w:rsid w:val="00844B99"/>
    <w:rsid w:val="00844FDD"/>
    <w:rsid w:val="00845320"/>
    <w:rsid w:val="008455DF"/>
    <w:rsid w:val="008465AA"/>
    <w:rsid w:val="008465E1"/>
    <w:rsid w:val="00847D89"/>
    <w:rsid w:val="008501E8"/>
    <w:rsid w:val="00850614"/>
    <w:rsid w:val="00850F83"/>
    <w:rsid w:val="0085132B"/>
    <w:rsid w:val="00851473"/>
    <w:rsid w:val="00851985"/>
    <w:rsid w:val="00852070"/>
    <w:rsid w:val="008525BB"/>
    <w:rsid w:val="00852A53"/>
    <w:rsid w:val="008530BD"/>
    <w:rsid w:val="008532F8"/>
    <w:rsid w:val="0085334D"/>
    <w:rsid w:val="008533ED"/>
    <w:rsid w:val="00853500"/>
    <w:rsid w:val="00853BC7"/>
    <w:rsid w:val="00853CFB"/>
    <w:rsid w:val="00853FAD"/>
    <w:rsid w:val="0085444D"/>
    <w:rsid w:val="0085579F"/>
    <w:rsid w:val="008569A8"/>
    <w:rsid w:val="00857338"/>
    <w:rsid w:val="00857C9B"/>
    <w:rsid w:val="008600A5"/>
    <w:rsid w:val="008602F2"/>
    <w:rsid w:val="00861A0E"/>
    <w:rsid w:val="00862058"/>
    <w:rsid w:val="00862734"/>
    <w:rsid w:val="00862C23"/>
    <w:rsid w:val="00862D86"/>
    <w:rsid w:val="0086318C"/>
    <w:rsid w:val="00863765"/>
    <w:rsid w:val="008637BA"/>
    <w:rsid w:val="00863F90"/>
    <w:rsid w:val="008640EE"/>
    <w:rsid w:val="008642AF"/>
    <w:rsid w:val="00864D9D"/>
    <w:rsid w:val="008656B1"/>
    <w:rsid w:val="008657C0"/>
    <w:rsid w:val="0086635D"/>
    <w:rsid w:val="00866417"/>
    <w:rsid w:val="00866521"/>
    <w:rsid w:val="00867081"/>
    <w:rsid w:val="00867187"/>
    <w:rsid w:val="008672A3"/>
    <w:rsid w:val="00867593"/>
    <w:rsid w:val="00867F19"/>
    <w:rsid w:val="00871294"/>
    <w:rsid w:val="008720AE"/>
    <w:rsid w:val="008720D4"/>
    <w:rsid w:val="00872186"/>
    <w:rsid w:val="0087254C"/>
    <w:rsid w:val="00872AF1"/>
    <w:rsid w:val="00872D9A"/>
    <w:rsid w:val="00873690"/>
    <w:rsid w:val="00874464"/>
    <w:rsid w:val="00876A6C"/>
    <w:rsid w:val="008770D3"/>
    <w:rsid w:val="0087747F"/>
    <w:rsid w:val="00877B6F"/>
    <w:rsid w:val="008802A1"/>
    <w:rsid w:val="0088109B"/>
    <w:rsid w:val="008810CE"/>
    <w:rsid w:val="008816AB"/>
    <w:rsid w:val="00881850"/>
    <w:rsid w:val="00882B93"/>
    <w:rsid w:val="008830CA"/>
    <w:rsid w:val="00883976"/>
    <w:rsid w:val="00883EA7"/>
    <w:rsid w:val="0088423D"/>
    <w:rsid w:val="0088466B"/>
    <w:rsid w:val="00884A86"/>
    <w:rsid w:val="00885C16"/>
    <w:rsid w:val="008862D6"/>
    <w:rsid w:val="0088636E"/>
    <w:rsid w:val="008863B8"/>
    <w:rsid w:val="00886D38"/>
    <w:rsid w:val="008879EA"/>
    <w:rsid w:val="00887A31"/>
    <w:rsid w:val="00887CCF"/>
    <w:rsid w:val="00890E5D"/>
    <w:rsid w:val="008913DA"/>
    <w:rsid w:val="0089199C"/>
    <w:rsid w:val="008923E2"/>
    <w:rsid w:val="00892609"/>
    <w:rsid w:val="00893AD0"/>
    <w:rsid w:val="008944EE"/>
    <w:rsid w:val="008945E9"/>
    <w:rsid w:val="0089477F"/>
    <w:rsid w:val="00895428"/>
    <w:rsid w:val="00896962"/>
    <w:rsid w:val="00897035"/>
    <w:rsid w:val="00897090"/>
    <w:rsid w:val="008973D7"/>
    <w:rsid w:val="00897549"/>
    <w:rsid w:val="008A0809"/>
    <w:rsid w:val="008A1282"/>
    <w:rsid w:val="008A164B"/>
    <w:rsid w:val="008A1878"/>
    <w:rsid w:val="008A1E06"/>
    <w:rsid w:val="008A1FCA"/>
    <w:rsid w:val="008A24B3"/>
    <w:rsid w:val="008A27C5"/>
    <w:rsid w:val="008A34C9"/>
    <w:rsid w:val="008A3914"/>
    <w:rsid w:val="008A3D79"/>
    <w:rsid w:val="008A3E14"/>
    <w:rsid w:val="008A43F3"/>
    <w:rsid w:val="008A444B"/>
    <w:rsid w:val="008A4459"/>
    <w:rsid w:val="008A4BB1"/>
    <w:rsid w:val="008A4C82"/>
    <w:rsid w:val="008A594B"/>
    <w:rsid w:val="008A5D8D"/>
    <w:rsid w:val="008A5E38"/>
    <w:rsid w:val="008A687F"/>
    <w:rsid w:val="008A6EB1"/>
    <w:rsid w:val="008A7D48"/>
    <w:rsid w:val="008B045B"/>
    <w:rsid w:val="008B0997"/>
    <w:rsid w:val="008B1019"/>
    <w:rsid w:val="008B11AE"/>
    <w:rsid w:val="008B1308"/>
    <w:rsid w:val="008B15FC"/>
    <w:rsid w:val="008B1C5D"/>
    <w:rsid w:val="008B1ED3"/>
    <w:rsid w:val="008B1F1B"/>
    <w:rsid w:val="008B216A"/>
    <w:rsid w:val="008B2EEC"/>
    <w:rsid w:val="008B366A"/>
    <w:rsid w:val="008B3CEF"/>
    <w:rsid w:val="008B4527"/>
    <w:rsid w:val="008B4F61"/>
    <w:rsid w:val="008B55AE"/>
    <w:rsid w:val="008B5E71"/>
    <w:rsid w:val="008B69C8"/>
    <w:rsid w:val="008B6B5F"/>
    <w:rsid w:val="008B6DF9"/>
    <w:rsid w:val="008B7017"/>
    <w:rsid w:val="008B78A6"/>
    <w:rsid w:val="008B79AB"/>
    <w:rsid w:val="008B7D26"/>
    <w:rsid w:val="008C081D"/>
    <w:rsid w:val="008C0CD8"/>
    <w:rsid w:val="008C0D9A"/>
    <w:rsid w:val="008C151A"/>
    <w:rsid w:val="008C2143"/>
    <w:rsid w:val="008C22B0"/>
    <w:rsid w:val="008C2678"/>
    <w:rsid w:val="008C287A"/>
    <w:rsid w:val="008C30EF"/>
    <w:rsid w:val="008C3B98"/>
    <w:rsid w:val="008C4D1E"/>
    <w:rsid w:val="008C4E2F"/>
    <w:rsid w:val="008C506D"/>
    <w:rsid w:val="008C5508"/>
    <w:rsid w:val="008C5A1C"/>
    <w:rsid w:val="008C60A9"/>
    <w:rsid w:val="008C6505"/>
    <w:rsid w:val="008C6775"/>
    <w:rsid w:val="008C71BD"/>
    <w:rsid w:val="008C7A47"/>
    <w:rsid w:val="008D005B"/>
    <w:rsid w:val="008D0077"/>
    <w:rsid w:val="008D02D2"/>
    <w:rsid w:val="008D05D1"/>
    <w:rsid w:val="008D1E66"/>
    <w:rsid w:val="008D2815"/>
    <w:rsid w:val="008D3645"/>
    <w:rsid w:val="008D3782"/>
    <w:rsid w:val="008D39A9"/>
    <w:rsid w:val="008D4449"/>
    <w:rsid w:val="008D4692"/>
    <w:rsid w:val="008D4972"/>
    <w:rsid w:val="008D5111"/>
    <w:rsid w:val="008D5B8D"/>
    <w:rsid w:val="008D5C67"/>
    <w:rsid w:val="008D625C"/>
    <w:rsid w:val="008D67B1"/>
    <w:rsid w:val="008D6D56"/>
    <w:rsid w:val="008D6FFB"/>
    <w:rsid w:val="008D741F"/>
    <w:rsid w:val="008E04AB"/>
    <w:rsid w:val="008E148A"/>
    <w:rsid w:val="008E193E"/>
    <w:rsid w:val="008E1CD6"/>
    <w:rsid w:val="008E1D88"/>
    <w:rsid w:val="008E2219"/>
    <w:rsid w:val="008E230D"/>
    <w:rsid w:val="008E286B"/>
    <w:rsid w:val="008E31F9"/>
    <w:rsid w:val="008E3B19"/>
    <w:rsid w:val="008E584A"/>
    <w:rsid w:val="008E590C"/>
    <w:rsid w:val="008E5C9C"/>
    <w:rsid w:val="008E6473"/>
    <w:rsid w:val="008E7E8D"/>
    <w:rsid w:val="008E7F35"/>
    <w:rsid w:val="008F06CD"/>
    <w:rsid w:val="008F08E2"/>
    <w:rsid w:val="008F0E20"/>
    <w:rsid w:val="008F1847"/>
    <w:rsid w:val="008F1BB0"/>
    <w:rsid w:val="008F1F59"/>
    <w:rsid w:val="008F1FB6"/>
    <w:rsid w:val="008F2608"/>
    <w:rsid w:val="008F2F7B"/>
    <w:rsid w:val="008F3215"/>
    <w:rsid w:val="008F39FF"/>
    <w:rsid w:val="008F459C"/>
    <w:rsid w:val="008F4690"/>
    <w:rsid w:val="008F4E1F"/>
    <w:rsid w:val="008F5200"/>
    <w:rsid w:val="008F58B4"/>
    <w:rsid w:val="008F5AC8"/>
    <w:rsid w:val="008F666C"/>
    <w:rsid w:val="008F68B2"/>
    <w:rsid w:val="008F70EA"/>
    <w:rsid w:val="008F727B"/>
    <w:rsid w:val="008F744E"/>
    <w:rsid w:val="008F782C"/>
    <w:rsid w:val="0090027A"/>
    <w:rsid w:val="009004A2"/>
    <w:rsid w:val="00901902"/>
    <w:rsid w:val="00901D25"/>
    <w:rsid w:val="009022E0"/>
    <w:rsid w:val="0090271F"/>
    <w:rsid w:val="00902BA3"/>
    <w:rsid w:val="00903419"/>
    <w:rsid w:val="00903C8D"/>
    <w:rsid w:val="00903E0F"/>
    <w:rsid w:val="00904EAE"/>
    <w:rsid w:val="00904FA7"/>
    <w:rsid w:val="00905D84"/>
    <w:rsid w:val="00906ECB"/>
    <w:rsid w:val="00906EEE"/>
    <w:rsid w:val="009071F2"/>
    <w:rsid w:val="0091018E"/>
    <w:rsid w:val="009101D6"/>
    <w:rsid w:val="009110E4"/>
    <w:rsid w:val="00911205"/>
    <w:rsid w:val="009121B8"/>
    <w:rsid w:val="00912244"/>
    <w:rsid w:val="0091244C"/>
    <w:rsid w:val="0091245E"/>
    <w:rsid w:val="009129C9"/>
    <w:rsid w:val="0091308E"/>
    <w:rsid w:val="009134F3"/>
    <w:rsid w:val="009141D8"/>
    <w:rsid w:val="0091422D"/>
    <w:rsid w:val="009142E1"/>
    <w:rsid w:val="00915449"/>
    <w:rsid w:val="00915497"/>
    <w:rsid w:val="009156AE"/>
    <w:rsid w:val="00915D8B"/>
    <w:rsid w:val="00915F6E"/>
    <w:rsid w:val="00916213"/>
    <w:rsid w:val="00916FD2"/>
    <w:rsid w:val="00917740"/>
    <w:rsid w:val="0092046E"/>
    <w:rsid w:val="009209A8"/>
    <w:rsid w:val="00920B8F"/>
    <w:rsid w:val="00921BD8"/>
    <w:rsid w:val="00921E9E"/>
    <w:rsid w:val="00922219"/>
    <w:rsid w:val="00924098"/>
    <w:rsid w:val="0092421B"/>
    <w:rsid w:val="0092489F"/>
    <w:rsid w:val="00924E0B"/>
    <w:rsid w:val="00925B9C"/>
    <w:rsid w:val="00926817"/>
    <w:rsid w:val="009268B3"/>
    <w:rsid w:val="00926AC0"/>
    <w:rsid w:val="00927288"/>
    <w:rsid w:val="00927CCD"/>
    <w:rsid w:val="0093003B"/>
    <w:rsid w:val="009304D8"/>
    <w:rsid w:val="009307BE"/>
    <w:rsid w:val="00930C7F"/>
    <w:rsid w:val="0093126C"/>
    <w:rsid w:val="0093159F"/>
    <w:rsid w:val="00931DAE"/>
    <w:rsid w:val="009323ED"/>
    <w:rsid w:val="0093249B"/>
    <w:rsid w:val="009325F8"/>
    <w:rsid w:val="00932D47"/>
    <w:rsid w:val="0093340B"/>
    <w:rsid w:val="00933651"/>
    <w:rsid w:val="00933920"/>
    <w:rsid w:val="00933996"/>
    <w:rsid w:val="009344B5"/>
    <w:rsid w:val="00934BF6"/>
    <w:rsid w:val="009355EC"/>
    <w:rsid w:val="00935D58"/>
    <w:rsid w:val="00935ECA"/>
    <w:rsid w:val="00937939"/>
    <w:rsid w:val="00937B05"/>
    <w:rsid w:val="00937F82"/>
    <w:rsid w:val="0094015D"/>
    <w:rsid w:val="0094191A"/>
    <w:rsid w:val="00941B70"/>
    <w:rsid w:val="00941CA3"/>
    <w:rsid w:val="00941D85"/>
    <w:rsid w:val="00943239"/>
    <w:rsid w:val="0094379B"/>
    <w:rsid w:val="00943DAC"/>
    <w:rsid w:val="00943E49"/>
    <w:rsid w:val="009448B9"/>
    <w:rsid w:val="00944B3E"/>
    <w:rsid w:val="00944D80"/>
    <w:rsid w:val="00946C12"/>
    <w:rsid w:val="00946D42"/>
    <w:rsid w:val="009471D0"/>
    <w:rsid w:val="0094782F"/>
    <w:rsid w:val="00947E1F"/>
    <w:rsid w:val="00950992"/>
    <w:rsid w:val="00950B9C"/>
    <w:rsid w:val="00950BC3"/>
    <w:rsid w:val="00950DDD"/>
    <w:rsid w:val="009513C7"/>
    <w:rsid w:val="00951B0E"/>
    <w:rsid w:val="00952231"/>
    <w:rsid w:val="0095250D"/>
    <w:rsid w:val="0095281D"/>
    <w:rsid w:val="00952ABB"/>
    <w:rsid w:val="009531D7"/>
    <w:rsid w:val="00953DED"/>
    <w:rsid w:val="00954FF2"/>
    <w:rsid w:val="009551EA"/>
    <w:rsid w:val="0095551E"/>
    <w:rsid w:val="00955682"/>
    <w:rsid w:val="0095582C"/>
    <w:rsid w:val="00955A58"/>
    <w:rsid w:val="00955BBB"/>
    <w:rsid w:val="00957A96"/>
    <w:rsid w:val="00957E01"/>
    <w:rsid w:val="00957F85"/>
    <w:rsid w:val="00960435"/>
    <w:rsid w:val="0096066A"/>
    <w:rsid w:val="00960FF7"/>
    <w:rsid w:val="0096103A"/>
    <w:rsid w:val="009612B6"/>
    <w:rsid w:val="00961676"/>
    <w:rsid w:val="00962A4F"/>
    <w:rsid w:val="00962C50"/>
    <w:rsid w:val="00962CCF"/>
    <w:rsid w:val="00962EFA"/>
    <w:rsid w:val="00963B23"/>
    <w:rsid w:val="0096478A"/>
    <w:rsid w:val="0096510A"/>
    <w:rsid w:val="00965992"/>
    <w:rsid w:val="00966381"/>
    <w:rsid w:val="0096644A"/>
    <w:rsid w:val="00966606"/>
    <w:rsid w:val="00966878"/>
    <w:rsid w:val="00966DCF"/>
    <w:rsid w:val="00966E13"/>
    <w:rsid w:val="00967EBF"/>
    <w:rsid w:val="0097101F"/>
    <w:rsid w:val="00972346"/>
    <w:rsid w:val="00972F1F"/>
    <w:rsid w:val="00973129"/>
    <w:rsid w:val="00973141"/>
    <w:rsid w:val="00973515"/>
    <w:rsid w:val="00973E10"/>
    <w:rsid w:val="00974985"/>
    <w:rsid w:val="00975D1D"/>
    <w:rsid w:val="00975E4C"/>
    <w:rsid w:val="00976215"/>
    <w:rsid w:val="009763AA"/>
    <w:rsid w:val="00976A80"/>
    <w:rsid w:val="009773D3"/>
    <w:rsid w:val="00977F34"/>
    <w:rsid w:val="00980008"/>
    <w:rsid w:val="00980267"/>
    <w:rsid w:val="00980381"/>
    <w:rsid w:val="00980722"/>
    <w:rsid w:val="00980C10"/>
    <w:rsid w:val="00981022"/>
    <w:rsid w:val="009814D4"/>
    <w:rsid w:val="00981591"/>
    <w:rsid w:val="00981B8E"/>
    <w:rsid w:val="00981D2A"/>
    <w:rsid w:val="00981FEA"/>
    <w:rsid w:val="0098251E"/>
    <w:rsid w:val="00984531"/>
    <w:rsid w:val="00984F83"/>
    <w:rsid w:val="00985879"/>
    <w:rsid w:val="009871FE"/>
    <w:rsid w:val="009876B2"/>
    <w:rsid w:val="00990A0D"/>
    <w:rsid w:val="009912EF"/>
    <w:rsid w:val="00991605"/>
    <w:rsid w:val="009916AE"/>
    <w:rsid w:val="00991AC2"/>
    <w:rsid w:val="00991FA2"/>
    <w:rsid w:val="00991FA9"/>
    <w:rsid w:val="00992408"/>
    <w:rsid w:val="0099254D"/>
    <w:rsid w:val="009930BA"/>
    <w:rsid w:val="00993395"/>
    <w:rsid w:val="009940CE"/>
    <w:rsid w:val="0099423B"/>
    <w:rsid w:val="009945A3"/>
    <w:rsid w:val="00994F29"/>
    <w:rsid w:val="00994FA4"/>
    <w:rsid w:val="00996622"/>
    <w:rsid w:val="00996634"/>
    <w:rsid w:val="00996B1C"/>
    <w:rsid w:val="0099771D"/>
    <w:rsid w:val="00997966"/>
    <w:rsid w:val="00997BCF"/>
    <w:rsid w:val="00997D17"/>
    <w:rsid w:val="00997E80"/>
    <w:rsid w:val="009A1928"/>
    <w:rsid w:val="009A223B"/>
    <w:rsid w:val="009A2469"/>
    <w:rsid w:val="009A293F"/>
    <w:rsid w:val="009A2AA6"/>
    <w:rsid w:val="009A2D18"/>
    <w:rsid w:val="009A2E9B"/>
    <w:rsid w:val="009A3EC0"/>
    <w:rsid w:val="009A3FF9"/>
    <w:rsid w:val="009A4273"/>
    <w:rsid w:val="009A4A97"/>
    <w:rsid w:val="009A5250"/>
    <w:rsid w:val="009A5318"/>
    <w:rsid w:val="009A5A4D"/>
    <w:rsid w:val="009A638B"/>
    <w:rsid w:val="009A681D"/>
    <w:rsid w:val="009A6934"/>
    <w:rsid w:val="009A69E5"/>
    <w:rsid w:val="009A6ED9"/>
    <w:rsid w:val="009A6F3B"/>
    <w:rsid w:val="009A7EE8"/>
    <w:rsid w:val="009B0135"/>
    <w:rsid w:val="009B0F12"/>
    <w:rsid w:val="009B1039"/>
    <w:rsid w:val="009B1073"/>
    <w:rsid w:val="009B1FD3"/>
    <w:rsid w:val="009B3041"/>
    <w:rsid w:val="009B321E"/>
    <w:rsid w:val="009B355E"/>
    <w:rsid w:val="009B37C8"/>
    <w:rsid w:val="009B3C6F"/>
    <w:rsid w:val="009B4AF0"/>
    <w:rsid w:val="009B4DF2"/>
    <w:rsid w:val="009B5F9F"/>
    <w:rsid w:val="009B65DB"/>
    <w:rsid w:val="009B714B"/>
    <w:rsid w:val="009B7BB3"/>
    <w:rsid w:val="009C0C58"/>
    <w:rsid w:val="009C0E96"/>
    <w:rsid w:val="009C18A4"/>
    <w:rsid w:val="009C1A1E"/>
    <w:rsid w:val="009C1BBF"/>
    <w:rsid w:val="009C2127"/>
    <w:rsid w:val="009C2FE0"/>
    <w:rsid w:val="009C4005"/>
    <w:rsid w:val="009C5052"/>
    <w:rsid w:val="009C5985"/>
    <w:rsid w:val="009C5D39"/>
    <w:rsid w:val="009C63ED"/>
    <w:rsid w:val="009C7D69"/>
    <w:rsid w:val="009D02B3"/>
    <w:rsid w:val="009D0363"/>
    <w:rsid w:val="009D0C61"/>
    <w:rsid w:val="009D0F4B"/>
    <w:rsid w:val="009D198A"/>
    <w:rsid w:val="009D1DDA"/>
    <w:rsid w:val="009D1EB7"/>
    <w:rsid w:val="009D3775"/>
    <w:rsid w:val="009D43FC"/>
    <w:rsid w:val="009D4B27"/>
    <w:rsid w:val="009D5030"/>
    <w:rsid w:val="009D555E"/>
    <w:rsid w:val="009D56A5"/>
    <w:rsid w:val="009D5A49"/>
    <w:rsid w:val="009D5A8F"/>
    <w:rsid w:val="009D5F83"/>
    <w:rsid w:val="009D6C89"/>
    <w:rsid w:val="009D6D53"/>
    <w:rsid w:val="009D6F38"/>
    <w:rsid w:val="009D7AEB"/>
    <w:rsid w:val="009E00E1"/>
    <w:rsid w:val="009E09D2"/>
    <w:rsid w:val="009E0DD8"/>
    <w:rsid w:val="009E0E77"/>
    <w:rsid w:val="009E0F65"/>
    <w:rsid w:val="009E20AE"/>
    <w:rsid w:val="009E2A03"/>
    <w:rsid w:val="009E349F"/>
    <w:rsid w:val="009E3AB9"/>
    <w:rsid w:val="009E4BDE"/>
    <w:rsid w:val="009E57D7"/>
    <w:rsid w:val="009E62B5"/>
    <w:rsid w:val="009E638A"/>
    <w:rsid w:val="009E672A"/>
    <w:rsid w:val="009E6815"/>
    <w:rsid w:val="009E6DD0"/>
    <w:rsid w:val="009E71B6"/>
    <w:rsid w:val="009E78BB"/>
    <w:rsid w:val="009F0210"/>
    <w:rsid w:val="009F3A39"/>
    <w:rsid w:val="009F3C4D"/>
    <w:rsid w:val="009F3C62"/>
    <w:rsid w:val="009F3FFA"/>
    <w:rsid w:val="009F4804"/>
    <w:rsid w:val="009F4ADA"/>
    <w:rsid w:val="009F4B44"/>
    <w:rsid w:val="009F5856"/>
    <w:rsid w:val="009F6309"/>
    <w:rsid w:val="009F6442"/>
    <w:rsid w:val="00A01274"/>
    <w:rsid w:val="00A01A9D"/>
    <w:rsid w:val="00A01EDD"/>
    <w:rsid w:val="00A01F55"/>
    <w:rsid w:val="00A02288"/>
    <w:rsid w:val="00A03C63"/>
    <w:rsid w:val="00A04B5E"/>
    <w:rsid w:val="00A04DC8"/>
    <w:rsid w:val="00A05853"/>
    <w:rsid w:val="00A069BD"/>
    <w:rsid w:val="00A06B12"/>
    <w:rsid w:val="00A07656"/>
    <w:rsid w:val="00A077AF"/>
    <w:rsid w:val="00A07820"/>
    <w:rsid w:val="00A07CB1"/>
    <w:rsid w:val="00A109CD"/>
    <w:rsid w:val="00A10CD7"/>
    <w:rsid w:val="00A10D0B"/>
    <w:rsid w:val="00A1151B"/>
    <w:rsid w:val="00A12563"/>
    <w:rsid w:val="00A129FB"/>
    <w:rsid w:val="00A12C59"/>
    <w:rsid w:val="00A13973"/>
    <w:rsid w:val="00A13D45"/>
    <w:rsid w:val="00A14A20"/>
    <w:rsid w:val="00A14C2A"/>
    <w:rsid w:val="00A14E24"/>
    <w:rsid w:val="00A158AE"/>
    <w:rsid w:val="00A15944"/>
    <w:rsid w:val="00A15B13"/>
    <w:rsid w:val="00A163AB"/>
    <w:rsid w:val="00A164CD"/>
    <w:rsid w:val="00A166CA"/>
    <w:rsid w:val="00A174FA"/>
    <w:rsid w:val="00A17909"/>
    <w:rsid w:val="00A17F4C"/>
    <w:rsid w:val="00A20371"/>
    <w:rsid w:val="00A20CDB"/>
    <w:rsid w:val="00A20E5B"/>
    <w:rsid w:val="00A21425"/>
    <w:rsid w:val="00A21775"/>
    <w:rsid w:val="00A21F91"/>
    <w:rsid w:val="00A2205F"/>
    <w:rsid w:val="00A236E6"/>
    <w:rsid w:val="00A2422F"/>
    <w:rsid w:val="00A24640"/>
    <w:rsid w:val="00A246FA"/>
    <w:rsid w:val="00A2498B"/>
    <w:rsid w:val="00A24BDA"/>
    <w:rsid w:val="00A24F49"/>
    <w:rsid w:val="00A25633"/>
    <w:rsid w:val="00A25FAB"/>
    <w:rsid w:val="00A26938"/>
    <w:rsid w:val="00A26D4D"/>
    <w:rsid w:val="00A2754A"/>
    <w:rsid w:val="00A27668"/>
    <w:rsid w:val="00A27A74"/>
    <w:rsid w:val="00A302D6"/>
    <w:rsid w:val="00A30F8A"/>
    <w:rsid w:val="00A310EB"/>
    <w:rsid w:val="00A31113"/>
    <w:rsid w:val="00A316DB"/>
    <w:rsid w:val="00A31AA4"/>
    <w:rsid w:val="00A32E6F"/>
    <w:rsid w:val="00A334E0"/>
    <w:rsid w:val="00A3383F"/>
    <w:rsid w:val="00A3393F"/>
    <w:rsid w:val="00A33EDB"/>
    <w:rsid w:val="00A3470F"/>
    <w:rsid w:val="00A34BB0"/>
    <w:rsid w:val="00A34C26"/>
    <w:rsid w:val="00A350DC"/>
    <w:rsid w:val="00A352CF"/>
    <w:rsid w:val="00A356AA"/>
    <w:rsid w:val="00A3746C"/>
    <w:rsid w:val="00A37FE9"/>
    <w:rsid w:val="00A40055"/>
    <w:rsid w:val="00A401BC"/>
    <w:rsid w:val="00A42483"/>
    <w:rsid w:val="00A42981"/>
    <w:rsid w:val="00A42EE5"/>
    <w:rsid w:val="00A43DF3"/>
    <w:rsid w:val="00A43DF5"/>
    <w:rsid w:val="00A440EA"/>
    <w:rsid w:val="00A4482F"/>
    <w:rsid w:val="00A44DC4"/>
    <w:rsid w:val="00A44F08"/>
    <w:rsid w:val="00A46B3F"/>
    <w:rsid w:val="00A46BB6"/>
    <w:rsid w:val="00A46E30"/>
    <w:rsid w:val="00A47216"/>
    <w:rsid w:val="00A47C92"/>
    <w:rsid w:val="00A50E2B"/>
    <w:rsid w:val="00A51714"/>
    <w:rsid w:val="00A51ADE"/>
    <w:rsid w:val="00A526FD"/>
    <w:rsid w:val="00A5287A"/>
    <w:rsid w:val="00A5366B"/>
    <w:rsid w:val="00A5426D"/>
    <w:rsid w:val="00A54BAA"/>
    <w:rsid w:val="00A54D5B"/>
    <w:rsid w:val="00A556B4"/>
    <w:rsid w:val="00A55B67"/>
    <w:rsid w:val="00A566EB"/>
    <w:rsid w:val="00A5735C"/>
    <w:rsid w:val="00A574ED"/>
    <w:rsid w:val="00A577D5"/>
    <w:rsid w:val="00A57E73"/>
    <w:rsid w:val="00A62546"/>
    <w:rsid w:val="00A631F6"/>
    <w:rsid w:val="00A648C1"/>
    <w:rsid w:val="00A6560A"/>
    <w:rsid w:val="00A658AC"/>
    <w:rsid w:val="00A65D5C"/>
    <w:rsid w:val="00A65F25"/>
    <w:rsid w:val="00A66DC7"/>
    <w:rsid w:val="00A6710E"/>
    <w:rsid w:val="00A67290"/>
    <w:rsid w:val="00A67795"/>
    <w:rsid w:val="00A705C1"/>
    <w:rsid w:val="00A70712"/>
    <w:rsid w:val="00A7078A"/>
    <w:rsid w:val="00A71524"/>
    <w:rsid w:val="00A717E2"/>
    <w:rsid w:val="00A7228C"/>
    <w:rsid w:val="00A7245B"/>
    <w:rsid w:val="00A72CB4"/>
    <w:rsid w:val="00A73C0E"/>
    <w:rsid w:val="00A74C1B"/>
    <w:rsid w:val="00A74F87"/>
    <w:rsid w:val="00A75653"/>
    <w:rsid w:val="00A75893"/>
    <w:rsid w:val="00A758F5"/>
    <w:rsid w:val="00A75AA7"/>
    <w:rsid w:val="00A75F95"/>
    <w:rsid w:val="00A76FEB"/>
    <w:rsid w:val="00A77091"/>
    <w:rsid w:val="00A77200"/>
    <w:rsid w:val="00A775D9"/>
    <w:rsid w:val="00A80018"/>
    <w:rsid w:val="00A80A37"/>
    <w:rsid w:val="00A80AB7"/>
    <w:rsid w:val="00A815AD"/>
    <w:rsid w:val="00A81968"/>
    <w:rsid w:val="00A8197E"/>
    <w:rsid w:val="00A82372"/>
    <w:rsid w:val="00A8275A"/>
    <w:rsid w:val="00A8296D"/>
    <w:rsid w:val="00A835DF"/>
    <w:rsid w:val="00A838F2"/>
    <w:rsid w:val="00A83A15"/>
    <w:rsid w:val="00A83D0F"/>
    <w:rsid w:val="00A83EF7"/>
    <w:rsid w:val="00A84008"/>
    <w:rsid w:val="00A841B4"/>
    <w:rsid w:val="00A877D8"/>
    <w:rsid w:val="00A901AF"/>
    <w:rsid w:val="00A903C9"/>
    <w:rsid w:val="00A905FC"/>
    <w:rsid w:val="00A91007"/>
    <w:rsid w:val="00A91839"/>
    <w:rsid w:val="00A91A1D"/>
    <w:rsid w:val="00A92045"/>
    <w:rsid w:val="00A926BB"/>
    <w:rsid w:val="00A92D28"/>
    <w:rsid w:val="00A93034"/>
    <w:rsid w:val="00A93F9B"/>
    <w:rsid w:val="00A94004"/>
    <w:rsid w:val="00A95552"/>
    <w:rsid w:val="00A9562C"/>
    <w:rsid w:val="00A95CF9"/>
    <w:rsid w:val="00A95E1D"/>
    <w:rsid w:val="00A96267"/>
    <w:rsid w:val="00A96A9D"/>
    <w:rsid w:val="00A96E2A"/>
    <w:rsid w:val="00A97093"/>
    <w:rsid w:val="00A9745B"/>
    <w:rsid w:val="00A975DC"/>
    <w:rsid w:val="00A97636"/>
    <w:rsid w:val="00A9783A"/>
    <w:rsid w:val="00A97895"/>
    <w:rsid w:val="00A97B8C"/>
    <w:rsid w:val="00A97FAB"/>
    <w:rsid w:val="00AA0BAA"/>
    <w:rsid w:val="00AA0BF6"/>
    <w:rsid w:val="00AA0D87"/>
    <w:rsid w:val="00AA1555"/>
    <w:rsid w:val="00AA1A19"/>
    <w:rsid w:val="00AA1AE3"/>
    <w:rsid w:val="00AA1B1D"/>
    <w:rsid w:val="00AA203E"/>
    <w:rsid w:val="00AA356E"/>
    <w:rsid w:val="00AA3907"/>
    <w:rsid w:val="00AA3E95"/>
    <w:rsid w:val="00AA405A"/>
    <w:rsid w:val="00AA4A80"/>
    <w:rsid w:val="00AA4EAD"/>
    <w:rsid w:val="00AA4F4B"/>
    <w:rsid w:val="00AA5AD2"/>
    <w:rsid w:val="00AA5D8A"/>
    <w:rsid w:val="00AA62A0"/>
    <w:rsid w:val="00AA6728"/>
    <w:rsid w:val="00AA6891"/>
    <w:rsid w:val="00AA6A6F"/>
    <w:rsid w:val="00AA6FC5"/>
    <w:rsid w:val="00AA76C6"/>
    <w:rsid w:val="00AA7A14"/>
    <w:rsid w:val="00AA7FD0"/>
    <w:rsid w:val="00AB01A8"/>
    <w:rsid w:val="00AB0D89"/>
    <w:rsid w:val="00AB0E70"/>
    <w:rsid w:val="00AB0E82"/>
    <w:rsid w:val="00AB121D"/>
    <w:rsid w:val="00AB1954"/>
    <w:rsid w:val="00AB1E2D"/>
    <w:rsid w:val="00AB23E0"/>
    <w:rsid w:val="00AB2790"/>
    <w:rsid w:val="00AB2A0A"/>
    <w:rsid w:val="00AB32AC"/>
    <w:rsid w:val="00AB3F2A"/>
    <w:rsid w:val="00AB4B35"/>
    <w:rsid w:val="00AB4E08"/>
    <w:rsid w:val="00AB4E57"/>
    <w:rsid w:val="00AB5063"/>
    <w:rsid w:val="00AB57A8"/>
    <w:rsid w:val="00AB57FE"/>
    <w:rsid w:val="00AB5A0C"/>
    <w:rsid w:val="00AB5AFE"/>
    <w:rsid w:val="00AB62DD"/>
    <w:rsid w:val="00AB746B"/>
    <w:rsid w:val="00AB7529"/>
    <w:rsid w:val="00AB796D"/>
    <w:rsid w:val="00AB7D64"/>
    <w:rsid w:val="00AC0065"/>
    <w:rsid w:val="00AC0944"/>
    <w:rsid w:val="00AC1B70"/>
    <w:rsid w:val="00AC1E7C"/>
    <w:rsid w:val="00AC1F02"/>
    <w:rsid w:val="00AC208A"/>
    <w:rsid w:val="00AC304E"/>
    <w:rsid w:val="00AC31C6"/>
    <w:rsid w:val="00AC37AA"/>
    <w:rsid w:val="00AC56ED"/>
    <w:rsid w:val="00AC6E1B"/>
    <w:rsid w:val="00AC798F"/>
    <w:rsid w:val="00AC7C01"/>
    <w:rsid w:val="00AD14C5"/>
    <w:rsid w:val="00AD1D8F"/>
    <w:rsid w:val="00AD1E03"/>
    <w:rsid w:val="00AD22B9"/>
    <w:rsid w:val="00AD2385"/>
    <w:rsid w:val="00AD2ABD"/>
    <w:rsid w:val="00AD3954"/>
    <w:rsid w:val="00AD3B3A"/>
    <w:rsid w:val="00AD3F2C"/>
    <w:rsid w:val="00AD49D8"/>
    <w:rsid w:val="00AD53AA"/>
    <w:rsid w:val="00AD5E5B"/>
    <w:rsid w:val="00AD6887"/>
    <w:rsid w:val="00AD68C3"/>
    <w:rsid w:val="00AD7E22"/>
    <w:rsid w:val="00AD7E92"/>
    <w:rsid w:val="00AE03CA"/>
    <w:rsid w:val="00AE0BA4"/>
    <w:rsid w:val="00AE0C9A"/>
    <w:rsid w:val="00AE104A"/>
    <w:rsid w:val="00AE12FF"/>
    <w:rsid w:val="00AE1CBD"/>
    <w:rsid w:val="00AE200D"/>
    <w:rsid w:val="00AE201A"/>
    <w:rsid w:val="00AE2659"/>
    <w:rsid w:val="00AE2FF3"/>
    <w:rsid w:val="00AE3494"/>
    <w:rsid w:val="00AE38DA"/>
    <w:rsid w:val="00AE3E5F"/>
    <w:rsid w:val="00AE3F59"/>
    <w:rsid w:val="00AE43DF"/>
    <w:rsid w:val="00AE4A5A"/>
    <w:rsid w:val="00AE4EBA"/>
    <w:rsid w:val="00AE548C"/>
    <w:rsid w:val="00AE5ED5"/>
    <w:rsid w:val="00AE5FF9"/>
    <w:rsid w:val="00AE682A"/>
    <w:rsid w:val="00AE73D5"/>
    <w:rsid w:val="00AE7884"/>
    <w:rsid w:val="00AF0570"/>
    <w:rsid w:val="00AF0BFF"/>
    <w:rsid w:val="00AF0CC0"/>
    <w:rsid w:val="00AF128A"/>
    <w:rsid w:val="00AF1580"/>
    <w:rsid w:val="00AF1E30"/>
    <w:rsid w:val="00AF2669"/>
    <w:rsid w:val="00AF29D6"/>
    <w:rsid w:val="00AF382E"/>
    <w:rsid w:val="00AF435E"/>
    <w:rsid w:val="00AF4CB3"/>
    <w:rsid w:val="00AF544B"/>
    <w:rsid w:val="00AF59FB"/>
    <w:rsid w:val="00AF657A"/>
    <w:rsid w:val="00AF66DB"/>
    <w:rsid w:val="00AF7032"/>
    <w:rsid w:val="00AF7322"/>
    <w:rsid w:val="00AF74DC"/>
    <w:rsid w:val="00AF7A8A"/>
    <w:rsid w:val="00B01427"/>
    <w:rsid w:val="00B014AF"/>
    <w:rsid w:val="00B02BCE"/>
    <w:rsid w:val="00B02CA6"/>
    <w:rsid w:val="00B02DE6"/>
    <w:rsid w:val="00B03F55"/>
    <w:rsid w:val="00B03F61"/>
    <w:rsid w:val="00B0418E"/>
    <w:rsid w:val="00B04FB8"/>
    <w:rsid w:val="00B06ECA"/>
    <w:rsid w:val="00B07194"/>
    <w:rsid w:val="00B0738A"/>
    <w:rsid w:val="00B07F93"/>
    <w:rsid w:val="00B10981"/>
    <w:rsid w:val="00B10C32"/>
    <w:rsid w:val="00B10DB0"/>
    <w:rsid w:val="00B10F7E"/>
    <w:rsid w:val="00B1103A"/>
    <w:rsid w:val="00B11149"/>
    <w:rsid w:val="00B13688"/>
    <w:rsid w:val="00B1408B"/>
    <w:rsid w:val="00B14836"/>
    <w:rsid w:val="00B14A92"/>
    <w:rsid w:val="00B15DD5"/>
    <w:rsid w:val="00B16504"/>
    <w:rsid w:val="00B16680"/>
    <w:rsid w:val="00B16898"/>
    <w:rsid w:val="00B17058"/>
    <w:rsid w:val="00B172AF"/>
    <w:rsid w:val="00B21DAF"/>
    <w:rsid w:val="00B22080"/>
    <w:rsid w:val="00B239D3"/>
    <w:rsid w:val="00B24807"/>
    <w:rsid w:val="00B248CC"/>
    <w:rsid w:val="00B24DE6"/>
    <w:rsid w:val="00B251E9"/>
    <w:rsid w:val="00B25FE1"/>
    <w:rsid w:val="00B26229"/>
    <w:rsid w:val="00B266DE"/>
    <w:rsid w:val="00B27073"/>
    <w:rsid w:val="00B27368"/>
    <w:rsid w:val="00B275D3"/>
    <w:rsid w:val="00B277B1"/>
    <w:rsid w:val="00B27F23"/>
    <w:rsid w:val="00B30F5B"/>
    <w:rsid w:val="00B31157"/>
    <w:rsid w:val="00B31572"/>
    <w:rsid w:val="00B31A3B"/>
    <w:rsid w:val="00B31FE2"/>
    <w:rsid w:val="00B32583"/>
    <w:rsid w:val="00B32C04"/>
    <w:rsid w:val="00B32CD3"/>
    <w:rsid w:val="00B3303E"/>
    <w:rsid w:val="00B33D40"/>
    <w:rsid w:val="00B34959"/>
    <w:rsid w:val="00B35427"/>
    <w:rsid w:val="00B35872"/>
    <w:rsid w:val="00B35978"/>
    <w:rsid w:val="00B35A01"/>
    <w:rsid w:val="00B35A02"/>
    <w:rsid w:val="00B35A1D"/>
    <w:rsid w:val="00B361AD"/>
    <w:rsid w:val="00B361F2"/>
    <w:rsid w:val="00B36401"/>
    <w:rsid w:val="00B367A5"/>
    <w:rsid w:val="00B409E0"/>
    <w:rsid w:val="00B40D13"/>
    <w:rsid w:val="00B40F36"/>
    <w:rsid w:val="00B411AF"/>
    <w:rsid w:val="00B41313"/>
    <w:rsid w:val="00B41378"/>
    <w:rsid w:val="00B41387"/>
    <w:rsid w:val="00B42605"/>
    <w:rsid w:val="00B43F8F"/>
    <w:rsid w:val="00B445FE"/>
    <w:rsid w:val="00B4511B"/>
    <w:rsid w:val="00B454BE"/>
    <w:rsid w:val="00B459A3"/>
    <w:rsid w:val="00B45C23"/>
    <w:rsid w:val="00B46053"/>
    <w:rsid w:val="00B46B7E"/>
    <w:rsid w:val="00B46E89"/>
    <w:rsid w:val="00B47517"/>
    <w:rsid w:val="00B475B1"/>
    <w:rsid w:val="00B478F9"/>
    <w:rsid w:val="00B47B37"/>
    <w:rsid w:val="00B47D02"/>
    <w:rsid w:val="00B47FF6"/>
    <w:rsid w:val="00B501CA"/>
    <w:rsid w:val="00B50829"/>
    <w:rsid w:val="00B51024"/>
    <w:rsid w:val="00B520D0"/>
    <w:rsid w:val="00B53511"/>
    <w:rsid w:val="00B543F0"/>
    <w:rsid w:val="00B54C03"/>
    <w:rsid w:val="00B54F6D"/>
    <w:rsid w:val="00B54FCA"/>
    <w:rsid w:val="00B550AB"/>
    <w:rsid w:val="00B5521A"/>
    <w:rsid w:val="00B55A76"/>
    <w:rsid w:val="00B57C5C"/>
    <w:rsid w:val="00B60208"/>
    <w:rsid w:val="00B606CB"/>
    <w:rsid w:val="00B61556"/>
    <w:rsid w:val="00B61BC7"/>
    <w:rsid w:val="00B61BD2"/>
    <w:rsid w:val="00B62A32"/>
    <w:rsid w:val="00B62BE7"/>
    <w:rsid w:val="00B62DBB"/>
    <w:rsid w:val="00B642CB"/>
    <w:rsid w:val="00B6448B"/>
    <w:rsid w:val="00B64EB0"/>
    <w:rsid w:val="00B65A27"/>
    <w:rsid w:val="00B669F1"/>
    <w:rsid w:val="00B67D11"/>
    <w:rsid w:val="00B67D86"/>
    <w:rsid w:val="00B705E2"/>
    <w:rsid w:val="00B708F1"/>
    <w:rsid w:val="00B70C51"/>
    <w:rsid w:val="00B70CD5"/>
    <w:rsid w:val="00B70FD2"/>
    <w:rsid w:val="00B71370"/>
    <w:rsid w:val="00B7163F"/>
    <w:rsid w:val="00B716AB"/>
    <w:rsid w:val="00B719EF"/>
    <w:rsid w:val="00B72B94"/>
    <w:rsid w:val="00B736B2"/>
    <w:rsid w:val="00B73CF9"/>
    <w:rsid w:val="00B73EAD"/>
    <w:rsid w:val="00B74168"/>
    <w:rsid w:val="00B746DB"/>
    <w:rsid w:val="00B74765"/>
    <w:rsid w:val="00B749EE"/>
    <w:rsid w:val="00B75B16"/>
    <w:rsid w:val="00B75F08"/>
    <w:rsid w:val="00B76374"/>
    <w:rsid w:val="00B77109"/>
    <w:rsid w:val="00B77E26"/>
    <w:rsid w:val="00B77EC5"/>
    <w:rsid w:val="00B80959"/>
    <w:rsid w:val="00B80C0C"/>
    <w:rsid w:val="00B81730"/>
    <w:rsid w:val="00B81F0C"/>
    <w:rsid w:val="00B82BBB"/>
    <w:rsid w:val="00B833F5"/>
    <w:rsid w:val="00B835D4"/>
    <w:rsid w:val="00B837B7"/>
    <w:rsid w:val="00B83A0D"/>
    <w:rsid w:val="00B83A7D"/>
    <w:rsid w:val="00B84235"/>
    <w:rsid w:val="00B84287"/>
    <w:rsid w:val="00B8445C"/>
    <w:rsid w:val="00B846A6"/>
    <w:rsid w:val="00B85725"/>
    <w:rsid w:val="00B857DE"/>
    <w:rsid w:val="00B86BDD"/>
    <w:rsid w:val="00B86D4E"/>
    <w:rsid w:val="00B90E30"/>
    <w:rsid w:val="00B916A1"/>
    <w:rsid w:val="00B921B9"/>
    <w:rsid w:val="00B92DC5"/>
    <w:rsid w:val="00B93E45"/>
    <w:rsid w:val="00B94338"/>
    <w:rsid w:val="00B95129"/>
    <w:rsid w:val="00B95951"/>
    <w:rsid w:val="00B95E78"/>
    <w:rsid w:val="00B96358"/>
    <w:rsid w:val="00B963C0"/>
    <w:rsid w:val="00B965D7"/>
    <w:rsid w:val="00B96CAC"/>
    <w:rsid w:val="00B96D3F"/>
    <w:rsid w:val="00B96E9A"/>
    <w:rsid w:val="00B97128"/>
    <w:rsid w:val="00B97BAF"/>
    <w:rsid w:val="00B97D7F"/>
    <w:rsid w:val="00BA0938"/>
    <w:rsid w:val="00BA0953"/>
    <w:rsid w:val="00BA12F4"/>
    <w:rsid w:val="00BA1734"/>
    <w:rsid w:val="00BA1AD1"/>
    <w:rsid w:val="00BA1E53"/>
    <w:rsid w:val="00BA1EBD"/>
    <w:rsid w:val="00BA23EE"/>
    <w:rsid w:val="00BA2756"/>
    <w:rsid w:val="00BA34C8"/>
    <w:rsid w:val="00BA4E60"/>
    <w:rsid w:val="00BA514F"/>
    <w:rsid w:val="00BA5337"/>
    <w:rsid w:val="00BA567A"/>
    <w:rsid w:val="00BA5987"/>
    <w:rsid w:val="00BA5AEF"/>
    <w:rsid w:val="00BA66FD"/>
    <w:rsid w:val="00BA7270"/>
    <w:rsid w:val="00BA731E"/>
    <w:rsid w:val="00BA7422"/>
    <w:rsid w:val="00BA7D17"/>
    <w:rsid w:val="00BA7E55"/>
    <w:rsid w:val="00BB1403"/>
    <w:rsid w:val="00BB1F53"/>
    <w:rsid w:val="00BB20DD"/>
    <w:rsid w:val="00BB268E"/>
    <w:rsid w:val="00BB2711"/>
    <w:rsid w:val="00BB288E"/>
    <w:rsid w:val="00BB2A74"/>
    <w:rsid w:val="00BB2C9E"/>
    <w:rsid w:val="00BB2E5A"/>
    <w:rsid w:val="00BB31CE"/>
    <w:rsid w:val="00BB362A"/>
    <w:rsid w:val="00BB3A4C"/>
    <w:rsid w:val="00BB4B30"/>
    <w:rsid w:val="00BB4D13"/>
    <w:rsid w:val="00BB5BEC"/>
    <w:rsid w:val="00BB6115"/>
    <w:rsid w:val="00BB658C"/>
    <w:rsid w:val="00BB670A"/>
    <w:rsid w:val="00BB6D6C"/>
    <w:rsid w:val="00BB78BE"/>
    <w:rsid w:val="00BC1044"/>
    <w:rsid w:val="00BC13DC"/>
    <w:rsid w:val="00BC174A"/>
    <w:rsid w:val="00BC201C"/>
    <w:rsid w:val="00BC294F"/>
    <w:rsid w:val="00BC29AB"/>
    <w:rsid w:val="00BC2AC0"/>
    <w:rsid w:val="00BC2B81"/>
    <w:rsid w:val="00BC38C0"/>
    <w:rsid w:val="00BC3987"/>
    <w:rsid w:val="00BC3D31"/>
    <w:rsid w:val="00BC3E59"/>
    <w:rsid w:val="00BC41B7"/>
    <w:rsid w:val="00BC51CA"/>
    <w:rsid w:val="00BC5325"/>
    <w:rsid w:val="00BC550E"/>
    <w:rsid w:val="00BC55AD"/>
    <w:rsid w:val="00BC5FBD"/>
    <w:rsid w:val="00BC66AE"/>
    <w:rsid w:val="00BC6A9B"/>
    <w:rsid w:val="00BD078B"/>
    <w:rsid w:val="00BD0A4F"/>
    <w:rsid w:val="00BD10A9"/>
    <w:rsid w:val="00BD1427"/>
    <w:rsid w:val="00BD156C"/>
    <w:rsid w:val="00BD194B"/>
    <w:rsid w:val="00BD1CEF"/>
    <w:rsid w:val="00BD2861"/>
    <w:rsid w:val="00BD2D96"/>
    <w:rsid w:val="00BD3868"/>
    <w:rsid w:val="00BD3F4F"/>
    <w:rsid w:val="00BD4C60"/>
    <w:rsid w:val="00BD4DD0"/>
    <w:rsid w:val="00BD54C3"/>
    <w:rsid w:val="00BD5636"/>
    <w:rsid w:val="00BD609A"/>
    <w:rsid w:val="00BD60EB"/>
    <w:rsid w:val="00BD6A9B"/>
    <w:rsid w:val="00BD6FD1"/>
    <w:rsid w:val="00BD728C"/>
    <w:rsid w:val="00BD750B"/>
    <w:rsid w:val="00BD7A16"/>
    <w:rsid w:val="00BD7E25"/>
    <w:rsid w:val="00BE1E20"/>
    <w:rsid w:val="00BE21DD"/>
    <w:rsid w:val="00BE2F44"/>
    <w:rsid w:val="00BE3062"/>
    <w:rsid w:val="00BE3085"/>
    <w:rsid w:val="00BE36B0"/>
    <w:rsid w:val="00BE36C4"/>
    <w:rsid w:val="00BE431A"/>
    <w:rsid w:val="00BE43EB"/>
    <w:rsid w:val="00BE5EAF"/>
    <w:rsid w:val="00BE62B2"/>
    <w:rsid w:val="00BE6CEF"/>
    <w:rsid w:val="00BE7018"/>
    <w:rsid w:val="00BE70F1"/>
    <w:rsid w:val="00BE7AAA"/>
    <w:rsid w:val="00BE7E49"/>
    <w:rsid w:val="00BE7EE2"/>
    <w:rsid w:val="00BF027D"/>
    <w:rsid w:val="00BF1E97"/>
    <w:rsid w:val="00BF2254"/>
    <w:rsid w:val="00BF25E4"/>
    <w:rsid w:val="00BF27B6"/>
    <w:rsid w:val="00BF2A50"/>
    <w:rsid w:val="00BF3546"/>
    <w:rsid w:val="00BF3C66"/>
    <w:rsid w:val="00BF535C"/>
    <w:rsid w:val="00BF5D8F"/>
    <w:rsid w:val="00BF5EEF"/>
    <w:rsid w:val="00BF667A"/>
    <w:rsid w:val="00BF6A89"/>
    <w:rsid w:val="00BF7322"/>
    <w:rsid w:val="00BF74F2"/>
    <w:rsid w:val="00BF7999"/>
    <w:rsid w:val="00C00B71"/>
    <w:rsid w:val="00C00EC4"/>
    <w:rsid w:val="00C00F60"/>
    <w:rsid w:val="00C013FB"/>
    <w:rsid w:val="00C017EA"/>
    <w:rsid w:val="00C01E0D"/>
    <w:rsid w:val="00C02386"/>
    <w:rsid w:val="00C031D9"/>
    <w:rsid w:val="00C035E7"/>
    <w:rsid w:val="00C039D8"/>
    <w:rsid w:val="00C03F13"/>
    <w:rsid w:val="00C03F45"/>
    <w:rsid w:val="00C04D6B"/>
    <w:rsid w:val="00C06797"/>
    <w:rsid w:val="00C070B2"/>
    <w:rsid w:val="00C072EF"/>
    <w:rsid w:val="00C07333"/>
    <w:rsid w:val="00C073C2"/>
    <w:rsid w:val="00C07425"/>
    <w:rsid w:val="00C07508"/>
    <w:rsid w:val="00C07766"/>
    <w:rsid w:val="00C07A11"/>
    <w:rsid w:val="00C07FB7"/>
    <w:rsid w:val="00C10182"/>
    <w:rsid w:val="00C102CC"/>
    <w:rsid w:val="00C118E9"/>
    <w:rsid w:val="00C119A7"/>
    <w:rsid w:val="00C12271"/>
    <w:rsid w:val="00C127F8"/>
    <w:rsid w:val="00C13BAC"/>
    <w:rsid w:val="00C14EDA"/>
    <w:rsid w:val="00C16F53"/>
    <w:rsid w:val="00C17C62"/>
    <w:rsid w:val="00C201B8"/>
    <w:rsid w:val="00C20289"/>
    <w:rsid w:val="00C22430"/>
    <w:rsid w:val="00C22489"/>
    <w:rsid w:val="00C22E2E"/>
    <w:rsid w:val="00C22EFB"/>
    <w:rsid w:val="00C2466F"/>
    <w:rsid w:val="00C259F0"/>
    <w:rsid w:val="00C25B9C"/>
    <w:rsid w:val="00C263FA"/>
    <w:rsid w:val="00C2663D"/>
    <w:rsid w:val="00C27031"/>
    <w:rsid w:val="00C277EF"/>
    <w:rsid w:val="00C3036C"/>
    <w:rsid w:val="00C3080C"/>
    <w:rsid w:val="00C3118A"/>
    <w:rsid w:val="00C311F0"/>
    <w:rsid w:val="00C31871"/>
    <w:rsid w:val="00C31E08"/>
    <w:rsid w:val="00C3230B"/>
    <w:rsid w:val="00C32528"/>
    <w:rsid w:val="00C32870"/>
    <w:rsid w:val="00C32B46"/>
    <w:rsid w:val="00C3359B"/>
    <w:rsid w:val="00C3397F"/>
    <w:rsid w:val="00C33B51"/>
    <w:rsid w:val="00C3466F"/>
    <w:rsid w:val="00C34C69"/>
    <w:rsid w:val="00C34CA6"/>
    <w:rsid w:val="00C3539A"/>
    <w:rsid w:val="00C355CF"/>
    <w:rsid w:val="00C35B8B"/>
    <w:rsid w:val="00C36AE6"/>
    <w:rsid w:val="00C36E13"/>
    <w:rsid w:val="00C36ECD"/>
    <w:rsid w:val="00C37570"/>
    <w:rsid w:val="00C400EA"/>
    <w:rsid w:val="00C402BA"/>
    <w:rsid w:val="00C41807"/>
    <w:rsid w:val="00C419AB"/>
    <w:rsid w:val="00C41B63"/>
    <w:rsid w:val="00C41F4E"/>
    <w:rsid w:val="00C42243"/>
    <w:rsid w:val="00C42313"/>
    <w:rsid w:val="00C423BA"/>
    <w:rsid w:val="00C43341"/>
    <w:rsid w:val="00C4400A"/>
    <w:rsid w:val="00C441CC"/>
    <w:rsid w:val="00C4528C"/>
    <w:rsid w:val="00C4656C"/>
    <w:rsid w:val="00C477A4"/>
    <w:rsid w:val="00C47B12"/>
    <w:rsid w:val="00C500D3"/>
    <w:rsid w:val="00C50403"/>
    <w:rsid w:val="00C5067B"/>
    <w:rsid w:val="00C50A00"/>
    <w:rsid w:val="00C50F65"/>
    <w:rsid w:val="00C51434"/>
    <w:rsid w:val="00C515B9"/>
    <w:rsid w:val="00C51954"/>
    <w:rsid w:val="00C51B14"/>
    <w:rsid w:val="00C52A96"/>
    <w:rsid w:val="00C53C31"/>
    <w:rsid w:val="00C54516"/>
    <w:rsid w:val="00C5487C"/>
    <w:rsid w:val="00C557BD"/>
    <w:rsid w:val="00C56302"/>
    <w:rsid w:val="00C567F7"/>
    <w:rsid w:val="00C56EA2"/>
    <w:rsid w:val="00C57624"/>
    <w:rsid w:val="00C57EE7"/>
    <w:rsid w:val="00C60112"/>
    <w:rsid w:val="00C602BD"/>
    <w:rsid w:val="00C603BA"/>
    <w:rsid w:val="00C603E1"/>
    <w:rsid w:val="00C60D1F"/>
    <w:rsid w:val="00C61269"/>
    <w:rsid w:val="00C61946"/>
    <w:rsid w:val="00C61A06"/>
    <w:rsid w:val="00C62F60"/>
    <w:rsid w:val="00C63BA9"/>
    <w:rsid w:val="00C644B8"/>
    <w:rsid w:val="00C646B3"/>
    <w:rsid w:val="00C64F5B"/>
    <w:rsid w:val="00C6531E"/>
    <w:rsid w:val="00C6553A"/>
    <w:rsid w:val="00C65CE8"/>
    <w:rsid w:val="00C66085"/>
    <w:rsid w:val="00C66A36"/>
    <w:rsid w:val="00C66DA9"/>
    <w:rsid w:val="00C67244"/>
    <w:rsid w:val="00C673F6"/>
    <w:rsid w:val="00C6762F"/>
    <w:rsid w:val="00C67DFA"/>
    <w:rsid w:val="00C707DF"/>
    <w:rsid w:val="00C70CE4"/>
    <w:rsid w:val="00C71407"/>
    <w:rsid w:val="00C717B6"/>
    <w:rsid w:val="00C723AA"/>
    <w:rsid w:val="00C72CB5"/>
    <w:rsid w:val="00C72D25"/>
    <w:rsid w:val="00C72D70"/>
    <w:rsid w:val="00C730E7"/>
    <w:rsid w:val="00C731B3"/>
    <w:rsid w:val="00C733DB"/>
    <w:rsid w:val="00C736EF"/>
    <w:rsid w:val="00C737F1"/>
    <w:rsid w:val="00C73C20"/>
    <w:rsid w:val="00C741F7"/>
    <w:rsid w:val="00C747D0"/>
    <w:rsid w:val="00C76178"/>
    <w:rsid w:val="00C76808"/>
    <w:rsid w:val="00C7699E"/>
    <w:rsid w:val="00C76E19"/>
    <w:rsid w:val="00C77B58"/>
    <w:rsid w:val="00C77C7C"/>
    <w:rsid w:val="00C77D8E"/>
    <w:rsid w:val="00C77E98"/>
    <w:rsid w:val="00C803C2"/>
    <w:rsid w:val="00C82A01"/>
    <w:rsid w:val="00C830A2"/>
    <w:rsid w:val="00C8342B"/>
    <w:rsid w:val="00C83AE3"/>
    <w:rsid w:val="00C84DED"/>
    <w:rsid w:val="00C855C7"/>
    <w:rsid w:val="00C856FC"/>
    <w:rsid w:val="00C857F9"/>
    <w:rsid w:val="00C85DFA"/>
    <w:rsid w:val="00C86128"/>
    <w:rsid w:val="00C8713A"/>
    <w:rsid w:val="00C904BA"/>
    <w:rsid w:val="00C90AD7"/>
    <w:rsid w:val="00C90CD2"/>
    <w:rsid w:val="00C91578"/>
    <w:rsid w:val="00C91D66"/>
    <w:rsid w:val="00C92BB4"/>
    <w:rsid w:val="00C93827"/>
    <w:rsid w:val="00C93D95"/>
    <w:rsid w:val="00C94867"/>
    <w:rsid w:val="00C94B1D"/>
    <w:rsid w:val="00C94C86"/>
    <w:rsid w:val="00C952B3"/>
    <w:rsid w:val="00C953AB"/>
    <w:rsid w:val="00C95565"/>
    <w:rsid w:val="00C95659"/>
    <w:rsid w:val="00C9605F"/>
    <w:rsid w:val="00C962D9"/>
    <w:rsid w:val="00C963FD"/>
    <w:rsid w:val="00C96842"/>
    <w:rsid w:val="00C968D5"/>
    <w:rsid w:val="00C96C9D"/>
    <w:rsid w:val="00C96D72"/>
    <w:rsid w:val="00C97147"/>
    <w:rsid w:val="00C97982"/>
    <w:rsid w:val="00C97E75"/>
    <w:rsid w:val="00CA0990"/>
    <w:rsid w:val="00CA0FCF"/>
    <w:rsid w:val="00CA1513"/>
    <w:rsid w:val="00CA19EB"/>
    <w:rsid w:val="00CA3449"/>
    <w:rsid w:val="00CA3520"/>
    <w:rsid w:val="00CA361F"/>
    <w:rsid w:val="00CA37FC"/>
    <w:rsid w:val="00CA3E52"/>
    <w:rsid w:val="00CA42B3"/>
    <w:rsid w:val="00CA4761"/>
    <w:rsid w:val="00CA477E"/>
    <w:rsid w:val="00CA4892"/>
    <w:rsid w:val="00CA4F2C"/>
    <w:rsid w:val="00CA4FAC"/>
    <w:rsid w:val="00CA50F6"/>
    <w:rsid w:val="00CA5415"/>
    <w:rsid w:val="00CA573D"/>
    <w:rsid w:val="00CA6432"/>
    <w:rsid w:val="00CA6D3C"/>
    <w:rsid w:val="00CA7FAE"/>
    <w:rsid w:val="00CA7FD1"/>
    <w:rsid w:val="00CB09D7"/>
    <w:rsid w:val="00CB0B55"/>
    <w:rsid w:val="00CB1443"/>
    <w:rsid w:val="00CB1481"/>
    <w:rsid w:val="00CB1CB8"/>
    <w:rsid w:val="00CB3ECF"/>
    <w:rsid w:val="00CB47C4"/>
    <w:rsid w:val="00CB4F6F"/>
    <w:rsid w:val="00CB514B"/>
    <w:rsid w:val="00CB5796"/>
    <w:rsid w:val="00CB589A"/>
    <w:rsid w:val="00CB73E9"/>
    <w:rsid w:val="00CB74F9"/>
    <w:rsid w:val="00CB77EA"/>
    <w:rsid w:val="00CB7C37"/>
    <w:rsid w:val="00CC009B"/>
    <w:rsid w:val="00CC017B"/>
    <w:rsid w:val="00CC07F1"/>
    <w:rsid w:val="00CC0C7D"/>
    <w:rsid w:val="00CC113D"/>
    <w:rsid w:val="00CC1314"/>
    <w:rsid w:val="00CC2103"/>
    <w:rsid w:val="00CC274E"/>
    <w:rsid w:val="00CC3107"/>
    <w:rsid w:val="00CC3B4D"/>
    <w:rsid w:val="00CC4062"/>
    <w:rsid w:val="00CC5CD9"/>
    <w:rsid w:val="00CC639E"/>
    <w:rsid w:val="00CC65B6"/>
    <w:rsid w:val="00CC6A34"/>
    <w:rsid w:val="00CC6CAB"/>
    <w:rsid w:val="00CC7080"/>
    <w:rsid w:val="00CC741B"/>
    <w:rsid w:val="00CC79F8"/>
    <w:rsid w:val="00CC7C06"/>
    <w:rsid w:val="00CC7CA3"/>
    <w:rsid w:val="00CD0638"/>
    <w:rsid w:val="00CD0916"/>
    <w:rsid w:val="00CD191E"/>
    <w:rsid w:val="00CD2E3A"/>
    <w:rsid w:val="00CD36FE"/>
    <w:rsid w:val="00CD43B4"/>
    <w:rsid w:val="00CD470B"/>
    <w:rsid w:val="00CD4AEC"/>
    <w:rsid w:val="00CD548C"/>
    <w:rsid w:val="00CD5E57"/>
    <w:rsid w:val="00CD607E"/>
    <w:rsid w:val="00CD6551"/>
    <w:rsid w:val="00CD6C8E"/>
    <w:rsid w:val="00CD7253"/>
    <w:rsid w:val="00CE07FB"/>
    <w:rsid w:val="00CE09FF"/>
    <w:rsid w:val="00CE1297"/>
    <w:rsid w:val="00CE1677"/>
    <w:rsid w:val="00CE1815"/>
    <w:rsid w:val="00CE199E"/>
    <w:rsid w:val="00CE1B0E"/>
    <w:rsid w:val="00CE1CD2"/>
    <w:rsid w:val="00CE1EA6"/>
    <w:rsid w:val="00CE227E"/>
    <w:rsid w:val="00CE22BB"/>
    <w:rsid w:val="00CE23E8"/>
    <w:rsid w:val="00CE263C"/>
    <w:rsid w:val="00CE297B"/>
    <w:rsid w:val="00CE3A8E"/>
    <w:rsid w:val="00CE50C8"/>
    <w:rsid w:val="00CE5815"/>
    <w:rsid w:val="00CE59D8"/>
    <w:rsid w:val="00CE66C1"/>
    <w:rsid w:val="00CE6B7C"/>
    <w:rsid w:val="00CE6D4E"/>
    <w:rsid w:val="00CE6E39"/>
    <w:rsid w:val="00CE6FC1"/>
    <w:rsid w:val="00CE73EC"/>
    <w:rsid w:val="00CE74F9"/>
    <w:rsid w:val="00CE7714"/>
    <w:rsid w:val="00CE7940"/>
    <w:rsid w:val="00CF033B"/>
    <w:rsid w:val="00CF0D89"/>
    <w:rsid w:val="00CF10F0"/>
    <w:rsid w:val="00CF1685"/>
    <w:rsid w:val="00CF173B"/>
    <w:rsid w:val="00CF22E0"/>
    <w:rsid w:val="00CF24A4"/>
    <w:rsid w:val="00CF2945"/>
    <w:rsid w:val="00CF3828"/>
    <w:rsid w:val="00CF4726"/>
    <w:rsid w:val="00CF4DF5"/>
    <w:rsid w:val="00CF6C49"/>
    <w:rsid w:val="00CF72C4"/>
    <w:rsid w:val="00CF7347"/>
    <w:rsid w:val="00CF7F43"/>
    <w:rsid w:val="00D0154D"/>
    <w:rsid w:val="00D018CE"/>
    <w:rsid w:val="00D01A19"/>
    <w:rsid w:val="00D02143"/>
    <w:rsid w:val="00D025B9"/>
    <w:rsid w:val="00D03BD3"/>
    <w:rsid w:val="00D03FF3"/>
    <w:rsid w:val="00D049DF"/>
    <w:rsid w:val="00D05492"/>
    <w:rsid w:val="00D05C9A"/>
    <w:rsid w:val="00D061E6"/>
    <w:rsid w:val="00D065DD"/>
    <w:rsid w:val="00D06693"/>
    <w:rsid w:val="00D06F4A"/>
    <w:rsid w:val="00D116BC"/>
    <w:rsid w:val="00D11808"/>
    <w:rsid w:val="00D125FB"/>
    <w:rsid w:val="00D126D0"/>
    <w:rsid w:val="00D13477"/>
    <w:rsid w:val="00D14035"/>
    <w:rsid w:val="00D151EB"/>
    <w:rsid w:val="00D15EB7"/>
    <w:rsid w:val="00D16AED"/>
    <w:rsid w:val="00D16AFC"/>
    <w:rsid w:val="00D16D98"/>
    <w:rsid w:val="00D170CD"/>
    <w:rsid w:val="00D201D1"/>
    <w:rsid w:val="00D20742"/>
    <w:rsid w:val="00D2126D"/>
    <w:rsid w:val="00D214FB"/>
    <w:rsid w:val="00D21794"/>
    <w:rsid w:val="00D21A2E"/>
    <w:rsid w:val="00D22F0F"/>
    <w:rsid w:val="00D231F6"/>
    <w:rsid w:val="00D233E1"/>
    <w:rsid w:val="00D236E2"/>
    <w:rsid w:val="00D241DF"/>
    <w:rsid w:val="00D2429E"/>
    <w:rsid w:val="00D24530"/>
    <w:rsid w:val="00D24550"/>
    <w:rsid w:val="00D26C38"/>
    <w:rsid w:val="00D26DE0"/>
    <w:rsid w:val="00D303A2"/>
    <w:rsid w:val="00D305C0"/>
    <w:rsid w:val="00D30B35"/>
    <w:rsid w:val="00D30D4B"/>
    <w:rsid w:val="00D310E1"/>
    <w:rsid w:val="00D311EE"/>
    <w:rsid w:val="00D3134E"/>
    <w:rsid w:val="00D31EDD"/>
    <w:rsid w:val="00D3231C"/>
    <w:rsid w:val="00D32B41"/>
    <w:rsid w:val="00D32DE7"/>
    <w:rsid w:val="00D3308E"/>
    <w:rsid w:val="00D34A78"/>
    <w:rsid w:val="00D34AD2"/>
    <w:rsid w:val="00D351AA"/>
    <w:rsid w:val="00D35694"/>
    <w:rsid w:val="00D36085"/>
    <w:rsid w:val="00D367D2"/>
    <w:rsid w:val="00D3696F"/>
    <w:rsid w:val="00D3722D"/>
    <w:rsid w:val="00D37F63"/>
    <w:rsid w:val="00D4025E"/>
    <w:rsid w:val="00D407CE"/>
    <w:rsid w:val="00D41978"/>
    <w:rsid w:val="00D41E50"/>
    <w:rsid w:val="00D423AB"/>
    <w:rsid w:val="00D423C2"/>
    <w:rsid w:val="00D42533"/>
    <w:rsid w:val="00D42B8D"/>
    <w:rsid w:val="00D43031"/>
    <w:rsid w:val="00D431A6"/>
    <w:rsid w:val="00D455DF"/>
    <w:rsid w:val="00D45A0A"/>
    <w:rsid w:val="00D46574"/>
    <w:rsid w:val="00D4707D"/>
    <w:rsid w:val="00D4717A"/>
    <w:rsid w:val="00D47379"/>
    <w:rsid w:val="00D50FF8"/>
    <w:rsid w:val="00D51670"/>
    <w:rsid w:val="00D51D1B"/>
    <w:rsid w:val="00D51EF2"/>
    <w:rsid w:val="00D51FF1"/>
    <w:rsid w:val="00D52710"/>
    <w:rsid w:val="00D52D56"/>
    <w:rsid w:val="00D52E60"/>
    <w:rsid w:val="00D534E8"/>
    <w:rsid w:val="00D534F4"/>
    <w:rsid w:val="00D54B1C"/>
    <w:rsid w:val="00D54C29"/>
    <w:rsid w:val="00D56510"/>
    <w:rsid w:val="00D571F4"/>
    <w:rsid w:val="00D57920"/>
    <w:rsid w:val="00D6007F"/>
    <w:rsid w:val="00D6084E"/>
    <w:rsid w:val="00D61016"/>
    <w:rsid w:val="00D612CE"/>
    <w:rsid w:val="00D62058"/>
    <w:rsid w:val="00D622A3"/>
    <w:rsid w:val="00D62BAE"/>
    <w:rsid w:val="00D630AD"/>
    <w:rsid w:val="00D63A86"/>
    <w:rsid w:val="00D64DF1"/>
    <w:rsid w:val="00D653CE"/>
    <w:rsid w:val="00D655D7"/>
    <w:rsid w:val="00D65891"/>
    <w:rsid w:val="00D65AE4"/>
    <w:rsid w:val="00D664A0"/>
    <w:rsid w:val="00D6727E"/>
    <w:rsid w:val="00D674E2"/>
    <w:rsid w:val="00D704BD"/>
    <w:rsid w:val="00D70D0C"/>
    <w:rsid w:val="00D70F98"/>
    <w:rsid w:val="00D71010"/>
    <w:rsid w:val="00D71147"/>
    <w:rsid w:val="00D719B0"/>
    <w:rsid w:val="00D71F65"/>
    <w:rsid w:val="00D72531"/>
    <w:rsid w:val="00D72E9D"/>
    <w:rsid w:val="00D730E7"/>
    <w:rsid w:val="00D73115"/>
    <w:rsid w:val="00D73202"/>
    <w:rsid w:val="00D73752"/>
    <w:rsid w:val="00D74692"/>
    <w:rsid w:val="00D74B57"/>
    <w:rsid w:val="00D74D86"/>
    <w:rsid w:val="00D75607"/>
    <w:rsid w:val="00D757EF"/>
    <w:rsid w:val="00D76BE5"/>
    <w:rsid w:val="00D779CA"/>
    <w:rsid w:val="00D80156"/>
    <w:rsid w:val="00D802AF"/>
    <w:rsid w:val="00D80AE9"/>
    <w:rsid w:val="00D80C12"/>
    <w:rsid w:val="00D80CCE"/>
    <w:rsid w:val="00D80D30"/>
    <w:rsid w:val="00D82557"/>
    <w:rsid w:val="00D82B55"/>
    <w:rsid w:val="00D82FAF"/>
    <w:rsid w:val="00D8362D"/>
    <w:rsid w:val="00D83A95"/>
    <w:rsid w:val="00D840B1"/>
    <w:rsid w:val="00D841AD"/>
    <w:rsid w:val="00D849CC"/>
    <w:rsid w:val="00D84C61"/>
    <w:rsid w:val="00D857CE"/>
    <w:rsid w:val="00D8583B"/>
    <w:rsid w:val="00D85E75"/>
    <w:rsid w:val="00D863F2"/>
    <w:rsid w:val="00D86570"/>
    <w:rsid w:val="00D867D8"/>
    <w:rsid w:val="00D86B46"/>
    <w:rsid w:val="00D86ECB"/>
    <w:rsid w:val="00D879EA"/>
    <w:rsid w:val="00D90207"/>
    <w:rsid w:val="00D905E0"/>
    <w:rsid w:val="00D91348"/>
    <w:rsid w:val="00D914F1"/>
    <w:rsid w:val="00D93114"/>
    <w:rsid w:val="00D94057"/>
    <w:rsid w:val="00D94544"/>
    <w:rsid w:val="00D955C5"/>
    <w:rsid w:val="00D958F1"/>
    <w:rsid w:val="00D95D9D"/>
    <w:rsid w:val="00D95DDB"/>
    <w:rsid w:val="00D97656"/>
    <w:rsid w:val="00D978B7"/>
    <w:rsid w:val="00DA06F0"/>
    <w:rsid w:val="00DA3C40"/>
    <w:rsid w:val="00DA500C"/>
    <w:rsid w:val="00DA5945"/>
    <w:rsid w:val="00DA5B32"/>
    <w:rsid w:val="00DA631E"/>
    <w:rsid w:val="00DA69B1"/>
    <w:rsid w:val="00DA6C95"/>
    <w:rsid w:val="00DA6EE3"/>
    <w:rsid w:val="00DB0B01"/>
    <w:rsid w:val="00DB0B66"/>
    <w:rsid w:val="00DB0C46"/>
    <w:rsid w:val="00DB0E1C"/>
    <w:rsid w:val="00DB1CF4"/>
    <w:rsid w:val="00DB1D1B"/>
    <w:rsid w:val="00DB3075"/>
    <w:rsid w:val="00DB33E6"/>
    <w:rsid w:val="00DB3A4D"/>
    <w:rsid w:val="00DB4740"/>
    <w:rsid w:val="00DB5CFB"/>
    <w:rsid w:val="00DB7319"/>
    <w:rsid w:val="00DB784A"/>
    <w:rsid w:val="00DB7963"/>
    <w:rsid w:val="00DC0178"/>
    <w:rsid w:val="00DC0EFF"/>
    <w:rsid w:val="00DC140D"/>
    <w:rsid w:val="00DC2309"/>
    <w:rsid w:val="00DC2BD3"/>
    <w:rsid w:val="00DC3A1E"/>
    <w:rsid w:val="00DC3ACC"/>
    <w:rsid w:val="00DC4864"/>
    <w:rsid w:val="00DC5A11"/>
    <w:rsid w:val="00DC5E0F"/>
    <w:rsid w:val="00DC6FDF"/>
    <w:rsid w:val="00DD035D"/>
    <w:rsid w:val="00DD2666"/>
    <w:rsid w:val="00DD27E7"/>
    <w:rsid w:val="00DD2EDE"/>
    <w:rsid w:val="00DD3364"/>
    <w:rsid w:val="00DD4467"/>
    <w:rsid w:val="00DD4661"/>
    <w:rsid w:val="00DD5178"/>
    <w:rsid w:val="00DD5D5D"/>
    <w:rsid w:val="00DD6706"/>
    <w:rsid w:val="00DD73D0"/>
    <w:rsid w:val="00DD7596"/>
    <w:rsid w:val="00DD780B"/>
    <w:rsid w:val="00DD7C71"/>
    <w:rsid w:val="00DE0590"/>
    <w:rsid w:val="00DE0C05"/>
    <w:rsid w:val="00DE0EE2"/>
    <w:rsid w:val="00DE1107"/>
    <w:rsid w:val="00DE16FD"/>
    <w:rsid w:val="00DE1D87"/>
    <w:rsid w:val="00DE20BB"/>
    <w:rsid w:val="00DE277C"/>
    <w:rsid w:val="00DE287B"/>
    <w:rsid w:val="00DE3C3B"/>
    <w:rsid w:val="00DE4360"/>
    <w:rsid w:val="00DE4B0D"/>
    <w:rsid w:val="00DE4D71"/>
    <w:rsid w:val="00DE5BD7"/>
    <w:rsid w:val="00DE659D"/>
    <w:rsid w:val="00DE6C45"/>
    <w:rsid w:val="00DE6F88"/>
    <w:rsid w:val="00DE75E9"/>
    <w:rsid w:val="00DF011D"/>
    <w:rsid w:val="00DF07A4"/>
    <w:rsid w:val="00DF135D"/>
    <w:rsid w:val="00DF1ABF"/>
    <w:rsid w:val="00DF1D19"/>
    <w:rsid w:val="00DF1D3E"/>
    <w:rsid w:val="00DF1EAA"/>
    <w:rsid w:val="00DF2588"/>
    <w:rsid w:val="00DF27F0"/>
    <w:rsid w:val="00DF363F"/>
    <w:rsid w:val="00DF3910"/>
    <w:rsid w:val="00DF3AFB"/>
    <w:rsid w:val="00DF409D"/>
    <w:rsid w:val="00DF476F"/>
    <w:rsid w:val="00DF4DBC"/>
    <w:rsid w:val="00DF4F0D"/>
    <w:rsid w:val="00DF50D7"/>
    <w:rsid w:val="00DF5340"/>
    <w:rsid w:val="00DF53DB"/>
    <w:rsid w:val="00DF6198"/>
    <w:rsid w:val="00DF62D0"/>
    <w:rsid w:val="00DF66B7"/>
    <w:rsid w:val="00DF6EC2"/>
    <w:rsid w:val="00DF6FCD"/>
    <w:rsid w:val="00DF7B7D"/>
    <w:rsid w:val="00DF7C7D"/>
    <w:rsid w:val="00E00268"/>
    <w:rsid w:val="00E00708"/>
    <w:rsid w:val="00E01C47"/>
    <w:rsid w:val="00E01F8A"/>
    <w:rsid w:val="00E02C00"/>
    <w:rsid w:val="00E03BFE"/>
    <w:rsid w:val="00E03E58"/>
    <w:rsid w:val="00E047BC"/>
    <w:rsid w:val="00E0485E"/>
    <w:rsid w:val="00E0503F"/>
    <w:rsid w:val="00E05779"/>
    <w:rsid w:val="00E05BA6"/>
    <w:rsid w:val="00E0654B"/>
    <w:rsid w:val="00E067D2"/>
    <w:rsid w:val="00E06C4A"/>
    <w:rsid w:val="00E0758C"/>
    <w:rsid w:val="00E075BC"/>
    <w:rsid w:val="00E078D6"/>
    <w:rsid w:val="00E07924"/>
    <w:rsid w:val="00E07CBE"/>
    <w:rsid w:val="00E10B80"/>
    <w:rsid w:val="00E11C6B"/>
    <w:rsid w:val="00E1258D"/>
    <w:rsid w:val="00E1334A"/>
    <w:rsid w:val="00E1345A"/>
    <w:rsid w:val="00E14963"/>
    <w:rsid w:val="00E14FCB"/>
    <w:rsid w:val="00E1554E"/>
    <w:rsid w:val="00E156C5"/>
    <w:rsid w:val="00E157AB"/>
    <w:rsid w:val="00E16FED"/>
    <w:rsid w:val="00E17AB4"/>
    <w:rsid w:val="00E17FB8"/>
    <w:rsid w:val="00E20100"/>
    <w:rsid w:val="00E2183A"/>
    <w:rsid w:val="00E21A18"/>
    <w:rsid w:val="00E21FE5"/>
    <w:rsid w:val="00E22370"/>
    <w:rsid w:val="00E22D25"/>
    <w:rsid w:val="00E23617"/>
    <w:rsid w:val="00E2389C"/>
    <w:rsid w:val="00E23BE1"/>
    <w:rsid w:val="00E23EFB"/>
    <w:rsid w:val="00E258BC"/>
    <w:rsid w:val="00E26500"/>
    <w:rsid w:val="00E26C1E"/>
    <w:rsid w:val="00E2714F"/>
    <w:rsid w:val="00E275B7"/>
    <w:rsid w:val="00E279FF"/>
    <w:rsid w:val="00E27E7D"/>
    <w:rsid w:val="00E30217"/>
    <w:rsid w:val="00E303A2"/>
    <w:rsid w:val="00E304AC"/>
    <w:rsid w:val="00E309AA"/>
    <w:rsid w:val="00E3104D"/>
    <w:rsid w:val="00E31A39"/>
    <w:rsid w:val="00E31B5E"/>
    <w:rsid w:val="00E32109"/>
    <w:rsid w:val="00E32C48"/>
    <w:rsid w:val="00E33233"/>
    <w:rsid w:val="00E334B3"/>
    <w:rsid w:val="00E3350E"/>
    <w:rsid w:val="00E3353D"/>
    <w:rsid w:val="00E33C40"/>
    <w:rsid w:val="00E346F3"/>
    <w:rsid w:val="00E34EA7"/>
    <w:rsid w:val="00E35728"/>
    <w:rsid w:val="00E35CEE"/>
    <w:rsid w:val="00E36487"/>
    <w:rsid w:val="00E37C4C"/>
    <w:rsid w:val="00E400C1"/>
    <w:rsid w:val="00E400FB"/>
    <w:rsid w:val="00E40D7B"/>
    <w:rsid w:val="00E40DA3"/>
    <w:rsid w:val="00E41C4D"/>
    <w:rsid w:val="00E42D43"/>
    <w:rsid w:val="00E43252"/>
    <w:rsid w:val="00E43479"/>
    <w:rsid w:val="00E44622"/>
    <w:rsid w:val="00E44C9B"/>
    <w:rsid w:val="00E44F45"/>
    <w:rsid w:val="00E4580D"/>
    <w:rsid w:val="00E45A43"/>
    <w:rsid w:val="00E45CFD"/>
    <w:rsid w:val="00E467BB"/>
    <w:rsid w:val="00E468F3"/>
    <w:rsid w:val="00E47535"/>
    <w:rsid w:val="00E50651"/>
    <w:rsid w:val="00E50785"/>
    <w:rsid w:val="00E51FE0"/>
    <w:rsid w:val="00E5273C"/>
    <w:rsid w:val="00E536BC"/>
    <w:rsid w:val="00E54446"/>
    <w:rsid w:val="00E54CD2"/>
    <w:rsid w:val="00E54E9B"/>
    <w:rsid w:val="00E552F0"/>
    <w:rsid w:val="00E55D01"/>
    <w:rsid w:val="00E57C33"/>
    <w:rsid w:val="00E57FDA"/>
    <w:rsid w:val="00E60A5C"/>
    <w:rsid w:val="00E60A92"/>
    <w:rsid w:val="00E610CF"/>
    <w:rsid w:val="00E61302"/>
    <w:rsid w:val="00E6145F"/>
    <w:rsid w:val="00E63228"/>
    <w:rsid w:val="00E632D0"/>
    <w:rsid w:val="00E6334D"/>
    <w:rsid w:val="00E63E6D"/>
    <w:rsid w:val="00E6434F"/>
    <w:rsid w:val="00E64463"/>
    <w:rsid w:val="00E647CA"/>
    <w:rsid w:val="00E6567B"/>
    <w:rsid w:val="00E65A22"/>
    <w:rsid w:val="00E66490"/>
    <w:rsid w:val="00E669CC"/>
    <w:rsid w:val="00E679C5"/>
    <w:rsid w:val="00E67BAA"/>
    <w:rsid w:val="00E67D74"/>
    <w:rsid w:val="00E703C6"/>
    <w:rsid w:val="00E70CD2"/>
    <w:rsid w:val="00E7106C"/>
    <w:rsid w:val="00E71E1B"/>
    <w:rsid w:val="00E71EA8"/>
    <w:rsid w:val="00E7214F"/>
    <w:rsid w:val="00E72B7F"/>
    <w:rsid w:val="00E7389F"/>
    <w:rsid w:val="00E73B11"/>
    <w:rsid w:val="00E74232"/>
    <w:rsid w:val="00E746BF"/>
    <w:rsid w:val="00E74CED"/>
    <w:rsid w:val="00E75D1D"/>
    <w:rsid w:val="00E75E11"/>
    <w:rsid w:val="00E75F4F"/>
    <w:rsid w:val="00E77850"/>
    <w:rsid w:val="00E778E0"/>
    <w:rsid w:val="00E8155A"/>
    <w:rsid w:val="00E81983"/>
    <w:rsid w:val="00E81A5B"/>
    <w:rsid w:val="00E8252F"/>
    <w:rsid w:val="00E827A1"/>
    <w:rsid w:val="00E82901"/>
    <w:rsid w:val="00E82A78"/>
    <w:rsid w:val="00E82FA9"/>
    <w:rsid w:val="00E83497"/>
    <w:rsid w:val="00E8372A"/>
    <w:rsid w:val="00E83790"/>
    <w:rsid w:val="00E83A16"/>
    <w:rsid w:val="00E84CC0"/>
    <w:rsid w:val="00E8500F"/>
    <w:rsid w:val="00E85194"/>
    <w:rsid w:val="00E858B4"/>
    <w:rsid w:val="00E85FDF"/>
    <w:rsid w:val="00E862E4"/>
    <w:rsid w:val="00E86AC7"/>
    <w:rsid w:val="00E870B3"/>
    <w:rsid w:val="00E877F5"/>
    <w:rsid w:val="00E87AC2"/>
    <w:rsid w:val="00E87D8A"/>
    <w:rsid w:val="00E87FD2"/>
    <w:rsid w:val="00E9175B"/>
    <w:rsid w:val="00E91F68"/>
    <w:rsid w:val="00E9235D"/>
    <w:rsid w:val="00E92394"/>
    <w:rsid w:val="00E92A49"/>
    <w:rsid w:val="00E93419"/>
    <w:rsid w:val="00E93782"/>
    <w:rsid w:val="00E941E8"/>
    <w:rsid w:val="00E95619"/>
    <w:rsid w:val="00E9728A"/>
    <w:rsid w:val="00E97AAB"/>
    <w:rsid w:val="00EA034F"/>
    <w:rsid w:val="00EA0E1F"/>
    <w:rsid w:val="00EA0E6F"/>
    <w:rsid w:val="00EA1861"/>
    <w:rsid w:val="00EA1877"/>
    <w:rsid w:val="00EA1F0D"/>
    <w:rsid w:val="00EA2409"/>
    <w:rsid w:val="00EA24D0"/>
    <w:rsid w:val="00EA27EE"/>
    <w:rsid w:val="00EA2A27"/>
    <w:rsid w:val="00EA2BD8"/>
    <w:rsid w:val="00EA2DF6"/>
    <w:rsid w:val="00EA32CD"/>
    <w:rsid w:val="00EA356B"/>
    <w:rsid w:val="00EA3650"/>
    <w:rsid w:val="00EA3B1F"/>
    <w:rsid w:val="00EA3F0E"/>
    <w:rsid w:val="00EA413F"/>
    <w:rsid w:val="00EA4389"/>
    <w:rsid w:val="00EA49EE"/>
    <w:rsid w:val="00EA53D3"/>
    <w:rsid w:val="00EA6230"/>
    <w:rsid w:val="00EA64E1"/>
    <w:rsid w:val="00EA6670"/>
    <w:rsid w:val="00EA6CC1"/>
    <w:rsid w:val="00EA6E39"/>
    <w:rsid w:val="00EA6FA6"/>
    <w:rsid w:val="00EA7420"/>
    <w:rsid w:val="00EA747A"/>
    <w:rsid w:val="00EA75B3"/>
    <w:rsid w:val="00EB048E"/>
    <w:rsid w:val="00EB075B"/>
    <w:rsid w:val="00EB08D0"/>
    <w:rsid w:val="00EB0C18"/>
    <w:rsid w:val="00EB163D"/>
    <w:rsid w:val="00EB221D"/>
    <w:rsid w:val="00EB2AAC"/>
    <w:rsid w:val="00EB379C"/>
    <w:rsid w:val="00EB4535"/>
    <w:rsid w:val="00EB4786"/>
    <w:rsid w:val="00EB47A6"/>
    <w:rsid w:val="00EB484A"/>
    <w:rsid w:val="00EB4C42"/>
    <w:rsid w:val="00EB4F6D"/>
    <w:rsid w:val="00EB51D9"/>
    <w:rsid w:val="00EB5387"/>
    <w:rsid w:val="00EB6404"/>
    <w:rsid w:val="00EB6A44"/>
    <w:rsid w:val="00EB6F68"/>
    <w:rsid w:val="00EB71B1"/>
    <w:rsid w:val="00EB78B2"/>
    <w:rsid w:val="00EB7993"/>
    <w:rsid w:val="00EC0DD2"/>
    <w:rsid w:val="00EC0F81"/>
    <w:rsid w:val="00EC1B91"/>
    <w:rsid w:val="00EC1D09"/>
    <w:rsid w:val="00EC23B0"/>
    <w:rsid w:val="00EC367C"/>
    <w:rsid w:val="00EC4C1F"/>
    <w:rsid w:val="00EC52A2"/>
    <w:rsid w:val="00EC5A58"/>
    <w:rsid w:val="00EC5CB2"/>
    <w:rsid w:val="00EC6284"/>
    <w:rsid w:val="00ED0FB7"/>
    <w:rsid w:val="00ED1416"/>
    <w:rsid w:val="00ED151F"/>
    <w:rsid w:val="00ED16F5"/>
    <w:rsid w:val="00ED1AE5"/>
    <w:rsid w:val="00ED271B"/>
    <w:rsid w:val="00ED2C0A"/>
    <w:rsid w:val="00ED3CA7"/>
    <w:rsid w:val="00ED4183"/>
    <w:rsid w:val="00ED4291"/>
    <w:rsid w:val="00ED4469"/>
    <w:rsid w:val="00ED4650"/>
    <w:rsid w:val="00ED4865"/>
    <w:rsid w:val="00ED488E"/>
    <w:rsid w:val="00ED4C35"/>
    <w:rsid w:val="00ED4D51"/>
    <w:rsid w:val="00ED4EB7"/>
    <w:rsid w:val="00ED59C0"/>
    <w:rsid w:val="00ED5DA0"/>
    <w:rsid w:val="00ED5DEC"/>
    <w:rsid w:val="00ED6101"/>
    <w:rsid w:val="00ED6102"/>
    <w:rsid w:val="00ED6391"/>
    <w:rsid w:val="00ED6AB1"/>
    <w:rsid w:val="00ED77B6"/>
    <w:rsid w:val="00ED7D08"/>
    <w:rsid w:val="00ED7FDE"/>
    <w:rsid w:val="00EE0111"/>
    <w:rsid w:val="00EE0D24"/>
    <w:rsid w:val="00EE18F2"/>
    <w:rsid w:val="00EE2811"/>
    <w:rsid w:val="00EE31B0"/>
    <w:rsid w:val="00EE3FE4"/>
    <w:rsid w:val="00EE4769"/>
    <w:rsid w:val="00EE484D"/>
    <w:rsid w:val="00EE4CF0"/>
    <w:rsid w:val="00EE559C"/>
    <w:rsid w:val="00EE6C58"/>
    <w:rsid w:val="00EE7575"/>
    <w:rsid w:val="00EF01ED"/>
    <w:rsid w:val="00EF05AD"/>
    <w:rsid w:val="00EF1380"/>
    <w:rsid w:val="00EF150B"/>
    <w:rsid w:val="00EF211D"/>
    <w:rsid w:val="00EF2297"/>
    <w:rsid w:val="00EF2401"/>
    <w:rsid w:val="00EF2438"/>
    <w:rsid w:val="00EF24A9"/>
    <w:rsid w:val="00EF2C35"/>
    <w:rsid w:val="00EF2D3C"/>
    <w:rsid w:val="00EF3E14"/>
    <w:rsid w:val="00EF42A7"/>
    <w:rsid w:val="00EF4E0E"/>
    <w:rsid w:val="00EF58FA"/>
    <w:rsid w:val="00EF5C3B"/>
    <w:rsid w:val="00EF639C"/>
    <w:rsid w:val="00EF6455"/>
    <w:rsid w:val="00EF6CED"/>
    <w:rsid w:val="00F00A19"/>
    <w:rsid w:val="00F016EA"/>
    <w:rsid w:val="00F01711"/>
    <w:rsid w:val="00F0172B"/>
    <w:rsid w:val="00F018E7"/>
    <w:rsid w:val="00F01C2C"/>
    <w:rsid w:val="00F01DF7"/>
    <w:rsid w:val="00F02214"/>
    <w:rsid w:val="00F03937"/>
    <w:rsid w:val="00F03AED"/>
    <w:rsid w:val="00F03BBC"/>
    <w:rsid w:val="00F03BDA"/>
    <w:rsid w:val="00F04604"/>
    <w:rsid w:val="00F046F4"/>
    <w:rsid w:val="00F04888"/>
    <w:rsid w:val="00F0494D"/>
    <w:rsid w:val="00F04CF0"/>
    <w:rsid w:val="00F0515F"/>
    <w:rsid w:val="00F05369"/>
    <w:rsid w:val="00F057F6"/>
    <w:rsid w:val="00F058F5"/>
    <w:rsid w:val="00F07115"/>
    <w:rsid w:val="00F071EB"/>
    <w:rsid w:val="00F07265"/>
    <w:rsid w:val="00F073F4"/>
    <w:rsid w:val="00F0759F"/>
    <w:rsid w:val="00F07B50"/>
    <w:rsid w:val="00F10E65"/>
    <w:rsid w:val="00F10FAE"/>
    <w:rsid w:val="00F11809"/>
    <w:rsid w:val="00F1207E"/>
    <w:rsid w:val="00F12152"/>
    <w:rsid w:val="00F12704"/>
    <w:rsid w:val="00F129D3"/>
    <w:rsid w:val="00F12D95"/>
    <w:rsid w:val="00F13218"/>
    <w:rsid w:val="00F13A35"/>
    <w:rsid w:val="00F13C2F"/>
    <w:rsid w:val="00F1407D"/>
    <w:rsid w:val="00F14468"/>
    <w:rsid w:val="00F148F2"/>
    <w:rsid w:val="00F14E33"/>
    <w:rsid w:val="00F150C9"/>
    <w:rsid w:val="00F15A84"/>
    <w:rsid w:val="00F16AD1"/>
    <w:rsid w:val="00F16F2E"/>
    <w:rsid w:val="00F172E9"/>
    <w:rsid w:val="00F175E6"/>
    <w:rsid w:val="00F17FD0"/>
    <w:rsid w:val="00F200C4"/>
    <w:rsid w:val="00F20529"/>
    <w:rsid w:val="00F207EE"/>
    <w:rsid w:val="00F20E3B"/>
    <w:rsid w:val="00F213A8"/>
    <w:rsid w:val="00F226F8"/>
    <w:rsid w:val="00F229AB"/>
    <w:rsid w:val="00F22A04"/>
    <w:rsid w:val="00F22DC4"/>
    <w:rsid w:val="00F22E6B"/>
    <w:rsid w:val="00F232C6"/>
    <w:rsid w:val="00F24E9E"/>
    <w:rsid w:val="00F26923"/>
    <w:rsid w:val="00F279B0"/>
    <w:rsid w:val="00F27FF0"/>
    <w:rsid w:val="00F3008F"/>
    <w:rsid w:val="00F300B5"/>
    <w:rsid w:val="00F3193C"/>
    <w:rsid w:val="00F31AA2"/>
    <w:rsid w:val="00F3462C"/>
    <w:rsid w:val="00F348E1"/>
    <w:rsid w:val="00F351D2"/>
    <w:rsid w:val="00F359B0"/>
    <w:rsid w:val="00F35BB7"/>
    <w:rsid w:val="00F35CC4"/>
    <w:rsid w:val="00F35D37"/>
    <w:rsid w:val="00F364D7"/>
    <w:rsid w:val="00F36D46"/>
    <w:rsid w:val="00F3797A"/>
    <w:rsid w:val="00F37B1E"/>
    <w:rsid w:val="00F402FE"/>
    <w:rsid w:val="00F407CE"/>
    <w:rsid w:val="00F408A2"/>
    <w:rsid w:val="00F408F6"/>
    <w:rsid w:val="00F41247"/>
    <w:rsid w:val="00F4174F"/>
    <w:rsid w:val="00F41806"/>
    <w:rsid w:val="00F41912"/>
    <w:rsid w:val="00F41BEA"/>
    <w:rsid w:val="00F41C98"/>
    <w:rsid w:val="00F42413"/>
    <w:rsid w:val="00F42641"/>
    <w:rsid w:val="00F42EFE"/>
    <w:rsid w:val="00F446E1"/>
    <w:rsid w:val="00F450D6"/>
    <w:rsid w:val="00F45120"/>
    <w:rsid w:val="00F455A8"/>
    <w:rsid w:val="00F458CD"/>
    <w:rsid w:val="00F462A3"/>
    <w:rsid w:val="00F4740E"/>
    <w:rsid w:val="00F476BF"/>
    <w:rsid w:val="00F47A2D"/>
    <w:rsid w:val="00F503BC"/>
    <w:rsid w:val="00F5042F"/>
    <w:rsid w:val="00F50D0F"/>
    <w:rsid w:val="00F50D31"/>
    <w:rsid w:val="00F510CC"/>
    <w:rsid w:val="00F5112F"/>
    <w:rsid w:val="00F51F93"/>
    <w:rsid w:val="00F52638"/>
    <w:rsid w:val="00F52F36"/>
    <w:rsid w:val="00F531ED"/>
    <w:rsid w:val="00F5389D"/>
    <w:rsid w:val="00F53ACD"/>
    <w:rsid w:val="00F53CEA"/>
    <w:rsid w:val="00F541B4"/>
    <w:rsid w:val="00F54209"/>
    <w:rsid w:val="00F5434B"/>
    <w:rsid w:val="00F5435F"/>
    <w:rsid w:val="00F5636B"/>
    <w:rsid w:val="00F5795A"/>
    <w:rsid w:val="00F57BEE"/>
    <w:rsid w:val="00F57FE6"/>
    <w:rsid w:val="00F616B6"/>
    <w:rsid w:val="00F61B1A"/>
    <w:rsid w:val="00F61CD7"/>
    <w:rsid w:val="00F61F0A"/>
    <w:rsid w:val="00F62019"/>
    <w:rsid w:val="00F623EF"/>
    <w:rsid w:val="00F62A5E"/>
    <w:rsid w:val="00F62B36"/>
    <w:rsid w:val="00F62B3B"/>
    <w:rsid w:val="00F62F09"/>
    <w:rsid w:val="00F63D5C"/>
    <w:rsid w:val="00F63D8C"/>
    <w:rsid w:val="00F6483E"/>
    <w:rsid w:val="00F65726"/>
    <w:rsid w:val="00F66329"/>
    <w:rsid w:val="00F6738C"/>
    <w:rsid w:val="00F67AF7"/>
    <w:rsid w:val="00F70B4B"/>
    <w:rsid w:val="00F713B0"/>
    <w:rsid w:val="00F714C9"/>
    <w:rsid w:val="00F71A53"/>
    <w:rsid w:val="00F71DF8"/>
    <w:rsid w:val="00F727BC"/>
    <w:rsid w:val="00F72ABF"/>
    <w:rsid w:val="00F73017"/>
    <w:rsid w:val="00F730A1"/>
    <w:rsid w:val="00F73D2D"/>
    <w:rsid w:val="00F74B52"/>
    <w:rsid w:val="00F75419"/>
    <w:rsid w:val="00F76E0F"/>
    <w:rsid w:val="00F77453"/>
    <w:rsid w:val="00F77626"/>
    <w:rsid w:val="00F776E0"/>
    <w:rsid w:val="00F80486"/>
    <w:rsid w:val="00F804E4"/>
    <w:rsid w:val="00F80F75"/>
    <w:rsid w:val="00F81A08"/>
    <w:rsid w:val="00F82886"/>
    <w:rsid w:val="00F83734"/>
    <w:rsid w:val="00F841C0"/>
    <w:rsid w:val="00F84E6B"/>
    <w:rsid w:val="00F863D5"/>
    <w:rsid w:val="00F867D4"/>
    <w:rsid w:val="00F86FE8"/>
    <w:rsid w:val="00F87024"/>
    <w:rsid w:val="00F87763"/>
    <w:rsid w:val="00F904A3"/>
    <w:rsid w:val="00F907C5"/>
    <w:rsid w:val="00F90C6A"/>
    <w:rsid w:val="00F9150B"/>
    <w:rsid w:val="00F91674"/>
    <w:rsid w:val="00F91E18"/>
    <w:rsid w:val="00F93596"/>
    <w:rsid w:val="00F93B8F"/>
    <w:rsid w:val="00F93CC6"/>
    <w:rsid w:val="00F948B1"/>
    <w:rsid w:val="00F95129"/>
    <w:rsid w:val="00F95244"/>
    <w:rsid w:val="00F96888"/>
    <w:rsid w:val="00F97BB4"/>
    <w:rsid w:val="00FA0022"/>
    <w:rsid w:val="00FA06F7"/>
    <w:rsid w:val="00FA0E3F"/>
    <w:rsid w:val="00FA10C3"/>
    <w:rsid w:val="00FA1444"/>
    <w:rsid w:val="00FA17BC"/>
    <w:rsid w:val="00FA1DAA"/>
    <w:rsid w:val="00FA1E34"/>
    <w:rsid w:val="00FA2009"/>
    <w:rsid w:val="00FA20B6"/>
    <w:rsid w:val="00FA3A1E"/>
    <w:rsid w:val="00FA3FD5"/>
    <w:rsid w:val="00FA4BBD"/>
    <w:rsid w:val="00FA554F"/>
    <w:rsid w:val="00FA58A1"/>
    <w:rsid w:val="00FA5976"/>
    <w:rsid w:val="00FA5B8E"/>
    <w:rsid w:val="00FA66A2"/>
    <w:rsid w:val="00FA6724"/>
    <w:rsid w:val="00FA67C3"/>
    <w:rsid w:val="00FA6FDD"/>
    <w:rsid w:val="00FA7468"/>
    <w:rsid w:val="00FA7681"/>
    <w:rsid w:val="00FA7799"/>
    <w:rsid w:val="00FB0F47"/>
    <w:rsid w:val="00FB12D0"/>
    <w:rsid w:val="00FB1A9B"/>
    <w:rsid w:val="00FB1BAC"/>
    <w:rsid w:val="00FB22CD"/>
    <w:rsid w:val="00FB2B9D"/>
    <w:rsid w:val="00FB30F3"/>
    <w:rsid w:val="00FB3176"/>
    <w:rsid w:val="00FB4C2A"/>
    <w:rsid w:val="00FB57C9"/>
    <w:rsid w:val="00FB59FC"/>
    <w:rsid w:val="00FB67B7"/>
    <w:rsid w:val="00FB6A67"/>
    <w:rsid w:val="00FB7275"/>
    <w:rsid w:val="00FB79E2"/>
    <w:rsid w:val="00FC013A"/>
    <w:rsid w:val="00FC136B"/>
    <w:rsid w:val="00FC2324"/>
    <w:rsid w:val="00FC2CCD"/>
    <w:rsid w:val="00FC2DDE"/>
    <w:rsid w:val="00FC2E71"/>
    <w:rsid w:val="00FC31B3"/>
    <w:rsid w:val="00FC370D"/>
    <w:rsid w:val="00FC3E17"/>
    <w:rsid w:val="00FC433C"/>
    <w:rsid w:val="00FC46DE"/>
    <w:rsid w:val="00FC484A"/>
    <w:rsid w:val="00FC768A"/>
    <w:rsid w:val="00FC77A0"/>
    <w:rsid w:val="00FD00B8"/>
    <w:rsid w:val="00FD16C8"/>
    <w:rsid w:val="00FD18A5"/>
    <w:rsid w:val="00FD191E"/>
    <w:rsid w:val="00FD2330"/>
    <w:rsid w:val="00FD32D2"/>
    <w:rsid w:val="00FD464E"/>
    <w:rsid w:val="00FD4766"/>
    <w:rsid w:val="00FD56E8"/>
    <w:rsid w:val="00FD58BF"/>
    <w:rsid w:val="00FD5FD5"/>
    <w:rsid w:val="00FD687F"/>
    <w:rsid w:val="00FD767B"/>
    <w:rsid w:val="00FD7C32"/>
    <w:rsid w:val="00FE0087"/>
    <w:rsid w:val="00FE0766"/>
    <w:rsid w:val="00FE08D0"/>
    <w:rsid w:val="00FE0D11"/>
    <w:rsid w:val="00FE11A1"/>
    <w:rsid w:val="00FE20CB"/>
    <w:rsid w:val="00FE2433"/>
    <w:rsid w:val="00FE2898"/>
    <w:rsid w:val="00FE2B48"/>
    <w:rsid w:val="00FE2EA8"/>
    <w:rsid w:val="00FE3002"/>
    <w:rsid w:val="00FE3A8B"/>
    <w:rsid w:val="00FE44FF"/>
    <w:rsid w:val="00FE4A8F"/>
    <w:rsid w:val="00FE4E97"/>
    <w:rsid w:val="00FE4FAE"/>
    <w:rsid w:val="00FE56A8"/>
    <w:rsid w:val="00FE5C10"/>
    <w:rsid w:val="00FE5E4D"/>
    <w:rsid w:val="00FE624F"/>
    <w:rsid w:val="00FE6468"/>
    <w:rsid w:val="00FE64C1"/>
    <w:rsid w:val="00FF043C"/>
    <w:rsid w:val="00FF0851"/>
    <w:rsid w:val="00FF1188"/>
    <w:rsid w:val="00FF1415"/>
    <w:rsid w:val="00FF19D0"/>
    <w:rsid w:val="00FF1BFA"/>
    <w:rsid w:val="00FF1C96"/>
    <w:rsid w:val="00FF1D26"/>
    <w:rsid w:val="00FF32FC"/>
    <w:rsid w:val="00FF3C3E"/>
    <w:rsid w:val="00FF3F4B"/>
    <w:rsid w:val="00FF4698"/>
    <w:rsid w:val="00FF60DD"/>
    <w:rsid w:val="00FF6E98"/>
    <w:rsid w:val="00FF7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5:chartTrackingRefBased/>
  <w15:docId w15:val="{4B01FA5A-4982-4139-B442-DA662BFF7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6198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12BF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12BF5"/>
  </w:style>
  <w:style w:type="paragraph" w:styleId="Footer">
    <w:name w:val="footer"/>
    <w:basedOn w:val="Normal"/>
    <w:link w:val="FooterChar"/>
    <w:uiPriority w:val="99"/>
    <w:unhideWhenUsed/>
    <w:rsid w:val="00612BF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12BF5"/>
  </w:style>
  <w:style w:type="paragraph" w:styleId="BalloonText">
    <w:name w:val="Balloon Text"/>
    <w:basedOn w:val="Normal"/>
    <w:link w:val="BalloonTextChar"/>
    <w:uiPriority w:val="99"/>
    <w:semiHidden/>
    <w:unhideWhenUsed/>
    <w:rsid w:val="00612BF5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612BF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93AD0"/>
    <w:pPr>
      <w:ind w:left="720"/>
      <w:contextualSpacing/>
    </w:pPr>
  </w:style>
  <w:style w:type="table" w:styleId="TableGrid">
    <w:name w:val="Table Grid"/>
    <w:basedOn w:val="TableNormal"/>
    <w:uiPriority w:val="59"/>
    <w:rsid w:val="00A139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6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3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3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6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7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7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8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8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0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7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tasa.stajic\Desktop\&#1084;&#1077;&#1084;&#1086;&#1088;&#1072;&#1085;&#1076;&#1091;&#1084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7E19B5-0A7D-4B4C-BDCC-1D935DB8E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меморандум.dotx</Template>
  <TotalTime>116</TotalTime>
  <Pages>1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Stajić</dc:creator>
  <cp:keywords/>
  <cp:lastModifiedBy>Nataša Stajić</cp:lastModifiedBy>
  <cp:revision>5</cp:revision>
  <cp:lastPrinted>2025-09-09T07:48:00Z</cp:lastPrinted>
  <dcterms:created xsi:type="dcterms:W3CDTF">2025-09-10T08:00:00Z</dcterms:created>
  <dcterms:modified xsi:type="dcterms:W3CDTF">2025-09-10T09:56:00Z</dcterms:modified>
</cp:coreProperties>
</file>